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54713" w14:textId="77777777" w:rsidR="004D3BE8" w:rsidRDefault="004D3BE8" w:rsidP="004D3BE8"/>
    <w:p w14:paraId="18F4A070" w14:textId="77777777" w:rsidR="004D3BE8" w:rsidRDefault="004D3BE8" w:rsidP="004D3BE8">
      <w:r>
        <w:t>Probeneingang (Datum):</w:t>
      </w:r>
    </w:p>
    <w:p w14:paraId="7BBB97D0" w14:textId="77777777" w:rsidR="004D3BE8" w:rsidRDefault="004D3BE8" w:rsidP="004D3BE8"/>
    <w:p w14:paraId="66BC106E" w14:textId="77777777" w:rsidR="004D3BE8" w:rsidRDefault="004D3BE8" w:rsidP="004D3BE8">
      <w:r>
        <w:t>Überführung in das Labor durch:</w:t>
      </w:r>
    </w:p>
    <w:p w14:paraId="57CF2E31" w14:textId="77777777" w:rsidR="004D3BE8" w:rsidRDefault="004D3BE8" w:rsidP="004D3BE8"/>
    <w:p w14:paraId="422BECA9" w14:textId="77777777" w:rsidR="004D3BE8" w:rsidRDefault="004D3BE8" w:rsidP="004D3BE8">
      <w:r>
        <w:t>Standort im Labor:</w:t>
      </w:r>
    </w:p>
    <w:p w14:paraId="2A22E796" w14:textId="77777777" w:rsidR="004D3BE8" w:rsidRDefault="004D3BE8" w:rsidP="004D3BE8"/>
    <w:p w14:paraId="181B3751" w14:textId="77777777" w:rsidR="004D3BE8" w:rsidRDefault="004D3BE8" w:rsidP="004D3BE8">
      <w:r>
        <w:t>Auftraggeber:</w:t>
      </w:r>
    </w:p>
    <w:p w14:paraId="6725DF63" w14:textId="77777777" w:rsidR="004D3BE8" w:rsidRDefault="004D3BE8" w:rsidP="004D3BE8">
      <w:pPr>
        <w:ind w:left="7090" w:firstLine="709"/>
      </w:pPr>
      <w:r>
        <w:t>Anzahl der Seiten:</w:t>
      </w:r>
    </w:p>
    <w:p w14:paraId="32F7C550" w14:textId="77777777" w:rsidR="004D3BE8" w:rsidRDefault="004D3BE8" w:rsidP="004D3BE8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376"/>
        <w:gridCol w:w="7655"/>
      </w:tblGrid>
      <w:tr w:rsidR="004D3BE8" w14:paraId="0F200BB6" w14:textId="77777777" w:rsidTr="004D3BE8">
        <w:trPr>
          <w:trHeight w:val="261"/>
        </w:trPr>
        <w:tc>
          <w:tcPr>
            <w:tcW w:w="2376" w:type="dxa"/>
          </w:tcPr>
          <w:p w14:paraId="66595A90" w14:textId="77777777" w:rsidR="004D3BE8" w:rsidRDefault="004D3BE8" w:rsidP="00BE1EC4">
            <w:r>
              <w:t>Firma</w:t>
            </w:r>
          </w:p>
        </w:tc>
        <w:tc>
          <w:tcPr>
            <w:tcW w:w="7655" w:type="dxa"/>
          </w:tcPr>
          <w:p w14:paraId="0CF4319D" w14:textId="77777777" w:rsidR="004D3BE8" w:rsidRDefault="004D3BE8" w:rsidP="00BE1EC4"/>
        </w:tc>
      </w:tr>
      <w:tr w:rsidR="004D3BE8" w14:paraId="35564484" w14:textId="77777777" w:rsidTr="004D3BE8">
        <w:trPr>
          <w:trHeight w:val="261"/>
        </w:trPr>
        <w:tc>
          <w:tcPr>
            <w:tcW w:w="2376" w:type="dxa"/>
          </w:tcPr>
          <w:p w14:paraId="5B6DF705" w14:textId="77777777" w:rsidR="004D3BE8" w:rsidRDefault="004D3BE8" w:rsidP="00BE1EC4">
            <w:r>
              <w:t>Straße und Nummer</w:t>
            </w:r>
          </w:p>
        </w:tc>
        <w:tc>
          <w:tcPr>
            <w:tcW w:w="7655" w:type="dxa"/>
          </w:tcPr>
          <w:p w14:paraId="24AA539C" w14:textId="77777777" w:rsidR="004D3BE8" w:rsidRDefault="004D3BE8" w:rsidP="00BE1EC4"/>
        </w:tc>
      </w:tr>
      <w:tr w:rsidR="004D3BE8" w14:paraId="63A73CB0" w14:textId="77777777" w:rsidTr="004D3BE8">
        <w:trPr>
          <w:trHeight w:val="261"/>
        </w:trPr>
        <w:tc>
          <w:tcPr>
            <w:tcW w:w="2376" w:type="dxa"/>
          </w:tcPr>
          <w:p w14:paraId="498F424F" w14:textId="77777777" w:rsidR="004D3BE8" w:rsidRDefault="004D3BE8" w:rsidP="00BE1EC4">
            <w:r>
              <w:t>PLZ und Ort</w:t>
            </w:r>
          </w:p>
        </w:tc>
        <w:tc>
          <w:tcPr>
            <w:tcW w:w="7655" w:type="dxa"/>
          </w:tcPr>
          <w:p w14:paraId="17EFC00C" w14:textId="77777777" w:rsidR="004D3BE8" w:rsidRDefault="004D3BE8" w:rsidP="00BE1EC4"/>
        </w:tc>
      </w:tr>
      <w:tr w:rsidR="004D3BE8" w14:paraId="0D2D8244" w14:textId="77777777" w:rsidTr="004D3BE8">
        <w:trPr>
          <w:trHeight w:val="261"/>
        </w:trPr>
        <w:tc>
          <w:tcPr>
            <w:tcW w:w="2376" w:type="dxa"/>
          </w:tcPr>
          <w:p w14:paraId="21D00BD9" w14:textId="77777777" w:rsidR="004D3BE8" w:rsidRDefault="004D3BE8" w:rsidP="00BE1EC4">
            <w:r>
              <w:t>Ansprechpartner</w:t>
            </w:r>
          </w:p>
        </w:tc>
        <w:tc>
          <w:tcPr>
            <w:tcW w:w="7655" w:type="dxa"/>
          </w:tcPr>
          <w:p w14:paraId="45634A7D" w14:textId="77777777" w:rsidR="004D3BE8" w:rsidRDefault="004D3BE8" w:rsidP="00BE1EC4"/>
        </w:tc>
      </w:tr>
      <w:tr w:rsidR="004D3BE8" w14:paraId="4BCC9DA8" w14:textId="77777777" w:rsidTr="004D3BE8">
        <w:trPr>
          <w:trHeight w:val="261"/>
        </w:trPr>
        <w:tc>
          <w:tcPr>
            <w:tcW w:w="2376" w:type="dxa"/>
          </w:tcPr>
          <w:p w14:paraId="25EB30EA" w14:textId="0DE109BB" w:rsidR="004D3BE8" w:rsidRDefault="004D3BE8" w:rsidP="00BE1EC4">
            <w:r>
              <w:t>Telefon</w:t>
            </w:r>
            <w:r w:rsidR="00E63B61">
              <w:t xml:space="preserve"> / E-Mail</w:t>
            </w:r>
            <w:bookmarkStart w:id="0" w:name="_GoBack"/>
            <w:bookmarkEnd w:id="0"/>
          </w:p>
        </w:tc>
        <w:tc>
          <w:tcPr>
            <w:tcW w:w="7655" w:type="dxa"/>
          </w:tcPr>
          <w:p w14:paraId="4AC03C0D" w14:textId="77777777" w:rsidR="004D3BE8" w:rsidRDefault="004D3BE8" w:rsidP="00BE1EC4"/>
        </w:tc>
      </w:tr>
    </w:tbl>
    <w:p w14:paraId="03C91532" w14:textId="77777777" w:rsidR="004D3BE8" w:rsidRDefault="004D3BE8" w:rsidP="004D3BE8"/>
    <w:p w14:paraId="543EC680" w14:textId="77777777" w:rsidR="004D3BE8" w:rsidRDefault="004D3BE8" w:rsidP="004D3BE8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59"/>
        <w:gridCol w:w="4678"/>
        <w:gridCol w:w="2126"/>
        <w:gridCol w:w="2268"/>
      </w:tblGrid>
      <w:tr w:rsidR="00E8179F" w14:paraId="7CFCCFBA" w14:textId="77777777" w:rsidTr="00E8179F">
        <w:trPr>
          <w:trHeight w:hRule="exact" w:val="567"/>
        </w:trPr>
        <w:tc>
          <w:tcPr>
            <w:tcW w:w="959" w:type="dxa"/>
          </w:tcPr>
          <w:p w14:paraId="07520434" w14:textId="77777777" w:rsidR="00E8179F" w:rsidRDefault="00E8179F" w:rsidP="00BE1EC4">
            <w:r>
              <w:t>Lfd. Nr.</w:t>
            </w:r>
          </w:p>
        </w:tc>
        <w:tc>
          <w:tcPr>
            <w:tcW w:w="4678" w:type="dxa"/>
          </w:tcPr>
          <w:p w14:paraId="70780159" w14:textId="77777777" w:rsidR="00E8179F" w:rsidRDefault="00E8179F" w:rsidP="00BE1EC4">
            <w:r>
              <w:t>Probenbezeichnung des Auftraggebers</w:t>
            </w:r>
          </w:p>
        </w:tc>
        <w:tc>
          <w:tcPr>
            <w:tcW w:w="2126" w:type="dxa"/>
          </w:tcPr>
          <w:p w14:paraId="46D8B7F4" w14:textId="77777777" w:rsidR="00E8179F" w:rsidRDefault="00E8179F" w:rsidP="00BE1EC4">
            <w:r>
              <w:t>Bemerkungen</w:t>
            </w:r>
          </w:p>
        </w:tc>
        <w:tc>
          <w:tcPr>
            <w:tcW w:w="2268" w:type="dxa"/>
          </w:tcPr>
          <w:p w14:paraId="0315F8F7" w14:textId="77777777" w:rsidR="00E8179F" w:rsidRDefault="00E8179F" w:rsidP="00BE1EC4">
            <w:r>
              <w:t>Prüfungszeugnis</w:t>
            </w:r>
            <w:r w:rsidR="008F2259">
              <w:t xml:space="preserve"> Nr.</w:t>
            </w:r>
          </w:p>
        </w:tc>
      </w:tr>
      <w:tr w:rsidR="00E8179F" w14:paraId="10BA64B5" w14:textId="77777777" w:rsidTr="00E8179F">
        <w:trPr>
          <w:trHeight w:hRule="exact" w:val="907"/>
        </w:trPr>
        <w:tc>
          <w:tcPr>
            <w:tcW w:w="959" w:type="dxa"/>
          </w:tcPr>
          <w:p w14:paraId="09BA1507" w14:textId="77777777" w:rsidR="00E8179F" w:rsidRDefault="00E8179F" w:rsidP="00BE1EC4"/>
        </w:tc>
        <w:tc>
          <w:tcPr>
            <w:tcW w:w="4678" w:type="dxa"/>
          </w:tcPr>
          <w:p w14:paraId="42C55ABA" w14:textId="77777777" w:rsidR="00E8179F" w:rsidRDefault="00E8179F" w:rsidP="00BE1EC4"/>
          <w:p w14:paraId="2836595A" w14:textId="77777777" w:rsidR="00E8179F" w:rsidRDefault="00E8179F" w:rsidP="00BE1EC4"/>
          <w:p w14:paraId="480EABFC" w14:textId="77777777" w:rsidR="00E8179F" w:rsidRDefault="00E8179F" w:rsidP="00BE1EC4"/>
          <w:p w14:paraId="75E8B7AA" w14:textId="77777777" w:rsidR="00E8179F" w:rsidRDefault="00E8179F" w:rsidP="00BE1EC4"/>
        </w:tc>
        <w:tc>
          <w:tcPr>
            <w:tcW w:w="2126" w:type="dxa"/>
          </w:tcPr>
          <w:p w14:paraId="7BDADBC8" w14:textId="77777777" w:rsidR="00E8179F" w:rsidRDefault="00E8179F" w:rsidP="00BE1EC4"/>
        </w:tc>
        <w:tc>
          <w:tcPr>
            <w:tcW w:w="2268" w:type="dxa"/>
          </w:tcPr>
          <w:p w14:paraId="162E7E92" w14:textId="77777777" w:rsidR="00E8179F" w:rsidRDefault="00E8179F" w:rsidP="00BE1EC4"/>
        </w:tc>
      </w:tr>
      <w:tr w:rsidR="00E8179F" w14:paraId="14DB25F3" w14:textId="77777777" w:rsidTr="00E8179F">
        <w:trPr>
          <w:trHeight w:hRule="exact" w:val="907"/>
        </w:trPr>
        <w:tc>
          <w:tcPr>
            <w:tcW w:w="959" w:type="dxa"/>
          </w:tcPr>
          <w:p w14:paraId="59B63A09" w14:textId="77777777" w:rsidR="00E8179F" w:rsidRDefault="00E8179F" w:rsidP="00BE1EC4"/>
        </w:tc>
        <w:tc>
          <w:tcPr>
            <w:tcW w:w="4678" w:type="dxa"/>
          </w:tcPr>
          <w:p w14:paraId="3EDD53A5" w14:textId="77777777" w:rsidR="00E8179F" w:rsidRDefault="00E8179F" w:rsidP="00BE1EC4"/>
          <w:p w14:paraId="4BDEBBC1" w14:textId="77777777" w:rsidR="00E8179F" w:rsidRDefault="00E8179F" w:rsidP="00BE1EC4"/>
          <w:p w14:paraId="3AD5BAA6" w14:textId="77777777" w:rsidR="00E8179F" w:rsidRDefault="00E8179F" w:rsidP="00BE1EC4"/>
          <w:p w14:paraId="34663C7C" w14:textId="77777777" w:rsidR="00E8179F" w:rsidRDefault="00E8179F" w:rsidP="00BE1EC4"/>
        </w:tc>
        <w:tc>
          <w:tcPr>
            <w:tcW w:w="2126" w:type="dxa"/>
          </w:tcPr>
          <w:p w14:paraId="512B3424" w14:textId="77777777" w:rsidR="00E8179F" w:rsidRDefault="00E8179F" w:rsidP="00BE1EC4"/>
        </w:tc>
        <w:tc>
          <w:tcPr>
            <w:tcW w:w="2268" w:type="dxa"/>
          </w:tcPr>
          <w:p w14:paraId="017C33C8" w14:textId="77777777" w:rsidR="00E8179F" w:rsidRDefault="00E8179F" w:rsidP="00BE1EC4"/>
        </w:tc>
      </w:tr>
      <w:tr w:rsidR="00E8179F" w14:paraId="340A9018" w14:textId="77777777" w:rsidTr="00E8179F">
        <w:trPr>
          <w:trHeight w:hRule="exact" w:val="907"/>
        </w:trPr>
        <w:tc>
          <w:tcPr>
            <w:tcW w:w="959" w:type="dxa"/>
          </w:tcPr>
          <w:p w14:paraId="364B87C9" w14:textId="77777777" w:rsidR="00E8179F" w:rsidRDefault="00E8179F" w:rsidP="00BE1EC4"/>
        </w:tc>
        <w:tc>
          <w:tcPr>
            <w:tcW w:w="4678" w:type="dxa"/>
          </w:tcPr>
          <w:p w14:paraId="0AA50B51" w14:textId="77777777" w:rsidR="00E8179F" w:rsidRDefault="00E8179F" w:rsidP="00BE1EC4"/>
        </w:tc>
        <w:tc>
          <w:tcPr>
            <w:tcW w:w="2126" w:type="dxa"/>
          </w:tcPr>
          <w:p w14:paraId="78AFE3C3" w14:textId="77777777" w:rsidR="00E8179F" w:rsidRDefault="00E8179F" w:rsidP="00BE1EC4"/>
        </w:tc>
        <w:tc>
          <w:tcPr>
            <w:tcW w:w="2268" w:type="dxa"/>
          </w:tcPr>
          <w:p w14:paraId="0EC198AB" w14:textId="77777777" w:rsidR="00E8179F" w:rsidRDefault="00E8179F" w:rsidP="00BE1EC4"/>
        </w:tc>
      </w:tr>
      <w:tr w:rsidR="00E8179F" w14:paraId="7C993C08" w14:textId="77777777" w:rsidTr="00E8179F">
        <w:trPr>
          <w:trHeight w:hRule="exact" w:val="907"/>
        </w:trPr>
        <w:tc>
          <w:tcPr>
            <w:tcW w:w="959" w:type="dxa"/>
          </w:tcPr>
          <w:p w14:paraId="1446B67F" w14:textId="77777777" w:rsidR="00E8179F" w:rsidRDefault="00E8179F" w:rsidP="00BE1EC4"/>
        </w:tc>
        <w:tc>
          <w:tcPr>
            <w:tcW w:w="4678" w:type="dxa"/>
          </w:tcPr>
          <w:p w14:paraId="77D3EE70" w14:textId="77777777" w:rsidR="00E8179F" w:rsidRDefault="00E8179F" w:rsidP="00BE1EC4"/>
        </w:tc>
        <w:tc>
          <w:tcPr>
            <w:tcW w:w="2126" w:type="dxa"/>
          </w:tcPr>
          <w:p w14:paraId="186F49C2" w14:textId="77777777" w:rsidR="00E8179F" w:rsidRDefault="00E8179F" w:rsidP="00BE1EC4"/>
        </w:tc>
        <w:tc>
          <w:tcPr>
            <w:tcW w:w="2268" w:type="dxa"/>
          </w:tcPr>
          <w:p w14:paraId="006D4FC0" w14:textId="77777777" w:rsidR="00E8179F" w:rsidRDefault="00E8179F" w:rsidP="00BE1EC4"/>
        </w:tc>
      </w:tr>
      <w:tr w:rsidR="00E8179F" w14:paraId="288E3364" w14:textId="77777777" w:rsidTr="00E8179F">
        <w:trPr>
          <w:trHeight w:hRule="exact" w:val="907"/>
        </w:trPr>
        <w:tc>
          <w:tcPr>
            <w:tcW w:w="959" w:type="dxa"/>
          </w:tcPr>
          <w:p w14:paraId="1DA10375" w14:textId="77777777" w:rsidR="00E8179F" w:rsidRDefault="00E8179F" w:rsidP="00BE1EC4"/>
        </w:tc>
        <w:tc>
          <w:tcPr>
            <w:tcW w:w="4678" w:type="dxa"/>
          </w:tcPr>
          <w:p w14:paraId="450E6AF5" w14:textId="77777777" w:rsidR="00E8179F" w:rsidRDefault="00E8179F" w:rsidP="00BE1EC4"/>
        </w:tc>
        <w:tc>
          <w:tcPr>
            <w:tcW w:w="2126" w:type="dxa"/>
          </w:tcPr>
          <w:p w14:paraId="552A0F78" w14:textId="77777777" w:rsidR="00E8179F" w:rsidRDefault="00E8179F" w:rsidP="00BE1EC4"/>
        </w:tc>
        <w:tc>
          <w:tcPr>
            <w:tcW w:w="2268" w:type="dxa"/>
          </w:tcPr>
          <w:p w14:paraId="49A05FF6" w14:textId="77777777" w:rsidR="00E8179F" w:rsidRDefault="00E8179F" w:rsidP="00BE1EC4"/>
        </w:tc>
      </w:tr>
      <w:tr w:rsidR="00E8179F" w14:paraId="0102AF3E" w14:textId="77777777" w:rsidTr="00E8179F">
        <w:trPr>
          <w:trHeight w:hRule="exact" w:val="907"/>
        </w:trPr>
        <w:tc>
          <w:tcPr>
            <w:tcW w:w="959" w:type="dxa"/>
          </w:tcPr>
          <w:p w14:paraId="725640B1" w14:textId="77777777" w:rsidR="00E8179F" w:rsidRDefault="00E8179F" w:rsidP="00BE1EC4"/>
        </w:tc>
        <w:tc>
          <w:tcPr>
            <w:tcW w:w="4678" w:type="dxa"/>
          </w:tcPr>
          <w:p w14:paraId="71FCBD6F" w14:textId="77777777" w:rsidR="00E8179F" w:rsidRDefault="00E8179F" w:rsidP="00BE1EC4"/>
        </w:tc>
        <w:tc>
          <w:tcPr>
            <w:tcW w:w="2126" w:type="dxa"/>
          </w:tcPr>
          <w:p w14:paraId="07FC4456" w14:textId="77777777" w:rsidR="00E8179F" w:rsidRDefault="00E8179F" w:rsidP="00BE1EC4"/>
        </w:tc>
        <w:tc>
          <w:tcPr>
            <w:tcW w:w="2268" w:type="dxa"/>
          </w:tcPr>
          <w:p w14:paraId="73D65834" w14:textId="77777777" w:rsidR="00E8179F" w:rsidRDefault="00E8179F" w:rsidP="00BE1EC4"/>
        </w:tc>
      </w:tr>
      <w:tr w:rsidR="00E8179F" w14:paraId="09FBE808" w14:textId="77777777" w:rsidTr="00E8179F">
        <w:trPr>
          <w:trHeight w:hRule="exact" w:val="907"/>
        </w:trPr>
        <w:tc>
          <w:tcPr>
            <w:tcW w:w="959" w:type="dxa"/>
          </w:tcPr>
          <w:p w14:paraId="5F0983CF" w14:textId="77777777" w:rsidR="00E8179F" w:rsidRDefault="00E8179F" w:rsidP="00BE1EC4"/>
        </w:tc>
        <w:tc>
          <w:tcPr>
            <w:tcW w:w="4678" w:type="dxa"/>
          </w:tcPr>
          <w:p w14:paraId="0B129570" w14:textId="77777777" w:rsidR="00E8179F" w:rsidRDefault="00E8179F" w:rsidP="00BE1EC4"/>
        </w:tc>
        <w:tc>
          <w:tcPr>
            <w:tcW w:w="2126" w:type="dxa"/>
          </w:tcPr>
          <w:p w14:paraId="62FBA494" w14:textId="77777777" w:rsidR="00E8179F" w:rsidRDefault="00E8179F" w:rsidP="00BE1EC4"/>
        </w:tc>
        <w:tc>
          <w:tcPr>
            <w:tcW w:w="2268" w:type="dxa"/>
          </w:tcPr>
          <w:p w14:paraId="6AE5B920" w14:textId="77777777" w:rsidR="00E8179F" w:rsidRDefault="00E8179F" w:rsidP="00BE1EC4"/>
        </w:tc>
      </w:tr>
      <w:tr w:rsidR="00E8179F" w14:paraId="7423E73C" w14:textId="77777777" w:rsidTr="00E8179F">
        <w:trPr>
          <w:trHeight w:hRule="exact" w:val="907"/>
        </w:trPr>
        <w:tc>
          <w:tcPr>
            <w:tcW w:w="959" w:type="dxa"/>
          </w:tcPr>
          <w:p w14:paraId="2001217F" w14:textId="77777777" w:rsidR="00E8179F" w:rsidRDefault="00E8179F" w:rsidP="00BE1EC4"/>
        </w:tc>
        <w:tc>
          <w:tcPr>
            <w:tcW w:w="4678" w:type="dxa"/>
          </w:tcPr>
          <w:p w14:paraId="666ECD84" w14:textId="77777777" w:rsidR="00E8179F" w:rsidRDefault="00E8179F" w:rsidP="00BE1EC4"/>
        </w:tc>
        <w:tc>
          <w:tcPr>
            <w:tcW w:w="2126" w:type="dxa"/>
          </w:tcPr>
          <w:p w14:paraId="43CF2CA0" w14:textId="77777777" w:rsidR="00E8179F" w:rsidRDefault="00E8179F" w:rsidP="00BE1EC4"/>
        </w:tc>
        <w:tc>
          <w:tcPr>
            <w:tcW w:w="2268" w:type="dxa"/>
          </w:tcPr>
          <w:p w14:paraId="7DEFD0A3" w14:textId="77777777" w:rsidR="00E8179F" w:rsidRDefault="00E8179F" w:rsidP="00BE1EC4"/>
        </w:tc>
      </w:tr>
      <w:tr w:rsidR="00E8179F" w14:paraId="0E31F055" w14:textId="77777777" w:rsidTr="00E8179F">
        <w:trPr>
          <w:trHeight w:hRule="exact" w:val="907"/>
        </w:trPr>
        <w:tc>
          <w:tcPr>
            <w:tcW w:w="959" w:type="dxa"/>
          </w:tcPr>
          <w:p w14:paraId="206AE9E7" w14:textId="77777777" w:rsidR="00E8179F" w:rsidRDefault="00E8179F" w:rsidP="00BE1EC4"/>
        </w:tc>
        <w:tc>
          <w:tcPr>
            <w:tcW w:w="4678" w:type="dxa"/>
          </w:tcPr>
          <w:p w14:paraId="409BF532" w14:textId="77777777" w:rsidR="00E8179F" w:rsidRDefault="00E8179F" w:rsidP="00BE1EC4"/>
        </w:tc>
        <w:tc>
          <w:tcPr>
            <w:tcW w:w="2126" w:type="dxa"/>
          </w:tcPr>
          <w:p w14:paraId="3A1A546F" w14:textId="77777777" w:rsidR="00E8179F" w:rsidRDefault="00E8179F" w:rsidP="00BE1EC4"/>
        </w:tc>
        <w:tc>
          <w:tcPr>
            <w:tcW w:w="2268" w:type="dxa"/>
          </w:tcPr>
          <w:p w14:paraId="1F25F4ED" w14:textId="77777777" w:rsidR="00E8179F" w:rsidRDefault="00E8179F" w:rsidP="00BE1EC4"/>
        </w:tc>
      </w:tr>
      <w:tr w:rsidR="00E8179F" w14:paraId="0654952F" w14:textId="77777777" w:rsidTr="00E8179F">
        <w:trPr>
          <w:trHeight w:hRule="exact" w:val="907"/>
        </w:trPr>
        <w:tc>
          <w:tcPr>
            <w:tcW w:w="959" w:type="dxa"/>
          </w:tcPr>
          <w:p w14:paraId="2CDDA441" w14:textId="77777777" w:rsidR="00E8179F" w:rsidRDefault="00E8179F" w:rsidP="00BE1EC4"/>
        </w:tc>
        <w:tc>
          <w:tcPr>
            <w:tcW w:w="4678" w:type="dxa"/>
          </w:tcPr>
          <w:p w14:paraId="4DF30E01" w14:textId="77777777" w:rsidR="00E8179F" w:rsidRDefault="00E8179F" w:rsidP="00BE1EC4"/>
        </w:tc>
        <w:tc>
          <w:tcPr>
            <w:tcW w:w="2126" w:type="dxa"/>
          </w:tcPr>
          <w:p w14:paraId="006D25A4" w14:textId="77777777" w:rsidR="00E8179F" w:rsidRDefault="00E8179F" w:rsidP="00BE1EC4"/>
        </w:tc>
        <w:tc>
          <w:tcPr>
            <w:tcW w:w="2268" w:type="dxa"/>
          </w:tcPr>
          <w:p w14:paraId="7649BFEB" w14:textId="77777777" w:rsidR="00E8179F" w:rsidRDefault="00E8179F" w:rsidP="00BE1EC4"/>
        </w:tc>
      </w:tr>
    </w:tbl>
    <w:p w14:paraId="75EBDFFF" w14:textId="77777777" w:rsidR="00EE3A7A" w:rsidRPr="008F2259" w:rsidRDefault="00E8179F" w:rsidP="005F4F55">
      <w:pPr>
        <w:pStyle w:val="QMStandart"/>
        <w:rPr>
          <w:sz w:val="18"/>
          <w:szCs w:val="18"/>
        </w:rPr>
      </w:pPr>
      <w:r w:rsidRPr="008F2259">
        <w:rPr>
          <w:sz w:val="18"/>
          <w:szCs w:val="18"/>
        </w:rPr>
        <w:t xml:space="preserve">* Für alle Proben die ohne Entnahmeprotokolle </w:t>
      </w:r>
      <w:r w:rsidR="008F2259">
        <w:rPr>
          <w:sz w:val="18"/>
          <w:szCs w:val="18"/>
        </w:rPr>
        <w:t>oder</w:t>
      </w:r>
      <w:r w:rsidRPr="008F2259">
        <w:rPr>
          <w:sz w:val="18"/>
          <w:szCs w:val="18"/>
        </w:rPr>
        <w:t xml:space="preserve"> sonstige Übersichten eingehen</w:t>
      </w:r>
    </w:p>
    <w:sectPr w:rsidR="00EE3A7A" w:rsidRPr="008F2259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0BFAE" w14:textId="77777777" w:rsidR="00EB7F52" w:rsidRDefault="00EB7F52" w:rsidP="00B32714">
      <w:r>
        <w:separator/>
      </w:r>
    </w:p>
    <w:p w14:paraId="5C96555E" w14:textId="77777777" w:rsidR="00EB7F52" w:rsidRDefault="00EB7F52" w:rsidP="00B32714"/>
    <w:p w14:paraId="0E55EB37" w14:textId="77777777" w:rsidR="00EB7F52" w:rsidRDefault="00EB7F52" w:rsidP="00B32714"/>
  </w:endnote>
  <w:endnote w:type="continuationSeparator" w:id="0">
    <w:p w14:paraId="14883241" w14:textId="77777777" w:rsidR="00EB7F52" w:rsidRDefault="00EB7F52" w:rsidP="00B32714">
      <w:r>
        <w:continuationSeparator/>
      </w:r>
    </w:p>
    <w:p w14:paraId="47FC9F82" w14:textId="77777777" w:rsidR="00EB7F52" w:rsidRDefault="00EB7F52" w:rsidP="00B32714"/>
    <w:p w14:paraId="41802B66" w14:textId="77777777" w:rsidR="00EB7F52" w:rsidRDefault="00EB7F52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D83C0" w14:textId="77777777" w:rsidR="00742652" w:rsidRPr="005F4F55" w:rsidRDefault="009D1242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5BAA129" wp14:editId="03C5576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DB01DD">
      <w:ptab w:relativeTo="margin" w:alignment="left" w:leader="none"/>
    </w:r>
    <w:r w:rsidR="00E63B61">
      <w:fldChar w:fldCharType="begin"/>
    </w:r>
    <w:r w:rsidR="00E63B61">
      <w:instrText xml:space="preserve"> FILENAME  \* Lower  \* MERGEFORMAT </w:instrText>
    </w:r>
    <w:r w:rsidR="00E63B61">
      <w:fldChar w:fldCharType="separate"/>
    </w:r>
    <w:r w:rsidR="00BB4729">
      <w:rPr>
        <w:noProof/>
      </w:rPr>
      <w:t>fb-probeneingang-00</w:t>
    </w:r>
    <w:r w:rsidR="00E63B61">
      <w:rPr>
        <w:noProof/>
      </w:rPr>
      <w:fldChar w:fldCharType="end"/>
    </w:r>
    <w:r w:rsidR="004C59DB" w:rsidRPr="00DB01DD">
      <w:ptab w:relativeTo="margin" w:alignment="center" w:leader="none"/>
    </w:r>
    <w:r w:rsidR="004C59DB" w:rsidRPr="00DB01DD">
      <w:ptab w:relativeTo="margin" w:alignment="right" w:leader="none"/>
    </w:r>
    <w:r w:rsidR="00F7102D" w:rsidRPr="0014748D">
      <w:fldChar w:fldCharType="begin"/>
    </w:r>
    <w:r w:rsidR="00DB01DD" w:rsidRPr="0014748D">
      <w:instrText xml:space="preserve"> PAGE   \* MERGEFORMAT </w:instrText>
    </w:r>
    <w:r w:rsidR="00F7102D" w:rsidRPr="0014748D">
      <w:fldChar w:fldCharType="separate"/>
    </w:r>
    <w:r w:rsidR="00E63B61">
      <w:rPr>
        <w:noProof/>
      </w:rPr>
      <w:t>1</w:t>
    </w:r>
    <w:r w:rsidR="00F7102D" w:rsidRPr="0014748D">
      <w:fldChar w:fldCharType="end"/>
    </w:r>
    <w:r w:rsidR="00DB01DD" w:rsidRPr="0014748D">
      <w:t xml:space="preserve"> von </w:t>
    </w:r>
    <w:r w:rsidR="00E63B61">
      <w:fldChar w:fldCharType="begin"/>
    </w:r>
    <w:r w:rsidR="00E63B61">
      <w:instrText xml:space="preserve"> NUMPAGES   \* MERGEFORMAT </w:instrText>
    </w:r>
    <w:r w:rsidR="00E63B61">
      <w:fldChar w:fldCharType="separate"/>
    </w:r>
    <w:r w:rsidR="00E63B61">
      <w:rPr>
        <w:noProof/>
      </w:rPr>
      <w:t>1</w:t>
    </w:r>
    <w:r w:rsidR="00E63B6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D351E" w14:textId="77777777" w:rsidR="00EB7F52" w:rsidRDefault="00EB7F52" w:rsidP="00B32714">
      <w:r>
        <w:separator/>
      </w:r>
    </w:p>
    <w:p w14:paraId="30EBA6ED" w14:textId="77777777" w:rsidR="00EB7F52" w:rsidRDefault="00EB7F52" w:rsidP="00B32714"/>
    <w:p w14:paraId="5B6FA2A5" w14:textId="77777777" w:rsidR="00EB7F52" w:rsidRDefault="00EB7F52" w:rsidP="00B32714"/>
  </w:footnote>
  <w:footnote w:type="continuationSeparator" w:id="0">
    <w:p w14:paraId="206771DF" w14:textId="77777777" w:rsidR="00EB7F52" w:rsidRDefault="00EB7F52" w:rsidP="00B32714">
      <w:r>
        <w:continuationSeparator/>
      </w:r>
    </w:p>
    <w:p w14:paraId="3B883E25" w14:textId="77777777" w:rsidR="00EB7F52" w:rsidRDefault="00EB7F52" w:rsidP="00B32714"/>
    <w:p w14:paraId="74C4EBE1" w14:textId="77777777" w:rsidR="00EB7F52" w:rsidRDefault="00EB7F52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1B703" w14:textId="77777777" w:rsidR="00254C1D" w:rsidRPr="002251D7" w:rsidRDefault="00F7102D" w:rsidP="002251D7">
    <w:pPr>
      <w:pStyle w:val="Fuzeile"/>
    </w:pPr>
    <w:r>
      <w:fldChar w:fldCharType="begin"/>
    </w:r>
    <w:r w:rsidR="00A53140">
      <w:instrText xml:space="preserve"> PAGE   \* MERGEFORMAT </w:instrText>
    </w:r>
    <w:r>
      <w:fldChar w:fldCharType="separate"/>
    </w:r>
    <w:r w:rsidR="00B64B53">
      <w:rPr>
        <w:noProof/>
      </w:rPr>
      <w:t>2</w:t>
    </w:r>
    <w:r>
      <w:rPr>
        <w:noProof/>
      </w:rPr>
      <w:fldChar w:fldCharType="end"/>
    </w:r>
    <w:r w:rsidR="006011E3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71281D5D" wp14:editId="2AFB794A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D1242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68D325" wp14:editId="2C78DBF4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Wmcpg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2B8A5" w14:textId="77777777" w:rsidR="00563B4C" w:rsidRPr="00B14D45" w:rsidRDefault="00B14D45" w:rsidP="00C6471D">
    <w:pPr>
      <w:pStyle w:val="QMberschrift1Kopf"/>
      <w:rPr>
        <w:color w:val="4F81BD" w:themeColor="accent1"/>
      </w:rPr>
    </w:pPr>
    <w:r w:rsidRPr="00B14D45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339AEB3F" wp14:editId="593F8DED">
          <wp:simplePos x="0" y="0"/>
          <wp:positionH relativeFrom="column">
            <wp:posOffset>5099050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4C" w:rsidRPr="00B14D45">
      <w:rPr>
        <w:color w:val="4F81BD" w:themeColor="accent1"/>
      </w:rPr>
      <w:t>Formblatt</w:t>
    </w:r>
  </w:p>
  <w:p w14:paraId="2482907F" w14:textId="77777777" w:rsidR="004D3BE8" w:rsidRPr="00C6471D" w:rsidRDefault="004D3BE8" w:rsidP="00C6471D">
    <w:pPr>
      <w:pStyle w:val="QMberschrift2Kopf"/>
    </w:pPr>
    <w:r>
      <w:t>Protokoll zur Dokumentation des Probeneingangs</w:t>
    </w:r>
    <w:r w:rsidR="00E8179F">
      <w:t>*</w:t>
    </w:r>
  </w:p>
  <w:p w14:paraId="3FEE2A09" w14:textId="77777777" w:rsidR="00254C1D" w:rsidRPr="005A71DC" w:rsidRDefault="005A71DC" w:rsidP="0014748D">
    <w:pPr>
      <w:pStyle w:val="QMAblufeFu"/>
    </w:pPr>
    <w:r w:rsidRPr="00355499">
      <w:t>FB</w:t>
    </w:r>
    <w:r w:rsidR="004D3BE8">
      <w:t>_Probeneingang</w:t>
    </w:r>
    <w:r w:rsidR="0076142D" w:rsidRPr="00355499">
      <w:t>-00</w:t>
    </w:r>
    <w:r w:rsidR="00254C1D" w:rsidRPr="005A71DC">
      <w:tab/>
    </w:r>
    <w:r w:rsidR="009D1242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634A638" wp14:editId="5CD9AC7A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BPT9/k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16"/>
  </w:num>
  <w:num w:numId="7">
    <w:abstractNumId w:val="10"/>
  </w:num>
  <w:num w:numId="8">
    <w:abstractNumId w:val="3"/>
  </w:num>
  <w:num w:numId="9">
    <w:abstractNumId w:val="14"/>
  </w:num>
  <w:num w:numId="10">
    <w:abstractNumId w:val="19"/>
  </w:num>
  <w:num w:numId="11">
    <w:abstractNumId w:val="1"/>
  </w:num>
  <w:num w:numId="12">
    <w:abstractNumId w:val="18"/>
  </w:num>
  <w:num w:numId="13">
    <w:abstractNumId w:val="15"/>
  </w:num>
  <w:num w:numId="14">
    <w:abstractNumId w:val="9"/>
  </w:num>
  <w:num w:numId="15">
    <w:abstractNumId w:val="17"/>
  </w:num>
  <w:num w:numId="16">
    <w:abstractNumId w:val="0"/>
  </w:num>
  <w:num w:numId="17">
    <w:abstractNumId w:val="6"/>
  </w:num>
  <w:num w:numId="18">
    <w:abstractNumId w:val="13"/>
  </w:num>
  <w:num w:numId="19">
    <w:abstractNumId w:val="11"/>
  </w:num>
  <w:num w:numId="20">
    <w:abstractNumId w:val="12"/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A89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999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551"/>
    <w:rsid w:val="001E275D"/>
    <w:rsid w:val="001E3C2E"/>
    <w:rsid w:val="001E522B"/>
    <w:rsid w:val="001F4B80"/>
    <w:rsid w:val="0020012E"/>
    <w:rsid w:val="002019BC"/>
    <w:rsid w:val="00201BCC"/>
    <w:rsid w:val="002138B5"/>
    <w:rsid w:val="002139C9"/>
    <w:rsid w:val="00217097"/>
    <w:rsid w:val="002177D0"/>
    <w:rsid w:val="002179FB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76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640D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075D9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3BE8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0846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1920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0A89"/>
    <w:rsid w:val="008E344B"/>
    <w:rsid w:val="008E7CEC"/>
    <w:rsid w:val="008F2259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45713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242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7B70"/>
    <w:rsid w:val="00B00FB4"/>
    <w:rsid w:val="00B013E3"/>
    <w:rsid w:val="00B0410F"/>
    <w:rsid w:val="00B05EED"/>
    <w:rsid w:val="00B06018"/>
    <w:rsid w:val="00B0759D"/>
    <w:rsid w:val="00B1038F"/>
    <w:rsid w:val="00B10B11"/>
    <w:rsid w:val="00B12CAB"/>
    <w:rsid w:val="00B14D45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4729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02A3"/>
    <w:rsid w:val="00CD0AE4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3B61"/>
    <w:rsid w:val="00E6400A"/>
    <w:rsid w:val="00E7239C"/>
    <w:rsid w:val="00E80C55"/>
    <w:rsid w:val="00E8179F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B7F52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3CE0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02D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2A19E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3BE8"/>
    <w:rPr>
      <w:rFonts w:ascii="Arial" w:eastAsia="SimSun" w:hAnsi="Arial"/>
      <w:sz w:val="22"/>
      <w:szCs w:val="24"/>
      <w:lang w:eastAsia="zh-CN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eastAsia="Times New Roman" w:hAnsi="Strayhorn MT Regular"/>
      <w:b/>
      <w:bCs/>
      <w:color w:val="404040"/>
      <w:spacing w:val="5"/>
      <w:sz w:val="19"/>
      <w:szCs w:val="26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eastAsia="Times New Roman" w:hAnsi="Strayhorn MT Regular"/>
      <w:b/>
      <w:bCs/>
      <w:i/>
      <w:color w:val="404040"/>
      <w:spacing w:val="5"/>
      <w:sz w:val="19"/>
      <w:szCs w:val="28"/>
      <w:lang w:eastAsia="en-US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eastAsia="Times New Roman" w:hAnsi="Strayhorn MT Regular"/>
      <w:b/>
      <w:bCs/>
      <w:iCs/>
      <w:color w:val="404040"/>
      <w:spacing w:val="5"/>
      <w:sz w:val="19"/>
      <w:szCs w:val="20"/>
      <w:lang w:eastAsia="en-US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eastAsia="Times New Roman" w:hAnsi="Cambria"/>
      <w:color w:val="404040"/>
      <w:spacing w:val="5"/>
      <w:sz w:val="24"/>
      <w:lang w:eastAsia="en-US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eastAsia="Times New Roman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hAnsi="Strayhorn MT Regular"/>
      <w:bCs/>
      <w:i/>
      <w:color w:val="404040"/>
      <w:spacing w:val="5"/>
      <w:sz w:val="14"/>
      <w:szCs w:val="14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eastAsia="Times New Roman" w:hAnsi="Calibri"/>
      <w:color w:val="404040"/>
      <w:spacing w:val="5"/>
      <w:sz w:val="19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  <w:lang w:eastAsia="en-US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  <w:szCs w:val="20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  <w:szCs w:val="20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eastAsia="Times New Roman" w:hAnsi="Strayhorn MT Regular"/>
      <w:b/>
      <w:color w:val="404040"/>
      <w:spacing w:val="5"/>
      <w:sz w:val="19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  <w:szCs w:val="20"/>
      <w:lang w:eastAsia="en-US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eastAsia="Times New Roman" w:cs="Arial"/>
      <w:sz w:val="20"/>
      <w:szCs w:val="20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  <w:sz w:val="20"/>
      <w:szCs w:val="20"/>
      <w:lang w:eastAsia="en-US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3BE8"/>
    <w:rPr>
      <w:rFonts w:ascii="Arial" w:eastAsia="SimSun" w:hAnsi="Arial"/>
      <w:sz w:val="22"/>
      <w:szCs w:val="24"/>
      <w:lang w:eastAsia="zh-CN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rFonts w:ascii="Strayhorn MT Regular" w:eastAsia="Calibri" w:hAnsi="Strayhorn MT Regular"/>
      <w:color w:val="404040"/>
      <w:spacing w:val="5"/>
      <w:sz w:val="36"/>
      <w:szCs w:val="36"/>
      <w:lang w:val="en-US" w:eastAsia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 w:line="280" w:lineRule="exact"/>
      <w:ind w:left="1418" w:hanging="1418"/>
      <w:outlineLvl w:val="1"/>
    </w:pPr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 w:line="280" w:lineRule="exact"/>
      <w:outlineLvl w:val="2"/>
    </w:pPr>
    <w:rPr>
      <w:rFonts w:ascii="Strayhorn MT Regular" w:eastAsia="Times New Roman" w:hAnsi="Strayhorn MT Regular"/>
      <w:b/>
      <w:bCs/>
      <w:color w:val="404040"/>
      <w:spacing w:val="5"/>
      <w:sz w:val="19"/>
      <w:szCs w:val="26"/>
      <w:lang w:eastAsia="en-US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 w:line="280" w:lineRule="exact"/>
      <w:outlineLvl w:val="3"/>
    </w:pPr>
    <w:rPr>
      <w:rFonts w:ascii="Strayhorn MT Regular" w:eastAsia="Times New Roman" w:hAnsi="Strayhorn MT Regular"/>
      <w:b/>
      <w:bCs/>
      <w:i/>
      <w:color w:val="404040"/>
      <w:spacing w:val="5"/>
      <w:sz w:val="19"/>
      <w:szCs w:val="28"/>
      <w:lang w:eastAsia="en-US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 w:line="280" w:lineRule="exact"/>
      <w:outlineLvl w:val="4"/>
    </w:pPr>
    <w:rPr>
      <w:rFonts w:ascii="Strayhorn MT Regular" w:eastAsia="Times New Roman" w:hAnsi="Strayhorn MT Regular"/>
      <w:b/>
      <w:bCs/>
      <w:iCs/>
      <w:color w:val="404040"/>
      <w:spacing w:val="5"/>
      <w:sz w:val="19"/>
      <w:szCs w:val="20"/>
      <w:lang w:eastAsia="en-US"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spacing w:line="280" w:lineRule="exact"/>
      <w:ind w:left="227" w:hanging="227"/>
      <w:contextualSpacing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 w:line="280" w:lineRule="exact"/>
      <w:jc w:val="center"/>
      <w:outlineLvl w:val="1"/>
    </w:pPr>
    <w:rPr>
      <w:rFonts w:ascii="Cambria" w:eastAsia="Times New Roman" w:hAnsi="Cambria"/>
      <w:color w:val="404040"/>
      <w:spacing w:val="5"/>
      <w:sz w:val="24"/>
      <w:lang w:eastAsia="en-US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ascii="Strayhorn MT Regular" w:eastAsia="Times New Roman" w:hAnsi="Strayhorn MT Regular"/>
      <w:color w:val="00A0AA"/>
      <w:spacing w:val="5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ascii="Strayhorn MT Regular" w:hAnsi="Strayhorn MT Regular"/>
      <w:bCs/>
      <w:i/>
      <w:color w:val="404040"/>
      <w:spacing w:val="5"/>
      <w:sz w:val="14"/>
      <w:szCs w:val="14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rPr>
      <w:rFonts w:ascii="Calibri" w:eastAsia="Times New Roman" w:hAnsi="Calibri"/>
      <w:color w:val="404040"/>
      <w:spacing w:val="5"/>
      <w:sz w:val="19"/>
      <w:szCs w:val="20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rPr>
      <w:rFonts w:ascii="Tahoma" w:eastAsia="Calibri" w:hAnsi="Tahoma" w:cs="Tahoma"/>
      <w:color w:val="404040"/>
      <w:spacing w:val="5"/>
      <w:sz w:val="16"/>
      <w:szCs w:val="16"/>
      <w:lang w:eastAsia="en-US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color w:val="404040"/>
      <w:spacing w:val="5"/>
      <w:sz w:val="24"/>
      <w:szCs w:val="20"/>
      <w:lang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rFonts w:ascii="Strayhorn MT Regular" w:eastAsia="Calibri" w:hAnsi="Strayhorn MT Regular"/>
      <w:b/>
      <w:color w:val="404040"/>
      <w:spacing w:val="5"/>
      <w:sz w:val="19"/>
      <w:szCs w:val="20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rFonts w:ascii="Strayhorn MT Regular" w:eastAsia="Calibri" w:hAnsi="Strayhorn MT Regular"/>
      <w:noProof/>
      <w:color w:val="00A0AA"/>
      <w:spacing w:val="5"/>
      <w:sz w:val="36"/>
      <w:szCs w:val="36"/>
      <w:lang w:eastAsia="en-US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  <w:pPr>
      <w:spacing w:line="280" w:lineRule="exact"/>
    </w:pPr>
    <w:rPr>
      <w:rFonts w:ascii="Strayhorn MT Regular" w:eastAsia="Calibri" w:hAnsi="Strayhorn MT Regular"/>
      <w:color w:val="404040"/>
      <w:spacing w:val="5"/>
      <w:sz w:val="19"/>
      <w:szCs w:val="20"/>
      <w:lang w:eastAsia="en-US"/>
    </w:rPr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ascii="Strayhorn MT Regular" w:eastAsia="Times New Roman" w:hAnsi="Strayhorn MT Regular"/>
      <w:color w:val="404040"/>
      <w:spacing w:val="5"/>
      <w:sz w:val="19"/>
      <w:szCs w:val="20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ascii="Strayhorn MT Regular" w:eastAsia="Times New Roman" w:hAnsi="Strayhorn MT Regular"/>
      <w:b/>
      <w:color w:val="404040"/>
      <w:spacing w:val="5"/>
      <w:sz w:val="19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9"/>
      <w:szCs w:val="20"/>
      <w:lang w:eastAsia="en-US"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280" w:lineRule="exact"/>
    </w:pPr>
    <w:rPr>
      <w:rFonts w:ascii="Strayhorn MT Regular" w:eastAsia="Calibri" w:hAnsi="Strayhorn MT Regular"/>
      <w:i/>
      <w:color w:val="404040"/>
      <w:spacing w:val="5"/>
      <w:sz w:val="16"/>
      <w:szCs w:val="20"/>
      <w:lang w:eastAsia="en-US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rPr>
      <w:rFonts w:eastAsia="Times New Roman" w:cs="Arial"/>
      <w:sz w:val="20"/>
      <w:szCs w:val="20"/>
      <w:lang w:eastAsia="de-DE"/>
    </w:rPr>
  </w:style>
  <w:style w:type="paragraph" w:customStyle="1" w:styleId="QMStandart">
    <w:name w:val="QM Standart"/>
    <w:basedOn w:val="Standard"/>
    <w:qFormat/>
    <w:rsid w:val="004D4023"/>
    <w:pPr>
      <w:spacing w:line="280" w:lineRule="exact"/>
    </w:pPr>
    <w:rPr>
      <w:rFonts w:eastAsia="Calibri"/>
      <w:color w:val="000000" w:themeColor="text1"/>
      <w:spacing w:val="5"/>
      <w:sz w:val="20"/>
      <w:szCs w:val="20"/>
      <w:lang w:eastAsia="en-US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Documents\AquaLytis\QMS\QM-Vorgabedokumente\Freigabe\04%20FB\FB-Layout+hoch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8CA3-AF40-8B4D-A296-3B7E9C582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\Users\Ute\Documents\AquaLytis\QMS\QM-Vorgabedokumente\Freigabe\04 FB\FB-Layout+hoch-00.dotx</Template>
  <TotalTime>0</TotalTime>
  <Pages>1</Pages>
  <Words>54</Words>
  <Characters>354</Characters>
  <Application>Microsoft Macintosh Word</Application>
  <DocSecurity>0</DocSecurity>
  <Lines>22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396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Ariane</cp:lastModifiedBy>
  <cp:revision>4</cp:revision>
  <cp:lastPrinted>2011-05-03T07:02:00Z</cp:lastPrinted>
  <dcterms:created xsi:type="dcterms:W3CDTF">2015-12-01T15:39:00Z</dcterms:created>
  <dcterms:modified xsi:type="dcterms:W3CDTF">2016-12-14T09:52:00Z</dcterms:modified>
</cp:coreProperties>
</file>