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9870F" w14:textId="2B00A300" w:rsidR="00FF0AD2" w:rsidRDefault="00FF0AD2" w:rsidP="00FF0AD2">
      <w:pPr>
        <w:pStyle w:val="Beschriftung"/>
        <w:keepNext/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9072"/>
      </w:tblGrid>
      <w:tr w:rsidR="00FF0AD2" w:rsidRPr="00406B70" w14:paraId="0F1C4391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5C7EFF7D" w14:textId="61C63B32" w:rsidR="00FF0AD2" w:rsidRPr="00FF0AD2" w:rsidRDefault="00FF0AD2" w:rsidP="00FF0AD2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auto"/>
                <w:sz w:val="24"/>
                <w:szCs w:val="24"/>
              </w:rPr>
              <w:t>Projekt</w:t>
            </w:r>
          </w:p>
        </w:tc>
      </w:tr>
      <w:tr w:rsidR="00FF0AD2" w14:paraId="7C6FA377" w14:textId="77777777" w:rsidTr="00FF0AD2">
        <w:trPr>
          <w:trHeight w:val="634"/>
        </w:trPr>
        <w:tc>
          <w:tcPr>
            <w:tcW w:w="392" w:type="dxa"/>
          </w:tcPr>
          <w:p w14:paraId="4A58CD65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BCC6C9D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227780" w14:paraId="439C7F47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61DF03AA" w14:textId="77777777" w:rsidR="00FF0AD2" w:rsidRPr="00FF0AD2" w:rsidRDefault="00FF0AD2" w:rsidP="00FF0AD2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F0AD2">
              <w:rPr>
                <w:rFonts w:ascii="Arial" w:hAnsi="Arial" w:cs="Arial"/>
                <w:b/>
                <w:color w:val="auto"/>
                <w:sz w:val="24"/>
                <w:szCs w:val="24"/>
              </w:rPr>
              <w:t>Auftraggeber</w:t>
            </w:r>
          </w:p>
        </w:tc>
      </w:tr>
      <w:tr w:rsidR="00FF0AD2" w14:paraId="71E4508D" w14:textId="77777777" w:rsidTr="00CD6A15">
        <w:tc>
          <w:tcPr>
            <w:tcW w:w="392" w:type="dxa"/>
          </w:tcPr>
          <w:p w14:paraId="65CB9D8F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F685DD3" w14:textId="0CD9D2C5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227780" w14:paraId="2EB122E7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5EF31673" w14:textId="77777777" w:rsidR="00FF0AD2" w:rsidRPr="00FF0AD2" w:rsidRDefault="00FF0AD2" w:rsidP="00FF0AD2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F0AD2">
              <w:rPr>
                <w:rFonts w:ascii="Arial" w:hAnsi="Arial" w:cs="Arial"/>
                <w:b/>
                <w:color w:val="auto"/>
                <w:sz w:val="24"/>
                <w:szCs w:val="24"/>
              </w:rPr>
              <w:t>Beginn / Laufzeit</w:t>
            </w:r>
          </w:p>
        </w:tc>
      </w:tr>
      <w:tr w:rsidR="00FF0AD2" w14:paraId="4AFFF70D" w14:textId="77777777" w:rsidTr="00CD6A15">
        <w:tc>
          <w:tcPr>
            <w:tcW w:w="392" w:type="dxa"/>
          </w:tcPr>
          <w:p w14:paraId="5C94CBB0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5356FB9F" w14:textId="1B778EBC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227780" w14:paraId="46947731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58B583F7" w14:textId="77777777" w:rsidR="00FF0AD2" w:rsidRPr="00FF0AD2" w:rsidRDefault="00FF0AD2" w:rsidP="00FF0AD2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F0AD2">
              <w:rPr>
                <w:rFonts w:ascii="Arial" w:hAnsi="Arial" w:cs="Arial"/>
                <w:b/>
                <w:color w:val="auto"/>
                <w:sz w:val="24"/>
                <w:szCs w:val="24"/>
              </w:rPr>
              <w:t>Projektinhalte</w:t>
            </w:r>
          </w:p>
        </w:tc>
      </w:tr>
      <w:tr w:rsidR="00FF0AD2" w:rsidRPr="009759F3" w14:paraId="623E4FA3" w14:textId="77777777" w:rsidTr="00CD6A15">
        <w:tc>
          <w:tcPr>
            <w:tcW w:w="392" w:type="dxa"/>
          </w:tcPr>
          <w:p w14:paraId="48AD722F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6AB94FFB" w14:textId="0A071F99" w:rsidR="00FF0AD2" w:rsidRPr="00FF0AD2" w:rsidRDefault="00FF0AD2" w:rsidP="00FF0AD2">
            <w:pPr>
              <w:pStyle w:val="Listenabsatz"/>
              <w:numPr>
                <w:ilvl w:val="0"/>
                <w:numId w:val="0"/>
              </w:numPr>
              <w:ind w:left="36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227780" w14:paraId="14379EB3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0B81F8EF" w14:textId="77777777" w:rsidR="00FF0AD2" w:rsidRPr="00FF0AD2" w:rsidRDefault="00FF0AD2" w:rsidP="00FF0AD2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F0AD2">
              <w:rPr>
                <w:rFonts w:ascii="Arial" w:hAnsi="Arial" w:cs="Arial"/>
                <w:b/>
                <w:color w:val="auto"/>
                <w:sz w:val="24"/>
                <w:szCs w:val="24"/>
              </w:rPr>
              <w:t>Maßgeblich beteiligte Unternehmen, Fachleute</w:t>
            </w:r>
          </w:p>
        </w:tc>
      </w:tr>
      <w:tr w:rsidR="00FF0AD2" w14:paraId="46D8E0B5" w14:textId="77777777" w:rsidTr="00CD6A15">
        <w:tc>
          <w:tcPr>
            <w:tcW w:w="392" w:type="dxa"/>
          </w:tcPr>
          <w:p w14:paraId="34D00382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1BE914C" w14:textId="4E53DC6A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227780" w14:paraId="4646C261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09316044" w14:textId="77777777" w:rsidR="00FF0AD2" w:rsidRPr="00FF0AD2" w:rsidRDefault="00FF0AD2" w:rsidP="00FF0AD2">
            <w:pPr>
              <w:ind w:left="227" w:hanging="227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F0AD2">
              <w:rPr>
                <w:rFonts w:ascii="Arial" w:hAnsi="Arial" w:cs="Arial"/>
                <w:b/>
                <w:color w:val="auto"/>
                <w:sz w:val="24"/>
                <w:szCs w:val="24"/>
              </w:rPr>
              <w:t>Bearbeitungsstand</w:t>
            </w:r>
          </w:p>
        </w:tc>
      </w:tr>
      <w:tr w:rsidR="00FF0AD2" w:rsidRPr="00856B27" w14:paraId="209F15D7" w14:textId="77777777" w:rsidTr="00CD6A15">
        <w:tc>
          <w:tcPr>
            <w:tcW w:w="392" w:type="dxa"/>
          </w:tcPr>
          <w:p w14:paraId="239BED7D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46B4C966" w14:textId="77777777" w:rsidR="00FF0AD2" w:rsidRPr="00FF0AD2" w:rsidRDefault="00FF0AD2" w:rsidP="00FF0AD2">
            <w:pPr>
              <w:ind w:left="227" w:hanging="227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227780" w14:paraId="5FD04106" w14:textId="77777777" w:rsidTr="00CD6A15">
        <w:trPr>
          <w:trHeight w:val="397"/>
        </w:trPr>
        <w:tc>
          <w:tcPr>
            <w:tcW w:w="9464" w:type="dxa"/>
            <w:gridSpan w:val="2"/>
            <w:vAlign w:val="center"/>
          </w:tcPr>
          <w:p w14:paraId="12158D09" w14:textId="77777777" w:rsidR="00FF0AD2" w:rsidRPr="00FF0AD2" w:rsidRDefault="00FF0AD2" w:rsidP="00FF0AD2">
            <w:pPr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FF0AD2">
              <w:rPr>
                <w:rFonts w:ascii="Arial" w:hAnsi="Arial" w:cs="Arial"/>
                <w:b/>
                <w:color w:val="auto"/>
                <w:sz w:val="24"/>
                <w:szCs w:val="24"/>
              </w:rPr>
              <w:t>Ergebnisdokumentation</w:t>
            </w:r>
          </w:p>
        </w:tc>
      </w:tr>
      <w:tr w:rsidR="00FF0AD2" w14:paraId="03381877" w14:textId="77777777" w:rsidTr="00CD6A15">
        <w:tc>
          <w:tcPr>
            <w:tcW w:w="392" w:type="dxa"/>
          </w:tcPr>
          <w:p w14:paraId="535B6A35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0C61138F" w14:textId="47347ECE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</w:tr>
      <w:tr w:rsidR="00FF0AD2" w:rsidRPr="003F7EDF" w14:paraId="543B280F" w14:textId="77777777" w:rsidTr="00CD6A15">
        <w:tc>
          <w:tcPr>
            <w:tcW w:w="9464" w:type="dxa"/>
            <w:gridSpan w:val="2"/>
          </w:tcPr>
          <w:p w14:paraId="1A0F3399" w14:textId="7866EABA" w:rsidR="00FF0AD2" w:rsidRPr="00FF0AD2" w:rsidRDefault="00FF0AD2" w:rsidP="00FF0AD2">
            <w:pPr>
              <w:rPr>
                <w:rStyle w:val="KursivGrn"/>
                <w:rFonts w:ascii="Arial" w:hAnsi="Arial" w:cs="Arial"/>
                <w:b/>
                <w:i w:val="0"/>
                <w:color w:val="auto"/>
                <w:sz w:val="24"/>
                <w:szCs w:val="24"/>
              </w:rPr>
            </w:pPr>
            <w:r w:rsidRPr="00FF0AD2">
              <w:rPr>
                <w:rStyle w:val="KursivGrn"/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Highlights</w:t>
            </w:r>
            <w:r>
              <w:rPr>
                <w:rStyle w:val="KursivGrn"/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 xml:space="preserve"> </w:t>
            </w:r>
            <w:r w:rsidRPr="00FF0AD2">
              <w:rPr>
                <w:rStyle w:val="KursivGrn"/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/</w:t>
            </w:r>
            <w:r>
              <w:rPr>
                <w:rStyle w:val="KursivGrn"/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 xml:space="preserve"> </w:t>
            </w:r>
            <w:r w:rsidRPr="00FF0AD2">
              <w:rPr>
                <w:rStyle w:val="KursivGrn"/>
                <w:rFonts w:ascii="Arial" w:hAnsi="Arial" w:cs="Arial"/>
                <w:b/>
                <w:i w:val="0"/>
                <w:color w:val="auto"/>
                <w:sz w:val="24"/>
                <w:szCs w:val="24"/>
              </w:rPr>
              <w:t>Besondere Nachweise</w:t>
            </w:r>
          </w:p>
        </w:tc>
      </w:tr>
      <w:tr w:rsidR="00FF0AD2" w:rsidRPr="003F7EDF" w14:paraId="17A23A32" w14:textId="77777777" w:rsidTr="00CD6A15">
        <w:tc>
          <w:tcPr>
            <w:tcW w:w="392" w:type="dxa"/>
          </w:tcPr>
          <w:p w14:paraId="7C7CB01F" w14:textId="7777777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</w:rPr>
            </w:pPr>
          </w:p>
        </w:tc>
        <w:tc>
          <w:tcPr>
            <w:tcW w:w="9072" w:type="dxa"/>
          </w:tcPr>
          <w:p w14:paraId="296EB854" w14:textId="43F17337" w:rsidR="00FF0AD2" w:rsidRPr="00FF0AD2" w:rsidRDefault="00FF0AD2" w:rsidP="00FF0AD2">
            <w:pPr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</w:pPr>
          </w:p>
        </w:tc>
      </w:tr>
    </w:tbl>
    <w:p w14:paraId="44DCBAD6" w14:textId="77777777" w:rsidR="00FF0AD2" w:rsidRDefault="00FF0AD2" w:rsidP="00205714">
      <w:pPr>
        <w:rPr>
          <w:rFonts w:ascii="Arial" w:hAnsi="Arial" w:cs="Arial"/>
        </w:rPr>
      </w:pPr>
    </w:p>
    <w:p w14:paraId="78354627" w14:textId="77777777" w:rsidR="00EE3A7A" w:rsidRPr="0082506C" w:rsidRDefault="00EE3A7A" w:rsidP="005F4F55">
      <w:pPr>
        <w:pStyle w:val="QMStandart"/>
      </w:pPr>
      <w:bookmarkStart w:id="0" w:name="_GoBack"/>
      <w:bookmarkEnd w:id="0"/>
    </w:p>
    <w:sectPr w:rsidR="00EE3A7A" w:rsidRPr="0082506C" w:rsidSect="00EE0F4E">
      <w:headerReference w:type="even" r:id="rId9"/>
      <w:headerReference w:type="default" r:id="rId10"/>
      <w:footerReference w:type="default" r:id="rId11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96DEE" w14:textId="77777777" w:rsidR="00DA1165" w:rsidRDefault="00DA1165" w:rsidP="00B32714">
      <w:r>
        <w:separator/>
      </w:r>
    </w:p>
    <w:p w14:paraId="536B1D00" w14:textId="77777777" w:rsidR="00DA1165" w:rsidRDefault="00DA1165" w:rsidP="00B32714"/>
    <w:p w14:paraId="4F446529" w14:textId="77777777" w:rsidR="00DA1165" w:rsidRDefault="00DA1165" w:rsidP="00B32714"/>
  </w:endnote>
  <w:endnote w:type="continuationSeparator" w:id="0">
    <w:p w14:paraId="5B6EB54B" w14:textId="77777777" w:rsidR="00DA1165" w:rsidRDefault="00DA1165" w:rsidP="00B32714">
      <w:r>
        <w:continuationSeparator/>
      </w:r>
    </w:p>
    <w:p w14:paraId="412DD816" w14:textId="77777777" w:rsidR="00DA1165" w:rsidRDefault="00DA1165" w:rsidP="00B32714"/>
    <w:p w14:paraId="16C795AB" w14:textId="77777777" w:rsidR="00DA1165" w:rsidRDefault="00DA1165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22DB3" w14:textId="192F5E61" w:rsidR="008E23FE" w:rsidRPr="005F4F55" w:rsidRDefault="003B4699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313240B" wp14:editId="305A6DFF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8E23FE">
      <w:ptab w:relativeTo="margin" w:alignment="left" w:leader="none"/>
    </w:r>
    <w:fldSimple w:instr=" FILENAME  \* Lower  \* MERGEFORMAT ">
      <w:r w:rsidR="00FF0AD2">
        <w:rPr>
          <w:noProof/>
        </w:rPr>
        <w:t>fb-projektsteckbrief</w:t>
      </w:r>
      <w:r w:rsidR="00225727">
        <w:rPr>
          <w:noProof/>
        </w:rPr>
        <w:t>-00</w:t>
      </w:r>
    </w:fldSimple>
    <w:r w:rsidR="008E23FE" w:rsidRPr="00DB01DD">
      <w:ptab w:relativeTo="margin" w:alignment="center" w:leader="none"/>
    </w:r>
    <w:r w:rsidR="008E23FE" w:rsidRPr="00DB01DD">
      <w:ptab w:relativeTo="margin" w:alignment="right" w:leader="none"/>
    </w:r>
    <w:r w:rsidR="00DA1165">
      <w:fldChar w:fldCharType="begin"/>
    </w:r>
    <w:r w:rsidR="00DA1165">
      <w:instrText xml:space="preserve"> PAGE   \* MERGEFORMAT </w:instrText>
    </w:r>
    <w:r w:rsidR="00DA1165">
      <w:fldChar w:fldCharType="separate"/>
    </w:r>
    <w:r w:rsidR="004A06A6">
      <w:rPr>
        <w:noProof/>
      </w:rPr>
      <w:t>1</w:t>
    </w:r>
    <w:r w:rsidR="00DA1165">
      <w:rPr>
        <w:noProof/>
      </w:rPr>
      <w:fldChar w:fldCharType="end"/>
    </w:r>
    <w:r w:rsidR="008E23FE" w:rsidRPr="0014748D">
      <w:t xml:space="preserve"> von </w:t>
    </w:r>
    <w:fldSimple w:instr=" NUMPAGES   \* MERGEFORMAT ">
      <w:r w:rsidR="004A06A6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38BBD" w14:textId="77777777" w:rsidR="00DA1165" w:rsidRDefault="00DA1165" w:rsidP="00B32714">
      <w:r>
        <w:separator/>
      </w:r>
    </w:p>
    <w:p w14:paraId="45C495FF" w14:textId="77777777" w:rsidR="00DA1165" w:rsidRDefault="00DA1165" w:rsidP="00B32714"/>
    <w:p w14:paraId="21BB244A" w14:textId="77777777" w:rsidR="00DA1165" w:rsidRDefault="00DA1165" w:rsidP="00B32714"/>
  </w:footnote>
  <w:footnote w:type="continuationSeparator" w:id="0">
    <w:p w14:paraId="00F2AAE9" w14:textId="77777777" w:rsidR="00DA1165" w:rsidRDefault="00DA1165" w:rsidP="00B32714">
      <w:r>
        <w:continuationSeparator/>
      </w:r>
    </w:p>
    <w:p w14:paraId="78935F4B" w14:textId="77777777" w:rsidR="00DA1165" w:rsidRDefault="00DA1165" w:rsidP="00B32714"/>
    <w:p w14:paraId="48BBB85B" w14:textId="77777777" w:rsidR="00DA1165" w:rsidRDefault="00DA1165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5A408" w14:textId="77777777" w:rsidR="008E23FE" w:rsidRPr="002251D7" w:rsidRDefault="00DA1165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8E23FE">
      <w:rPr>
        <w:noProof/>
      </w:rPr>
      <w:t>2</w:t>
    </w:r>
    <w:r>
      <w:rPr>
        <w:noProof/>
      </w:rPr>
      <w:fldChar w:fldCharType="end"/>
    </w:r>
    <w:r w:rsidR="008E23FE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36BDA206" wp14:editId="23FD845E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B4699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CBC8DD" wp14:editId="57E5A166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14060" w14:textId="77777777" w:rsidR="008E23FE" w:rsidRPr="00FB044F" w:rsidRDefault="00FB044F" w:rsidP="00C6471D">
    <w:pPr>
      <w:pStyle w:val="QMberschrift1Kopf"/>
      <w:rPr>
        <w:color w:val="4F81BD" w:themeColor="accent1"/>
      </w:rPr>
    </w:pPr>
    <w:r w:rsidRPr="00FB044F">
      <w:rPr>
        <w:b w:val="0"/>
        <w:noProof/>
        <w:color w:val="4F81BD" w:themeColor="accent1"/>
      </w:rPr>
      <w:drawing>
        <wp:anchor distT="0" distB="0" distL="114300" distR="114300" simplePos="0" relativeHeight="251663360" behindDoc="1" locked="0" layoutInCell="1" allowOverlap="1" wp14:anchorId="1F6D9B1A" wp14:editId="4AE3EE24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23FE" w:rsidRPr="00FB044F">
      <w:rPr>
        <w:color w:val="4F81BD" w:themeColor="accent1"/>
      </w:rPr>
      <w:t>Formblatt</w:t>
    </w:r>
  </w:p>
  <w:p w14:paraId="17BF7AB2" w14:textId="4D502C73" w:rsidR="008E23FE" w:rsidRPr="00C6471D" w:rsidRDefault="00FF0AD2" w:rsidP="00C6471D">
    <w:pPr>
      <w:pStyle w:val="QMberschrift2Kopf"/>
    </w:pPr>
    <w:r>
      <w:t>Projektsteckbrief</w:t>
    </w:r>
  </w:p>
  <w:p w14:paraId="27D2ADA5" w14:textId="228DC3DE" w:rsidR="008E23FE" w:rsidRPr="005A71DC" w:rsidRDefault="008E23FE" w:rsidP="0014748D">
    <w:pPr>
      <w:pStyle w:val="QMAblufeFu"/>
    </w:pPr>
    <w:r w:rsidRPr="00355499">
      <w:t>FB-</w:t>
    </w:r>
    <w:r w:rsidR="00FF0AD2">
      <w:t>Projektsteckbrief</w:t>
    </w:r>
    <w:r w:rsidRPr="00355499">
      <w:t>-00</w:t>
    </w:r>
    <w:r w:rsidRPr="005A71DC">
      <w:tab/>
    </w:r>
    <w:r w:rsidR="003B4699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533AFAD" wp14:editId="4AE73618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767809"/>
    <w:multiLevelType w:val="hybridMultilevel"/>
    <w:tmpl w:val="D656633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7"/>
  </w:num>
  <w:num w:numId="7">
    <w:abstractNumId w:val="10"/>
  </w:num>
  <w:num w:numId="8">
    <w:abstractNumId w:val="3"/>
  </w:num>
  <w:num w:numId="9">
    <w:abstractNumId w:val="15"/>
  </w:num>
  <w:num w:numId="10">
    <w:abstractNumId w:val="20"/>
  </w:num>
  <w:num w:numId="11">
    <w:abstractNumId w:val="1"/>
  </w:num>
  <w:num w:numId="12">
    <w:abstractNumId w:val="19"/>
  </w:num>
  <w:num w:numId="13">
    <w:abstractNumId w:val="16"/>
  </w:num>
  <w:num w:numId="14">
    <w:abstractNumId w:val="9"/>
  </w:num>
  <w:num w:numId="15">
    <w:abstractNumId w:val="18"/>
  </w:num>
  <w:num w:numId="16">
    <w:abstractNumId w:val="0"/>
  </w:num>
  <w:num w:numId="17">
    <w:abstractNumId w:val="6"/>
  </w:num>
  <w:num w:numId="18">
    <w:abstractNumId w:val="14"/>
  </w:num>
  <w:num w:numId="19">
    <w:abstractNumId w:val="11"/>
  </w:num>
  <w:num w:numId="20">
    <w:abstractNumId w:val="12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FF"/>
    <w:rsid w:val="0000169A"/>
    <w:rsid w:val="00002CDB"/>
    <w:rsid w:val="000131BE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47C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A7973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3994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05714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727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02DB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B4699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2E6A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06A6"/>
    <w:rsid w:val="004A11A3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2CD5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072A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2C2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4C65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1471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475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23FE"/>
    <w:rsid w:val="008E344B"/>
    <w:rsid w:val="008E7CEC"/>
    <w:rsid w:val="008F261D"/>
    <w:rsid w:val="0090103F"/>
    <w:rsid w:val="00904691"/>
    <w:rsid w:val="0090561D"/>
    <w:rsid w:val="00913A89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D3CEA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420FF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002C"/>
    <w:rsid w:val="00B91ACC"/>
    <w:rsid w:val="00B926B8"/>
    <w:rsid w:val="00BA05AF"/>
    <w:rsid w:val="00BA2261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A65B8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1165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7239C"/>
    <w:rsid w:val="00E73D7F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0D6C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03A27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44F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0AD2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1DDABB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2">
    <w:name w:val="QM Tabellen Kopf 2"/>
    <w:basedOn w:val="QMStandart"/>
    <w:qFormat/>
    <w:rsid w:val="00205714"/>
    <w:pPr>
      <w:spacing w:before="60" w:line="240" w:lineRule="auto"/>
    </w:pPr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4295B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2">
    <w:name w:val="QM Tabellen Kopf 2"/>
    <w:basedOn w:val="QMStandart"/>
    <w:qFormat/>
    <w:rsid w:val="00205714"/>
    <w:pPr>
      <w:spacing w:before="60" w:line="240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\Documents\AquaLytis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50D20-1593-0144-8C1C-BC908D46E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\Users\Ute\Documents\AquaLytis\QMS\QM-Vorgabedokumente\Freigabe\04 FB\FB-Layout+hoch-00.dotx</Template>
  <TotalTime>0</TotalTime>
  <Pages>1</Pages>
  <Words>27</Words>
  <Characters>180</Characters>
  <Application>Microsoft Macintosh Word</Application>
  <DocSecurity>0</DocSecurity>
  <Lines>11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201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Ariane</cp:lastModifiedBy>
  <cp:revision>4</cp:revision>
  <cp:lastPrinted>2011-05-03T07:01:00Z</cp:lastPrinted>
  <dcterms:created xsi:type="dcterms:W3CDTF">2015-12-03T07:19:00Z</dcterms:created>
  <dcterms:modified xsi:type="dcterms:W3CDTF">2016-12-16T12:01:00Z</dcterms:modified>
</cp:coreProperties>
</file>