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CAB49" w14:textId="77777777" w:rsidR="00D93026" w:rsidRDefault="00D93026"/>
    <w:tbl>
      <w:tblPr>
        <w:tblStyle w:val="Tabellenraster"/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1937"/>
        <w:gridCol w:w="1938"/>
        <w:gridCol w:w="3119"/>
        <w:gridCol w:w="992"/>
      </w:tblGrid>
      <w:tr w:rsidR="006C0CA7" w14:paraId="29576AA4" w14:textId="77777777" w:rsidTr="006C0CA7">
        <w:tc>
          <w:tcPr>
            <w:tcW w:w="5812" w:type="dxa"/>
            <w:gridSpan w:val="3"/>
            <w:shd w:val="clear" w:color="auto" w:fill="D9D9D9" w:themeFill="background1" w:themeFillShade="D9"/>
            <w:vAlign w:val="center"/>
          </w:tcPr>
          <w:p w14:paraId="5B33FFB0" w14:textId="77777777" w:rsidR="006C0CA7" w:rsidRPr="00A650BB" w:rsidRDefault="006C0CA7" w:rsidP="006C0CA7">
            <w:pPr>
              <w:spacing w:before="60" w:after="60"/>
              <w:jc w:val="center"/>
              <w:rPr>
                <w:b/>
              </w:rPr>
            </w:pPr>
            <w:r w:rsidRPr="00A650BB">
              <w:rPr>
                <w:b/>
              </w:rPr>
              <w:t>Auftraggeber/</w:t>
            </w:r>
            <w:r>
              <w:rPr>
                <w:b/>
              </w:rPr>
              <w:t>Empfänger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</w:tcPr>
          <w:p w14:paraId="74E4D98D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  <w:r w:rsidRPr="00A650BB">
              <w:rPr>
                <w:b/>
              </w:rPr>
              <w:t>Projektbezeichnung</w:t>
            </w:r>
          </w:p>
          <w:p w14:paraId="0A7AF588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14:paraId="2A2A06E6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  <w:r w:rsidRPr="00A650BB">
              <w:rPr>
                <w:b/>
              </w:rPr>
              <w:t>Projekt Nr.</w:t>
            </w:r>
          </w:p>
        </w:tc>
      </w:tr>
      <w:tr w:rsidR="006C0CA7" w14:paraId="4AE59E53" w14:textId="77777777" w:rsidTr="006C0CA7">
        <w:tc>
          <w:tcPr>
            <w:tcW w:w="193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A2DB30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  <w:r w:rsidRPr="00A650BB">
              <w:rPr>
                <w:b/>
              </w:rPr>
              <w:t>Name</w:t>
            </w:r>
          </w:p>
        </w:tc>
        <w:tc>
          <w:tcPr>
            <w:tcW w:w="193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7BF9077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  <w:r w:rsidRPr="00A650BB">
              <w:rPr>
                <w:b/>
              </w:rPr>
              <w:t>Anschrift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15D868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  <w:r w:rsidRPr="00A650BB">
              <w:rPr>
                <w:b/>
              </w:rPr>
              <w:t>Ansprechpartner</w:t>
            </w: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1BE9F3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9EAAC6D" w14:textId="77777777" w:rsidR="006C0CA7" w:rsidRPr="00A650BB" w:rsidRDefault="006C0CA7" w:rsidP="006C0CA7">
            <w:pPr>
              <w:spacing w:before="60" w:after="60"/>
              <w:rPr>
                <w:b/>
              </w:rPr>
            </w:pPr>
          </w:p>
        </w:tc>
      </w:tr>
      <w:tr w:rsidR="006C0CA7" w14:paraId="069F6B49" w14:textId="77777777" w:rsidTr="006C0CA7">
        <w:tc>
          <w:tcPr>
            <w:tcW w:w="1937" w:type="dxa"/>
            <w:tcBorders>
              <w:top w:val="single" w:sz="4" w:space="0" w:color="auto"/>
              <w:bottom w:val="single" w:sz="12" w:space="0" w:color="auto"/>
            </w:tcBorders>
          </w:tcPr>
          <w:p w14:paraId="65F7BE60" w14:textId="77777777" w:rsidR="006C0CA7" w:rsidRDefault="006C0CA7" w:rsidP="006C0CA7">
            <w:pPr>
              <w:pStyle w:val="QMStandart"/>
              <w:rPr>
                <w:sz w:val="22"/>
                <w:szCs w:val="22"/>
              </w:rPr>
            </w:pPr>
          </w:p>
          <w:p w14:paraId="6C4F5C1D" w14:textId="77777777" w:rsidR="006C0CA7" w:rsidRDefault="006C0CA7" w:rsidP="006C0CA7">
            <w:pPr>
              <w:pStyle w:val="QMStandart"/>
              <w:rPr>
                <w:sz w:val="22"/>
                <w:szCs w:val="22"/>
              </w:rPr>
            </w:pPr>
          </w:p>
          <w:p w14:paraId="3B8DAC50" w14:textId="77777777" w:rsidR="006C0CA7" w:rsidRPr="000232DE" w:rsidRDefault="006C0CA7" w:rsidP="006C0CA7">
            <w:pPr>
              <w:pStyle w:val="QMStandart"/>
              <w:rPr>
                <w:sz w:val="22"/>
                <w:szCs w:val="22"/>
              </w:rPr>
            </w:pPr>
          </w:p>
        </w:tc>
        <w:tc>
          <w:tcPr>
            <w:tcW w:w="1937" w:type="dxa"/>
            <w:tcBorders>
              <w:top w:val="single" w:sz="4" w:space="0" w:color="auto"/>
              <w:bottom w:val="single" w:sz="12" w:space="0" w:color="auto"/>
            </w:tcBorders>
          </w:tcPr>
          <w:p w14:paraId="45184291" w14:textId="77777777" w:rsidR="006C0CA7" w:rsidRDefault="006C0CA7" w:rsidP="006C0CA7">
            <w:pPr>
              <w:spacing w:line="300" w:lineRule="exact"/>
              <w:jc w:val="center"/>
            </w:pPr>
          </w:p>
          <w:p w14:paraId="4EBE95C8" w14:textId="77777777" w:rsidR="006C0CA7" w:rsidRDefault="006C0CA7" w:rsidP="006C0CA7">
            <w:pPr>
              <w:spacing w:line="300" w:lineRule="exact"/>
              <w:jc w:val="center"/>
            </w:pPr>
          </w:p>
          <w:p w14:paraId="00850316" w14:textId="77777777" w:rsidR="006C0CA7" w:rsidRDefault="006C0CA7" w:rsidP="006C0CA7">
            <w:pPr>
              <w:spacing w:line="300" w:lineRule="exact"/>
              <w:jc w:val="center"/>
            </w:pPr>
          </w:p>
        </w:tc>
        <w:tc>
          <w:tcPr>
            <w:tcW w:w="1938" w:type="dxa"/>
            <w:tcBorders>
              <w:top w:val="single" w:sz="4" w:space="0" w:color="auto"/>
              <w:bottom w:val="single" w:sz="12" w:space="0" w:color="auto"/>
            </w:tcBorders>
          </w:tcPr>
          <w:p w14:paraId="09D405EA" w14:textId="77777777" w:rsidR="006C0CA7" w:rsidRDefault="006C0CA7" w:rsidP="006C0CA7">
            <w:pPr>
              <w:pStyle w:val="QMStandart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</w:tcPr>
          <w:p w14:paraId="25F387DA" w14:textId="77777777" w:rsidR="006C0CA7" w:rsidRDefault="006C0CA7" w:rsidP="006C0CA7">
            <w:pPr>
              <w:pStyle w:val="QMStandart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</w:tcPr>
          <w:p w14:paraId="0AAF6AC3" w14:textId="77777777" w:rsidR="006C0CA7" w:rsidRDefault="006C0CA7" w:rsidP="006C0CA7">
            <w:pPr>
              <w:pStyle w:val="QMStandart"/>
            </w:pPr>
          </w:p>
        </w:tc>
      </w:tr>
    </w:tbl>
    <w:p w14:paraId="2CE38056" w14:textId="77777777" w:rsidR="00D93026" w:rsidRDefault="00D93026"/>
    <w:p w14:paraId="2EBF36E7" w14:textId="77777777" w:rsidR="00D93026" w:rsidRDefault="00D93026"/>
    <w:tbl>
      <w:tblPr>
        <w:tblStyle w:val="Tabellenraster"/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812"/>
        <w:gridCol w:w="4111"/>
      </w:tblGrid>
      <w:tr w:rsidR="00F80FE0" w14:paraId="3E5787B5" w14:textId="77777777" w:rsidTr="00F80FE0">
        <w:tc>
          <w:tcPr>
            <w:tcW w:w="5812" w:type="dxa"/>
            <w:shd w:val="clear" w:color="auto" w:fill="D9D9D9" w:themeFill="background1" w:themeFillShade="D9"/>
          </w:tcPr>
          <w:p w14:paraId="78A9FAF8" w14:textId="77777777" w:rsidR="00F80FE0" w:rsidRDefault="00F80FE0" w:rsidP="00742870">
            <w:pPr>
              <w:pStyle w:val="QM"/>
              <w:rPr>
                <w:rFonts w:cs="Times New Roman"/>
                <w:b/>
                <w:bCs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Übergabe von</w:t>
            </w:r>
            <w:bookmarkStart w:id="0" w:name="_GoBack"/>
            <w:bookmarkEnd w:id="0"/>
            <w:r w:rsidR="008B1363" w:rsidRPr="008B1363">
              <w:rPr>
                <w:rFonts w:cs="Times New Roman"/>
                <w:b/>
                <w:bCs/>
                <w:lang w:eastAsia="en-US"/>
              </w:rPr>
              <w:t>:</w:t>
            </w:r>
          </w:p>
          <w:p w14:paraId="2C0DE362" w14:textId="77777777" w:rsidR="00F80FE0" w:rsidRDefault="00F80FE0" w:rsidP="00742870">
            <w:pPr>
              <w:jc w:val="center"/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14:paraId="2BD8FC65" w14:textId="77777777" w:rsidR="00F80FE0" w:rsidRDefault="00F80FE0" w:rsidP="00742870">
            <w:r w:rsidRPr="00820850">
              <w:rPr>
                <w:b/>
              </w:rPr>
              <w:t>Bemerkungen/offene Punkte</w:t>
            </w:r>
          </w:p>
        </w:tc>
      </w:tr>
      <w:tr w:rsidR="00F80FE0" w14:paraId="345DB407" w14:textId="77777777" w:rsidTr="00F80FE0">
        <w:trPr>
          <w:trHeight w:val="397"/>
        </w:trPr>
        <w:tc>
          <w:tcPr>
            <w:tcW w:w="5812" w:type="dxa"/>
          </w:tcPr>
          <w:p w14:paraId="3EFDFC80" w14:textId="77777777" w:rsidR="00F80FE0" w:rsidRDefault="00F80FE0"/>
        </w:tc>
        <w:tc>
          <w:tcPr>
            <w:tcW w:w="4111" w:type="dxa"/>
          </w:tcPr>
          <w:p w14:paraId="30CC9ADC" w14:textId="77777777" w:rsidR="00F80FE0" w:rsidRDefault="00F80FE0"/>
        </w:tc>
      </w:tr>
      <w:tr w:rsidR="00F80FE0" w14:paraId="66119BD3" w14:textId="77777777" w:rsidTr="00F80FE0">
        <w:trPr>
          <w:trHeight w:val="397"/>
        </w:trPr>
        <w:tc>
          <w:tcPr>
            <w:tcW w:w="5812" w:type="dxa"/>
          </w:tcPr>
          <w:p w14:paraId="09D03CAC" w14:textId="77777777" w:rsidR="00F80FE0" w:rsidRDefault="00F80FE0"/>
        </w:tc>
        <w:tc>
          <w:tcPr>
            <w:tcW w:w="4111" w:type="dxa"/>
          </w:tcPr>
          <w:p w14:paraId="14B45AF1" w14:textId="77777777" w:rsidR="00F80FE0" w:rsidRDefault="00F80FE0"/>
        </w:tc>
      </w:tr>
      <w:tr w:rsidR="00F80FE0" w14:paraId="1952F5DB" w14:textId="77777777" w:rsidTr="00F80FE0">
        <w:trPr>
          <w:trHeight w:val="397"/>
        </w:trPr>
        <w:tc>
          <w:tcPr>
            <w:tcW w:w="5812" w:type="dxa"/>
          </w:tcPr>
          <w:p w14:paraId="4C93EA68" w14:textId="77777777" w:rsidR="00F80FE0" w:rsidRDefault="00F80FE0"/>
        </w:tc>
        <w:tc>
          <w:tcPr>
            <w:tcW w:w="4111" w:type="dxa"/>
          </w:tcPr>
          <w:p w14:paraId="6194822D" w14:textId="77777777" w:rsidR="00F80FE0" w:rsidRDefault="00F80FE0"/>
        </w:tc>
      </w:tr>
      <w:tr w:rsidR="00F80FE0" w14:paraId="2875F70E" w14:textId="77777777" w:rsidTr="00F80FE0">
        <w:trPr>
          <w:trHeight w:val="397"/>
        </w:trPr>
        <w:tc>
          <w:tcPr>
            <w:tcW w:w="5812" w:type="dxa"/>
          </w:tcPr>
          <w:p w14:paraId="1EAE8F8D" w14:textId="77777777" w:rsidR="00F80FE0" w:rsidRDefault="00F80FE0"/>
        </w:tc>
        <w:tc>
          <w:tcPr>
            <w:tcW w:w="4111" w:type="dxa"/>
          </w:tcPr>
          <w:p w14:paraId="29C5E885" w14:textId="77777777" w:rsidR="00F80FE0" w:rsidRDefault="00F80FE0"/>
        </w:tc>
      </w:tr>
      <w:tr w:rsidR="00F80FE0" w14:paraId="3D35D875" w14:textId="77777777" w:rsidTr="00F80FE0">
        <w:trPr>
          <w:trHeight w:val="397"/>
        </w:trPr>
        <w:tc>
          <w:tcPr>
            <w:tcW w:w="5812" w:type="dxa"/>
          </w:tcPr>
          <w:p w14:paraId="5093AB87" w14:textId="77777777" w:rsidR="00F80FE0" w:rsidRDefault="00F80FE0"/>
        </w:tc>
        <w:tc>
          <w:tcPr>
            <w:tcW w:w="4111" w:type="dxa"/>
          </w:tcPr>
          <w:p w14:paraId="4C2832E8" w14:textId="77777777" w:rsidR="00F80FE0" w:rsidRDefault="00F80FE0"/>
        </w:tc>
      </w:tr>
      <w:tr w:rsidR="00F80FE0" w14:paraId="411BA869" w14:textId="77777777" w:rsidTr="00F80FE0">
        <w:trPr>
          <w:trHeight w:val="397"/>
        </w:trPr>
        <w:tc>
          <w:tcPr>
            <w:tcW w:w="5812" w:type="dxa"/>
          </w:tcPr>
          <w:p w14:paraId="55BDC2BD" w14:textId="77777777" w:rsidR="00F80FE0" w:rsidRDefault="00F80FE0"/>
        </w:tc>
        <w:tc>
          <w:tcPr>
            <w:tcW w:w="4111" w:type="dxa"/>
          </w:tcPr>
          <w:p w14:paraId="6BE4BC60" w14:textId="77777777" w:rsidR="00F80FE0" w:rsidRDefault="00F80FE0"/>
        </w:tc>
      </w:tr>
    </w:tbl>
    <w:p w14:paraId="5D188F99" w14:textId="77777777" w:rsidR="00742870" w:rsidRDefault="00742870"/>
    <w:p w14:paraId="1249B70D" w14:textId="77777777" w:rsidR="006C0CA7" w:rsidRDefault="006C0CA7"/>
    <w:p w14:paraId="310038BA" w14:textId="77777777" w:rsidR="006C0CA7" w:rsidRDefault="006C0CA7"/>
    <w:tbl>
      <w:tblPr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6538B7" w14:paraId="43D6A44B" w14:textId="77777777" w:rsidTr="00742870">
        <w:trPr>
          <w:cantSplit/>
        </w:trPr>
        <w:tc>
          <w:tcPr>
            <w:tcW w:w="9923" w:type="dxa"/>
          </w:tcPr>
          <w:p w14:paraId="708D0A97" w14:textId="77777777" w:rsidR="00D93026" w:rsidRPr="00A91099" w:rsidRDefault="00D93026" w:rsidP="00D93026">
            <w:pPr>
              <w:pStyle w:val="QM"/>
              <w:tabs>
                <w:tab w:val="left" w:pos="2160"/>
                <w:tab w:val="left" w:pos="3672"/>
                <w:tab w:val="left" w:pos="5103"/>
              </w:tabs>
              <w:ind w:right="-108"/>
              <w:rPr>
                <w:rFonts w:cs="Times New Roman"/>
                <w:b/>
                <w:lang w:eastAsia="en-US"/>
              </w:rPr>
            </w:pPr>
            <w:r>
              <w:rPr>
                <w:rFonts w:cs="Times New Roman"/>
                <w:b/>
                <w:bCs/>
                <w:lang w:eastAsia="en-US"/>
              </w:rPr>
              <w:t>Leistung</w:t>
            </w:r>
            <w:r w:rsidRPr="00A91099">
              <w:rPr>
                <w:rFonts w:cs="Times New Roman"/>
                <w:b/>
                <w:lang w:eastAsia="en-US"/>
              </w:rPr>
              <w:t xml:space="preserve"> übergeben:</w:t>
            </w:r>
          </w:p>
          <w:p w14:paraId="6DDC2695" w14:textId="77777777" w:rsidR="006538B7" w:rsidRDefault="006538B7" w:rsidP="00742870">
            <w:pPr>
              <w:pStyle w:val="QM"/>
              <w:tabs>
                <w:tab w:val="left" w:pos="2772"/>
                <w:tab w:val="left" w:pos="6192"/>
              </w:tabs>
              <w:ind w:right="-108"/>
              <w:rPr>
                <w:rFonts w:cs="Times New Roman"/>
                <w:b/>
                <w:bCs/>
                <w:lang w:eastAsia="en-US"/>
              </w:rPr>
            </w:pPr>
          </w:p>
          <w:p w14:paraId="31C11957" w14:textId="77777777" w:rsidR="006538B7" w:rsidRDefault="006538B7" w:rsidP="00CD4219">
            <w:pPr>
              <w:pStyle w:val="QM"/>
              <w:tabs>
                <w:tab w:val="left" w:pos="2772"/>
                <w:tab w:val="left" w:pos="6192"/>
              </w:tabs>
              <w:ind w:left="-74" w:right="-108"/>
              <w:rPr>
                <w:rFonts w:cs="Times New Roman"/>
                <w:b/>
                <w:bCs/>
                <w:lang w:eastAsia="en-US"/>
              </w:rPr>
            </w:pPr>
          </w:p>
          <w:p w14:paraId="57F5F825" w14:textId="77777777" w:rsidR="006538B7" w:rsidRDefault="006538B7" w:rsidP="00D93026">
            <w:pPr>
              <w:pStyle w:val="QM"/>
              <w:tabs>
                <w:tab w:val="left" w:pos="1872"/>
                <w:tab w:val="left" w:pos="3969"/>
                <w:tab w:val="left" w:pos="5103"/>
              </w:tabs>
              <w:ind w:left="34" w:right="-108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Datum:</w:t>
            </w:r>
          </w:p>
          <w:p w14:paraId="123D7F9B" w14:textId="77777777" w:rsidR="00742870" w:rsidRDefault="00742870" w:rsidP="00D93026">
            <w:pPr>
              <w:pStyle w:val="QM"/>
              <w:tabs>
                <w:tab w:val="left" w:pos="1872"/>
                <w:tab w:val="left" w:pos="3969"/>
                <w:tab w:val="left" w:pos="5103"/>
              </w:tabs>
              <w:ind w:left="34" w:right="-108"/>
              <w:rPr>
                <w:rFonts w:cs="Times New Roman"/>
                <w:lang w:eastAsia="en-US"/>
              </w:rPr>
            </w:pPr>
          </w:p>
          <w:p w14:paraId="5C5520D1" w14:textId="77777777" w:rsidR="006538B7" w:rsidRDefault="006538B7" w:rsidP="00D93026">
            <w:pPr>
              <w:pStyle w:val="QM"/>
              <w:tabs>
                <w:tab w:val="left" w:pos="2160"/>
                <w:tab w:val="left" w:pos="3672"/>
                <w:tab w:val="left" w:pos="5103"/>
              </w:tabs>
              <w:ind w:left="34" w:right="-108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Unterschrift:</w:t>
            </w:r>
            <w:r w:rsidR="00742870">
              <w:rPr>
                <w:rFonts w:cs="Times New Roman"/>
                <w:lang w:eastAsia="en-US"/>
              </w:rPr>
              <w:t xml:space="preserve"> </w:t>
            </w:r>
          </w:p>
          <w:p w14:paraId="48D8E504" w14:textId="77777777" w:rsidR="00742870" w:rsidRDefault="00742870" w:rsidP="00D93026">
            <w:pPr>
              <w:pStyle w:val="QM"/>
              <w:tabs>
                <w:tab w:val="left" w:pos="2160"/>
                <w:tab w:val="left" w:pos="3672"/>
                <w:tab w:val="left" w:pos="5103"/>
              </w:tabs>
              <w:ind w:left="34" w:right="-108"/>
              <w:rPr>
                <w:rFonts w:cs="Times New Roman"/>
                <w:lang w:eastAsia="en-US"/>
              </w:rPr>
            </w:pPr>
          </w:p>
        </w:tc>
      </w:tr>
    </w:tbl>
    <w:p w14:paraId="1C69A2EC" w14:textId="77777777" w:rsidR="006538B7" w:rsidRDefault="006538B7" w:rsidP="008370FC">
      <w:pPr>
        <w:pStyle w:val="QMStandart"/>
      </w:pPr>
    </w:p>
    <w:sectPr w:rsidR="006538B7" w:rsidSect="00EE0F4E">
      <w:headerReference w:type="even" r:id="rId9"/>
      <w:headerReference w:type="default" r:id="rId10"/>
      <w:footerReference w:type="default" r:id="rId11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8DB08" w14:textId="77777777" w:rsidR="00165355" w:rsidRDefault="00165355" w:rsidP="00B32714">
      <w:r>
        <w:separator/>
      </w:r>
    </w:p>
    <w:p w14:paraId="6417A170" w14:textId="77777777" w:rsidR="00165355" w:rsidRDefault="00165355" w:rsidP="00B32714"/>
    <w:p w14:paraId="7999363A" w14:textId="77777777" w:rsidR="00165355" w:rsidRDefault="00165355" w:rsidP="00B32714"/>
  </w:endnote>
  <w:endnote w:type="continuationSeparator" w:id="0">
    <w:p w14:paraId="09654DD2" w14:textId="77777777" w:rsidR="00165355" w:rsidRDefault="00165355" w:rsidP="00B32714">
      <w:r>
        <w:continuationSeparator/>
      </w:r>
    </w:p>
    <w:p w14:paraId="0E671E8D" w14:textId="77777777" w:rsidR="00165355" w:rsidRDefault="00165355" w:rsidP="00B32714"/>
    <w:p w14:paraId="250BAF9C" w14:textId="77777777" w:rsidR="00165355" w:rsidRDefault="00165355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785CEC" w14:textId="77777777" w:rsidR="00742870" w:rsidRPr="005F4F55" w:rsidRDefault="00650F3F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7FE0A2EE" wp14:editId="67D77381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742870">
      <w:ptab w:relativeTo="margin" w:alignment="left" w:leader="none"/>
    </w:r>
    <w:r w:rsidR="008B1363">
      <w:fldChar w:fldCharType="begin"/>
    </w:r>
    <w:r w:rsidR="008B1363">
      <w:instrText xml:space="preserve"> FILENAME  \* Lower  \* MERGEFORMAT </w:instrText>
    </w:r>
    <w:r w:rsidR="008B1363">
      <w:fldChar w:fldCharType="separate"/>
    </w:r>
    <w:r w:rsidR="0045217C">
      <w:rPr>
        <w:noProof/>
      </w:rPr>
      <w:t>fb-übergabe-00</w:t>
    </w:r>
    <w:r w:rsidR="008B1363">
      <w:rPr>
        <w:noProof/>
      </w:rPr>
      <w:fldChar w:fldCharType="end"/>
    </w:r>
    <w:r w:rsidR="00742870" w:rsidRPr="00DB01DD">
      <w:ptab w:relativeTo="margin" w:alignment="center" w:leader="none"/>
    </w:r>
    <w:r w:rsidR="00742870" w:rsidRPr="00DB01DD">
      <w:ptab w:relativeTo="margin" w:alignment="right" w:leader="none"/>
    </w:r>
    <w:r w:rsidR="00165355">
      <w:fldChar w:fldCharType="begin"/>
    </w:r>
    <w:r w:rsidR="00165355">
      <w:instrText xml:space="preserve"> PAGE   \* MERGEFORMAT </w:instrText>
    </w:r>
    <w:r w:rsidR="00165355">
      <w:fldChar w:fldCharType="separate"/>
    </w:r>
    <w:r w:rsidR="008B1363">
      <w:rPr>
        <w:noProof/>
      </w:rPr>
      <w:t>1</w:t>
    </w:r>
    <w:r w:rsidR="00165355">
      <w:rPr>
        <w:noProof/>
      </w:rPr>
      <w:fldChar w:fldCharType="end"/>
    </w:r>
    <w:r w:rsidR="00742870" w:rsidRPr="0014748D">
      <w:t xml:space="preserve"> von </w:t>
    </w:r>
    <w:r w:rsidR="008B1363">
      <w:fldChar w:fldCharType="begin"/>
    </w:r>
    <w:r w:rsidR="008B1363">
      <w:instrText xml:space="preserve"> NUMPAGES   \* MERGEFORMAT </w:instrText>
    </w:r>
    <w:r w:rsidR="008B1363">
      <w:fldChar w:fldCharType="separate"/>
    </w:r>
    <w:r w:rsidR="008B1363">
      <w:rPr>
        <w:noProof/>
      </w:rPr>
      <w:t>1</w:t>
    </w:r>
    <w:r w:rsidR="008B136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9BEAC3" w14:textId="77777777" w:rsidR="00165355" w:rsidRDefault="00165355" w:rsidP="00B32714">
      <w:r>
        <w:separator/>
      </w:r>
    </w:p>
    <w:p w14:paraId="478A0911" w14:textId="77777777" w:rsidR="00165355" w:rsidRDefault="00165355" w:rsidP="00B32714"/>
    <w:p w14:paraId="158A9CEE" w14:textId="77777777" w:rsidR="00165355" w:rsidRDefault="00165355" w:rsidP="00B32714"/>
  </w:footnote>
  <w:footnote w:type="continuationSeparator" w:id="0">
    <w:p w14:paraId="503D0392" w14:textId="77777777" w:rsidR="00165355" w:rsidRDefault="00165355" w:rsidP="00B32714">
      <w:r>
        <w:continuationSeparator/>
      </w:r>
    </w:p>
    <w:p w14:paraId="4FBECC8F" w14:textId="77777777" w:rsidR="00165355" w:rsidRDefault="00165355" w:rsidP="00B32714"/>
    <w:p w14:paraId="65BA7698" w14:textId="77777777" w:rsidR="00165355" w:rsidRDefault="00165355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8129A" w14:textId="77777777" w:rsidR="00742870" w:rsidRPr="002251D7" w:rsidRDefault="00165355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742870">
      <w:rPr>
        <w:noProof/>
      </w:rPr>
      <w:t>2</w:t>
    </w:r>
    <w:r>
      <w:rPr>
        <w:noProof/>
      </w:rPr>
      <w:fldChar w:fldCharType="end"/>
    </w:r>
    <w:r w:rsidR="00742870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6FBAE543" wp14:editId="6FFA3FBC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50F3F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E6C0E00" wp14:editId="4261F5D5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lLCJ/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93D39" w14:textId="77777777" w:rsidR="00742870" w:rsidRPr="00650F3F" w:rsidRDefault="00650F3F" w:rsidP="00C6471D">
    <w:pPr>
      <w:pStyle w:val="QMberschrift1Kopf"/>
      <w:rPr>
        <w:color w:val="4F81BD" w:themeColor="accent1"/>
      </w:rPr>
    </w:pPr>
    <w:r w:rsidRPr="00650F3F">
      <w:rPr>
        <w:b w:val="0"/>
        <w:noProof/>
        <w:color w:val="4F81BD" w:themeColor="accent1"/>
      </w:rPr>
      <w:drawing>
        <wp:anchor distT="0" distB="0" distL="114300" distR="114300" simplePos="0" relativeHeight="251658752" behindDoc="1" locked="0" layoutInCell="1" allowOverlap="1" wp14:anchorId="4320D282" wp14:editId="5D388ECE">
          <wp:simplePos x="0" y="0"/>
          <wp:positionH relativeFrom="column">
            <wp:posOffset>5099050</wp:posOffset>
          </wp:positionH>
          <wp:positionV relativeFrom="paragraph">
            <wp:posOffset>-284480</wp:posOffset>
          </wp:positionV>
          <wp:extent cx="1187450" cy="816822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450" cy="8168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0F3F">
      <w:rPr>
        <w:color w:val="4F81BD" w:themeColor="accent1"/>
      </w:rPr>
      <w:t>Formblatt</w:t>
    </w:r>
  </w:p>
  <w:p w14:paraId="43DE9291" w14:textId="77777777" w:rsidR="00742870" w:rsidRPr="00C6471D" w:rsidRDefault="00742870" w:rsidP="00C6471D">
    <w:pPr>
      <w:pStyle w:val="QMberschrift2Kopf"/>
    </w:pPr>
    <w:r>
      <w:t>Checkliste für den Projektabschluss</w:t>
    </w:r>
  </w:p>
  <w:p w14:paraId="4CA99CDE" w14:textId="77777777" w:rsidR="00742870" w:rsidRPr="005A71DC" w:rsidRDefault="00742870" w:rsidP="0014748D">
    <w:pPr>
      <w:pStyle w:val="QMAblufeFu"/>
    </w:pPr>
    <w:r w:rsidRPr="00355499">
      <w:t>FB-</w:t>
    </w:r>
    <w:r w:rsidR="00F80FE0">
      <w:t>Übergabe</w:t>
    </w:r>
    <w:r w:rsidRPr="00355499">
      <w:t>-00</w:t>
    </w:r>
    <w:r w:rsidRPr="005A71DC">
      <w:tab/>
    </w:r>
    <w:r w:rsidR="00650F3F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CB5CE9" wp14:editId="5DB83BF2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19"/>
    <w:rsid w:val="0000169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1060"/>
    <w:rsid w:val="001622BC"/>
    <w:rsid w:val="00162D8E"/>
    <w:rsid w:val="0016442C"/>
    <w:rsid w:val="00165355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4B31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2B9A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17C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762BB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0846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0E76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0F3F"/>
    <w:rsid w:val="006534AF"/>
    <w:rsid w:val="006538B7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5599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0CA7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2870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0FC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1363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41F02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50BB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6B8B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889"/>
    <w:rsid w:val="00B00FB4"/>
    <w:rsid w:val="00B013E3"/>
    <w:rsid w:val="00B0410F"/>
    <w:rsid w:val="00B06018"/>
    <w:rsid w:val="00B0759D"/>
    <w:rsid w:val="00B1038F"/>
    <w:rsid w:val="00B10B11"/>
    <w:rsid w:val="00B12CAB"/>
    <w:rsid w:val="00B22195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1DE7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85B4E"/>
    <w:rsid w:val="00C91D4C"/>
    <w:rsid w:val="00C947DF"/>
    <w:rsid w:val="00C95104"/>
    <w:rsid w:val="00C95706"/>
    <w:rsid w:val="00CA0126"/>
    <w:rsid w:val="00CA1D5E"/>
    <w:rsid w:val="00CA303F"/>
    <w:rsid w:val="00CA3776"/>
    <w:rsid w:val="00CB52B5"/>
    <w:rsid w:val="00CC0413"/>
    <w:rsid w:val="00CC1F7B"/>
    <w:rsid w:val="00CC4E18"/>
    <w:rsid w:val="00CC4E8E"/>
    <w:rsid w:val="00CC56A4"/>
    <w:rsid w:val="00CD4219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0E4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3026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3CE0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0FE0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28F6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22DC3F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38B7"/>
    <w:rPr>
      <w:rFonts w:ascii="Arial" w:eastAsia="Times New Roman" w:hAnsi="Arial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rFonts w:ascii="Strayhorn MT Regular" w:eastAsia="Calibri" w:hAnsi="Strayhorn MT Regular"/>
      <w:color w:val="404040"/>
      <w:spacing w:val="5"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 w:line="280" w:lineRule="exact"/>
      <w:ind w:left="1418" w:hanging="1418"/>
      <w:outlineLvl w:val="1"/>
    </w:pPr>
    <w:rPr>
      <w:rFonts w:ascii="Strayhorn MT Regular" w:hAnsi="Strayhorn MT Regular"/>
      <w:bCs/>
      <w:iCs/>
      <w:color w:val="404040"/>
      <w:spacing w:val="5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 w:line="280" w:lineRule="exact"/>
      <w:outlineLvl w:val="2"/>
    </w:pPr>
    <w:rPr>
      <w:rFonts w:ascii="Strayhorn MT Regular" w:hAnsi="Strayhorn MT Regular"/>
      <w:b/>
      <w:bCs/>
      <w:color w:val="404040"/>
      <w:spacing w:val="5"/>
      <w:sz w:val="19"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 w:line="280" w:lineRule="exact"/>
      <w:outlineLvl w:val="3"/>
    </w:pPr>
    <w:rPr>
      <w:rFonts w:ascii="Strayhorn MT Regular" w:hAnsi="Strayhorn MT Regular"/>
      <w:b/>
      <w:bCs/>
      <w:i/>
      <w:color w:val="404040"/>
      <w:spacing w:val="5"/>
      <w:sz w:val="19"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 w:line="280" w:lineRule="exact"/>
      <w:outlineLvl w:val="4"/>
    </w:pPr>
    <w:rPr>
      <w:rFonts w:ascii="Strayhorn MT Regular" w:hAnsi="Strayhorn MT Regular"/>
      <w:b/>
      <w:bCs/>
      <w:iCs/>
      <w:color w:val="404040"/>
      <w:spacing w:val="5"/>
      <w:sz w:val="19"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line="280" w:lineRule="exact"/>
      <w:ind w:left="227" w:hanging="227"/>
      <w:contextualSpacing/>
    </w:pPr>
    <w:rPr>
      <w:rFonts w:ascii="Strayhorn MT Regular" w:eastAsia="Calibri" w:hAnsi="Strayhorn MT Regular"/>
      <w:color w:val="404040"/>
      <w:spacing w:val="5"/>
      <w:sz w:val="19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hAnsi="Cambria"/>
      <w:color w:val="404040"/>
      <w:spacing w:val="5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ascii="Strayhorn MT Regular" w:hAnsi="Strayhorn MT Regular"/>
      <w:color w:val="00A0AA"/>
      <w:spacing w:val="5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rPr>
      <w:rFonts w:ascii="Calibri" w:hAnsi="Calibri"/>
      <w:color w:val="404040"/>
      <w:spacing w:val="5"/>
      <w:sz w:val="19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rPr>
      <w:rFonts w:ascii="Tahoma" w:eastAsia="Calibri" w:hAnsi="Tahoma" w:cs="Tahoma"/>
      <w:color w:val="404040"/>
      <w:spacing w:val="5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color w:val="404040"/>
      <w:spacing w:val="5"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b/>
      <w:color w:val="404040"/>
      <w:spacing w:val="5"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color w:val="404040"/>
      <w:spacing w:val="5"/>
      <w:sz w:val="19"/>
    </w:r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rFonts w:ascii="Strayhorn MT Regular" w:eastAsia="Calibri" w:hAnsi="Strayhorn MT Regular"/>
      <w:noProof/>
      <w:color w:val="00A0AA"/>
      <w:spacing w:val="5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  <w:pPr>
      <w:spacing w:line="280" w:lineRule="exact"/>
    </w:pPr>
    <w:rPr>
      <w:rFonts w:ascii="Strayhorn MT Regular" w:eastAsia="Calibri" w:hAnsi="Strayhorn MT Regular"/>
      <w:color w:val="404040"/>
      <w:spacing w:val="5"/>
      <w:sz w:val="19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ascii="Strayhorn MT Regular" w:hAnsi="Strayhorn MT Regular"/>
      <w:color w:val="404040"/>
      <w:spacing w:val="5"/>
      <w:sz w:val="19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ascii="Strayhorn MT Regular" w:hAnsi="Strayhorn MT Regular"/>
      <w:color w:val="404040"/>
      <w:spacing w:val="5"/>
      <w:sz w:val="19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ascii="Strayhorn MT Regular" w:hAnsi="Strayhorn MT Regular"/>
      <w:b/>
      <w:color w:val="404040"/>
      <w:spacing w:val="5"/>
      <w:sz w:val="19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rPr>
      <w:rFonts w:cs="Arial"/>
      <w:lang w:eastAsia="de-DE"/>
    </w:rPr>
  </w:style>
  <w:style w:type="paragraph" w:customStyle="1" w:styleId="QMStandart">
    <w:name w:val="QM Standart"/>
    <w:basedOn w:val="Standard"/>
    <w:qFormat/>
    <w:rsid w:val="004D4023"/>
    <w:pPr>
      <w:spacing w:line="280" w:lineRule="exact"/>
    </w:pPr>
    <w:rPr>
      <w:rFonts w:eastAsia="Calibri"/>
      <w:color w:val="000000" w:themeColor="text1"/>
      <w:spacing w:val="5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TabellenInhalt">
    <w:name w:val="Tabellen Inhalt"/>
    <w:basedOn w:val="Standard"/>
    <w:rsid w:val="00A650BB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538B7"/>
    <w:rPr>
      <w:rFonts w:ascii="Arial" w:eastAsia="Times New Roman" w:hAnsi="Arial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rFonts w:ascii="Strayhorn MT Regular" w:eastAsia="Calibri" w:hAnsi="Strayhorn MT Regular"/>
      <w:color w:val="404040"/>
      <w:spacing w:val="5"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 w:line="280" w:lineRule="exact"/>
      <w:ind w:left="1418" w:hanging="1418"/>
      <w:outlineLvl w:val="1"/>
    </w:pPr>
    <w:rPr>
      <w:rFonts w:ascii="Strayhorn MT Regular" w:hAnsi="Strayhorn MT Regular"/>
      <w:bCs/>
      <w:iCs/>
      <w:color w:val="404040"/>
      <w:spacing w:val="5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 w:line="280" w:lineRule="exact"/>
      <w:outlineLvl w:val="2"/>
    </w:pPr>
    <w:rPr>
      <w:rFonts w:ascii="Strayhorn MT Regular" w:hAnsi="Strayhorn MT Regular"/>
      <w:b/>
      <w:bCs/>
      <w:color w:val="404040"/>
      <w:spacing w:val="5"/>
      <w:sz w:val="19"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 w:line="280" w:lineRule="exact"/>
      <w:outlineLvl w:val="3"/>
    </w:pPr>
    <w:rPr>
      <w:rFonts w:ascii="Strayhorn MT Regular" w:hAnsi="Strayhorn MT Regular"/>
      <w:b/>
      <w:bCs/>
      <w:i/>
      <w:color w:val="404040"/>
      <w:spacing w:val="5"/>
      <w:sz w:val="19"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 w:line="280" w:lineRule="exact"/>
      <w:outlineLvl w:val="4"/>
    </w:pPr>
    <w:rPr>
      <w:rFonts w:ascii="Strayhorn MT Regular" w:hAnsi="Strayhorn MT Regular"/>
      <w:b/>
      <w:bCs/>
      <w:iCs/>
      <w:color w:val="404040"/>
      <w:spacing w:val="5"/>
      <w:sz w:val="19"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line="280" w:lineRule="exact"/>
      <w:ind w:left="227" w:hanging="227"/>
      <w:contextualSpacing/>
    </w:pPr>
    <w:rPr>
      <w:rFonts w:ascii="Strayhorn MT Regular" w:eastAsia="Calibri" w:hAnsi="Strayhorn MT Regular"/>
      <w:color w:val="404040"/>
      <w:spacing w:val="5"/>
      <w:sz w:val="19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hAnsi="Cambria"/>
      <w:color w:val="404040"/>
      <w:spacing w:val="5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ascii="Strayhorn MT Regular" w:hAnsi="Strayhorn MT Regular"/>
      <w:color w:val="00A0AA"/>
      <w:spacing w:val="5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rPr>
      <w:rFonts w:ascii="Calibri" w:hAnsi="Calibri"/>
      <w:color w:val="404040"/>
      <w:spacing w:val="5"/>
      <w:sz w:val="19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rPr>
      <w:rFonts w:ascii="Tahoma" w:eastAsia="Calibri" w:hAnsi="Tahoma" w:cs="Tahoma"/>
      <w:color w:val="404040"/>
      <w:spacing w:val="5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color w:val="404040"/>
      <w:spacing w:val="5"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b/>
      <w:color w:val="404040"/>
      <w:spacing w:val="5"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color w:val="404040"/>
      <w:spacing w:val="5"/>
      <w:sz w:val="19"/>
    </w:r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rFonts w:ascii="Strayhorn MT Regular" w:eastAsia="Calibri" w:hAnsi="Strayhorn MT Regular"/>
      <w:noProof/>
      <w:color w:val="00A0AA"/>
      <w:spacing w:val="5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  <w:pPr>
      <w:spacing w:line="280" w:lineRule="exact"/>
    </w:pPr>
    <w:rPr>
      <w:rFonts w:ascii="Strayhorn MT Regular" w:eastAsia="Calibri" w:hAnsi="Strayhorn MT Regular"/>
      <w:color w:val="404040"/>
      <w:spacing w:val="5"/>
      <w:sz w:val="19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ascii="Strayhorn MT Regular" w:hAnsi="Strayhorn MT Regular"/>
      <w:color w:val="404040"/>
      <w:spacing w:val="5"/>
      <w:sz w:val="19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ascii="Strayhorn MT Regular" w:hAnsi="Strayhorn MT Regular"/>
      <w:color w:val="404040"/>
      <w:spacing w:val="5"/>
      <w:sz w:val="19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ascii="Strayhorn MT Regular" w:hAnsi="Strayhorn MT Regular"/>
      <w:b/>
      <w:color w:val="404040"/>
      <w:spacing w:val="5"/>
      <w:sz w:val="19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rPr>
      <w:rFonts w:cs="Arial"/>
      <w:lang w:eastAsia="de-DE"/>
    </w:rPr>
  </w:style>
  <w:style w:type="paragraph" w:customStyle="1" w:styleId="QMStandart">
    <w:name w:val="QM Standart"/>
    <w:basedOn w:val="Standard"/>
    <w:qFormat/>
    <w:rsid w:val="004D4023"/>
    <w:pPr>
      <w:spacing w:line="280" w:lineRule="exact"/>
    </w:pPr>
    <w:rPr>
      <w:rFonts w:eastAsia="Calibri"/>
      <w:color w:val="000000" w:themeColor="text1"/>
      <w:spacing w:val="5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TabellenInhalt">
    <w:name w:val="Tabellen Inhalt"/>
    <w:basedOn w:val="Standard"/>
    <w:rsid w:val="00A650BB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\Documents\AquaLytis\QMS\QM-Vorgabedokumente\Freigabe\04%20FB\FB-Layout+hoch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8EF9E-073E-074C-8AD9-500FA9087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\Users\Ute\Documents\AquaLytis\QMS\QM-Vorgabedokumente\Freigabe\04 FB\FB-Layout+hoch-00.dotx</Template>
  <TotalTime>0</TotalTime>
  <Pages>1</Pages>
  <Words>28</Words>
  <Characters>186</Characters>
  <Application>Microsoft Macintosh Word</Application>
  <DocSecurity>0</DocSecurity>
  <Lines>11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208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Ariane</cp:lastModifiedBy>
  <cp:revision>3</cp:revision>
  <cp:lastPrinted>2012-01-16T15:01:00Z</cp:lastPrinted>
  <dcterms:created xsi:type="dcterms:W3CDTF">2015-12-01T15:03:00Z</dcterms:created>
  <dcterms:modified xsi:type="dcterms:W3CDTF">2016-12-14T10:45:00Z</dcterms:modified>
</cp:coreProperties>
</file>