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margin" w:tblpX="108" w:tblpY="1591"/>
        <w:tblW w:w="15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638"/>
        <w:gridCol w:w="638"/>
        <w:gridCol w:w="2409"/>
        <w:gridCol w:w="567"/>
        <w:gridCol w:w="567"/>
        <w:gridCol w:w="709"/>
        <w:gridCol w:w="2410"/>
        <w:gridCol w:w="992"/>
        <w:gridCol w:w="1134"/>
        <w:gridCol w:w="1843"/>
      </w:tblGrid>
      <w:tr w:rsidR="00B36590" w14:paraId="1EB867BE" w14:textId="77777777" w:rsidTr="00686D56">
        <w:tc>
          <w:tcPr>
            <w:tcW w:w="1101" w:type="dxa"/>
            <w:vMerge w:val="restart"/>
            <w:hideMark/>
          </w:tcPr>
          <w:p w14:paraId="7701C219" w14:textId="2415D2CB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Datum</w:t>
            </w:r>
          </w:p>
        </w:tc>
        <w:tc>
          <w:tcPr>
            <w:tcW w:w="2126" w:type="dxa"/>
            <w:vMerge w:val="restart"/>
            <w:hideMark/>
          </w:tcPr>
          <w:p w14:paraId="19803D55" w14:textId="77777777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Fehlerbezug</w:t>
            </w:r>
          </w:p>
          <w:p w14:paraId="67BDB048" w14:textId="77777777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(Fehler in/bei)</w:t>
            </w:r>
          </w:p>
        </w:tc>
        <w:tc>
          <w:tcPr>
            <w:tcW w:w="1276" w:type="dxa"/>
            <w:gridSpan w:val="2"/>
            <w:hideMark/>
          </w:tcPr>
          <w:p w14:paraId="7320A227" w14:textId="77777777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Fehle</w:t>
            </w:r>
            <w:r w:rsidRPr="00497D1E">
              <w:rPr>
                <w:b/>
              </w:rPr>
              <w:t>r</w:t>
            </w:r>
            <w:r w:rsidRPr="00497D1E">
              <w:rPr>
                <w:b/>
              </w:rPr>
              <w:t>festste</w:t>
            </w:r>
            <w:r w:rsidRPr="00497D1E">
              <w:rPr>
                <w:b/>
              </w:rPr>
              <w:t>l</w:t>
            </w:r>
            <w:r w:rsidRPr="00497D1E">
              <w:rPr>
                <w:b/>
              </w:rPr>
              <w:t>lung</w:t>
            </w:r>
          </w:p>
        </w:tc>
        <w:tc>
          <w:tcPr>
            <w:tcW w:w="2409" w:type="dxa"/>
            <w:vMerge w:val="restart"/>
            <w:hideMark/>
          </w:tcPr>
          <w:p w14:paraId="45F9B6DE" w14:textId="77777777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Fehlerursache</w:t>
            </w:r>
            <w:r>
              <w:rPr>
                <w:b/>
              </w:rPr>
              <w:t>*</w:t>
            </w:r>
          </w:p>
        </w:tc>
        <w:tc>
          <w:tcPr>
            <w:tcW w:w="1843" w:type="dxa"/>
            <w:gridSpan w:val="3"/>
            <w:hideMark/>
          </w:tcPr>
          <w:p w14:paraId="17E93080" w14:textId="77777777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proofErr w:type="spellStart"/>
            <w:r w:rsidRPr="00497D1E">
              <w:rPr>
                <w:b/>
              </w:rPr>
              <w:t>Fehlerverur</w:t>
            </w:r>
            <w:proofErr w:type="spellEnd"/>
            <w:r>
              <w:rPr>
                <w:b/>
              </w:rPr>
              <w:t xml:space="preserve">- </w:t>
            </w:r>
            <w:proofErr w:type="spellStart"/>
            <w:r w:rsidRPr="00497D1E">
              <w:rPr>
                <w:b/>
              </w:rPr>
              <w:t>sacher</w:t>
            </w:r>
            <w:proofErr w:type="spellEnd"/>
          </w:p>
        </w:tc>
        <w:tc>
          <w:tcPr>
            <w:tcW w:w="2410" w:type="dxa"/>
            <w:vMerge w:val="restart"/>
            <w:hideMark/>
          </w:tcPr>
          <w:p w14:paraId="67F66DC6" w14:textId="77777777" w:rsidR="00B36590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festgelegte</w:t>
            </w:r>
          </w:p>
          <w:p w14:paraId="73DE2582" w14:textId="77777777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Maßnahmen</w:t>
            </w:r>
            <w:r>
              <w:rPr>
                <w:b/>
              </w:rPr>
              <w:t>*</w:t>
            </w:r>
          </w:p>
        </w:tc>
        <w:tc>
          <w:tcPr>
            <w:tcW w:w="992" w:type="dxa"/>
            <w:vMerge w:val="restart"/>
            <w:hideMark/>
          </w:tcPr>
          <w:p w14:paraId="2C51F19A" w14:textId="77777777" w:rsidR="00B36590" w:rsidRPr="00497D1E" w:rsidRDefault="00BC5572" w:rsidP="00B36590">
            <w:pPr>
              <w:pStyle w:val="QMStandart"/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0F6FAFBD" wp14:editId="4AB59AEF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563880</wp:posOffset>
                      </wp:positionV>
                      <wp:extent cx="180975" cy="180340"/>
                      <wp:effectExtent l="0" t="5080" r="12065" b="17780"/>
                      <wp:wrapNone/>
                      <wp:docPr id="82" name="Group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83" name="Rectangle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Rectangle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0" o:spid="_x0000_s1026" style="position:absolute;margin-left:11.8pt;margin-top:44.4pt;width:14.25pt;height:14.2pt;z-index:251685888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">
                      <v:rect id="Rectangle 141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d0ZuwQAA&#10;ANsAAAAPAAAAZHJzL2Rvd25yZXYueG1sRI9Bi8IwFITvgv8hPMGbpiqIW40iiuIetV68PZtnW21e&#10;ShO17q83grDHYWa+YWaLxpTiQbUrLCsY9CMQxKnVBWcKjsmmNwHhPLLG0jIpeJGDxbzdmmGs7ZP3&#10;9Dj4TAQIuxgV5N5XsZQuzcmg69uKOHgXWxv0QdaZ1DU+A9yUchhFY2mw4LCQY0WrnNLb4W4UnIvh&#10;Ef/2yTYyP5uR/22S6/20VqrbaZZTEJ4a/x/+tndawWQEny/hB8j5G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ndGbsEAAADbAAAADwAAAAAAAAAAAAAAAACXAgAAZHJzL2Rvd25y&#10;ZXYueG1sUEsFBgAAAAAEAAQA9QAAAIUDAAAAAA==&#10;"/>
                      <v:rect id="Rectangle 142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nt4axAAA&#10;ANsAAAAPAAAAZHJzL2Rvd25yZXYueG1sRI9Ba8JAFITvQv/D8gq96aYqJY2uUiop9qjJpbdn9jVJ&#10;m30bsmsS/fXdguBxmJlvmPV2NI3oqXO1ZQXPswgEcWF1zaWCPEunMQjnkTU2lknBhRxsNw+TNSba&#10;Dnyg/uhLESDsElRQed8mUrqiIoNuZlvi4H3bzqAPsiul7nAIcNPIeRS9SIM1h4UKW3qvqPg9no2C&#10;Uz3P8XrIPiLzmi7855j9nL92Sj09jm8rEJ5Gfw/f2nutIF7C/5fwA+Tm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Z7eGsQAAADbAAAADwAAAAAAAAAAAAAAAACXAgAAZHJzL2Rv&#10;d25yZXYueG1sUEsFBgAAAAAEAAQA9QAAAIgDAAAAAA==&#10;"/>
                      <v:rect id="Rectangle 143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0nuBxAAA&#10;ANsAAAAPAAAAZHJzL2Rvd25yZXYueG1sRI9Ba8JAFITvQv/D8gq96aaKJY2uUiop9qjJpbdn9jVJ&#10;m30bsmsS/fXdguBxmJlvmPV2NI3oqXO1ZQXPswgEcWF1zaWCPEunMQjnkTU2lknBhRxsNw+TNSba&#10;Dnyg/uhLESDsElRQed8mUrqiIoNuZlvi4H3bzqAPsiul7nAIcNPIeRS9SIM1h4UKW3qvqPg9no2C&#10;Uz3P8XrIPiLzmi7855j9nL92Sj09jm8rEJ5Gfw/f2nutIF7C/5fwA+Tm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tJ7gcQAAADbAAAADwAAAAAAAAAAAAAAAACXAgAAZHJzL2Rv&#10;d25yZXYueG1sUEsFBgAAAAAEAAQA9QAAAIgDAAAAAA==&#10;"/>
                      <v:rect id="Rectangle 144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AOX2wwAA&#10;ANsAAAAPAAAAZHJzL2Rvd25yZXYueG1sRI9Bi8IwFITvwv6H8Bb2pqkVxK3GIoqye9R68fZsnm21&#10;eSlN1Oqv3wjCHoeZ+YaZpZ2pxY1aV1lWMBxEIIhzqysuFOyzdX8CwnlkjbVlUvAgB+n8ozfDRNs7&#10;b+m284UIEHYJKii9bxIpXV6SQTewDXHwTrY16INsC6lbvAe4qWUcRWNpsOKwUGJDy5Lyy+5qFByr&#10;eI/PbbaJzPd65H+77Hw9rJT6+uwWUxCeOv8ffrd/tILJGF5fwg+Q8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AOX2wwAAANsAAAAPAAAAAAAAAAAAAAAAAJcCAABkcnMvZG93&#10;bnJldi54bWxQSwUGAAAAAAQABAD1AAAAhwMAAAAA&#10;"/>
                    </v:group>
                  </w:pict>
                </mc:Fallback>
              </mc:AlternateContent>
            </w:r>
            <w:r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405A249" wp14:editId="572F8DB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563880</wp:posOffset>
                      </wp:positionV>
                      <wp:extent cx="179705" cy="179705"/>
                      <wp:effectExtent l="0" t="5080" r="12700" b="18415"/>
                      <wp:wrapNone/>
                      <wp:docPr id="81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797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9" o:spid="_x0000_s1026" style="position:absolute;margin-left:11.85pt;margin-top:44.4pt;width:14.15pt;height:14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"/>
                  </w:pict>
                </mc:Fallback>
              </mc:AlternateContent>
            </w:r>
            <w:r w:rsidR="00B36590" w:rsidRPr="00497D1E">
              <w:rPr>
                <w:b/>
              </w:rPr>
              <w:t>Status</w:t>
            </w:r>
          </w:p>
        </w:tc>
        <w:tc>
          <w:tcPr>
            <w:tcW w:w="1134" w:type="dxa"/>
            <w:vMerge w:val="restart"/>
            <w:hideMark/>
          </w:tcPr>
          <w:p w14:paraId="5EAE60B5" w14:textId="77777777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Fehle</w:t>
            </w:r>
            <w:r w:rsidRPr="00497D1E">
              <w:rPr>
                <w:b/>
              </w:rPr>
              <w:t>r</w:t>
            </w:r>
            <w:r w:rsidRPr="00497D1E">
              <w:rPr>
                <w:b/>
              </w:rPr>
              <w:t>kosten [€]</w:t>
            </w:r>
          </w:p>
        </w:tc>
        <w:tc>
          <w:tcPr>
            <w:tcW w:w="1843" w:type="dxa"/>
            <w:vMerge w:val="restart"/>
            <w:hideMark/>
          </w:tcPr>
          <w:p w14:paraId="62C0EFB2" w14:textId="77777777" w:rsidR="00B36590" w:rsidRPr="00497D1E" w:rsidRDefault="00B36590" w:rsidP="00B36590">
            <w:pPr>
              <w:pStyle w:val="QMStandart"/>
              <w:jc w:val="center"/>
              <w:rPr>
                <w:b/>
              </w:rPr>
            </w:pPr>
            <w:r w:rsidRPr="00497D1E">
              <w:rPr>
                <w:b/>
              </w:rPr>
              <w:t>Bemerkungen</w:t>
            </w:r>
          </w:p>
        </w:tc>
      </w:tr>
      <w:tr w:rsidR="00B36590" w14:paraId="3ADB186B" w14:textId="77777777" w:rsidTr="00686D56">
        <w:tc>
          <w:tcPr>
            <w:tcW w:w="1101" w:type="dxa"/>
            <w:vMerge/>
            <w:vAlign w:val="center"/>
            <w:hideMark/>
          </w:tcPr>
          <w:p w14:paraId="2370A2F7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3328A763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8" w:type="dxa"/>
            <w:vMerge w:val="restart"/>
            <w:hideMark/>
          </w:tcPr>
          <w:p w14:paraId="39AA49A5" w14:textId="77777777" w:rsidR="00B36590" w:rsidRPr="00497D1E" w:rsidRDefault="00B36590" w:rsidP="00B36590">
            <w:pPr>
              <w:pStyle w:val="QMStandart"/>
              <w:jc w:val="center"/>
            </w:pPr>
            <w:r w:rsidRPr="00497D1E">
              <w:t>int.</w:t>
            </w:r>
          </w:p>
        </w:tc>
        <w:tc>
          <w:tcPr>
            <w:tcW w:w="638" w:type="dxa"/>
            <w:vMerge w:val="restart"/>
            <w:hideMark/>
          </w:tcPr>
          <w:p w14:paraId="54D8201F" w14:textId="77777777" w:rsidR="00B36590" w:rsidRPr="00497D1E" w:rsidRDefault="00B36590" w:rsidP="00B36590">
            <w:pPr>
              <w:pStyle w:val="QMStandart"/>
              <w:jc w:val="center"/>
            </w:pPr>
            <w:r w:rsidRPr="00497D1E">
              <w:t>ext.</w:t>
            </w:r>
          </w:p>
        </w:tc>
        <w:tc>
          <w:tcPr>
            <w:tcW w:w="2409" w:type="dxa"/>
            <w:vMerge/>
            <w:vAlign w:val="center"/>
            <w:hideMark/>
          </w:tcPr>
          <w:p w14:paraId="025535A9" w14:textId="77777777" w:rsidR="00B36590" w:rsidRPr="00497D1E" w:rsidRDefault="00B36590" w:rsidP="00B36590">
            <w:pPr>
              <w:spacing w:line="240" w:lineRule="auto"/>
              <w:jc w:val="center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567" w:type="dxa"/>
            <w:vMerge w:val="restart"/>
            <w:hideMark/>
          </w:tcPr>
          <w:p w14:paraId="19F83331" w14:textId="77777777" w:rsidR="00B36590" w:rsidRPr="00497D1E" w:rsidRDefault="00B36590" w:rsidP="00B36590">
            <w:pPr>
              <w:pStyle w:val="QMStandart"/>
              <w:jc w:val="center"/>
            </w:pPr>
            <w:r w:rsidRPr="00497D1E">
              <w:t>int.</w:t>
            </w:r>
          </w:p>
        </w:tc>
        <w:tc>
          <w:tcPr>
            <w:tcW w:w="1276" w:type="dxa"/>
            <w:gridSpan w:val="2"/>
            <w:hideMark/>
          </w:tcPr>
          <w:p w14:paraId="61D0AB61" w14:textId="77777777" w:rsidR="00B36590" w:rsidRPr="00497D1E" w:rsidRDefault="00B36590" w:rsidP="00B36590">
            <w:pPr>
              <w:pStyle w:val="QMStandart"/>
              <w:jc w:val="center"/>
            </w:pPr>
            <w:r w:rsidRPr="00497D1E">
              <w:t>ext.</w:t>
            </w:r>
          </w:p>
        </w:tc>
        <w:tc>
          <w:tcPr>
            <w:tcW w:w="2410" w:type="dxa"/>
            <w:vMerge/>
            <w:vAlign w:val="center"/>
            <w:hideMark/>
          </w:tcPr>
          <w:p w14:paraId="1D4B8B25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625DB49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55A7F59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BD44EAE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B36590" w14:paraId="4DD57411" w14:textId="77777777" w:rsidTr="00686D56">
        <w:tc>
          <w:tcPr>
            <w:tcW w:w="1101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024484FC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19AE6F4C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638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53F06F7B" w14:textId="77777777" w:rsidR="00B36590" w:rsidRPr="00497D1E" w:rsidRDefault="00B36590" w:rsidP="00B36590">
            <w:pPr>
              <w:spacing w:line="240" w:lineRule="auto"/>
              <w:jc w:val="center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638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9F1AD5B" w14:textId="77777777" w:rsidR="00B36590" w:rsidRPr="00497D1E" w:rsidRDefault="00B36590" w:rsidP="00B36590">
            <w:pPr>
              <w:spacing w:line="240" w:lineRule="auto"/>
              <w:jc w:val="center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2409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57945692" w14:textId="77777777" w:rsidR="00B36590" w:rsidRPr="00497D1E" w:rsidRDefault="00B36590" w:rsidP="00B36590">
            <w:pPr>
              <w:spacing w:line="240" w:lineRule="auto"/>
              <w:jc w:val="center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70CA090F" w14:textId="77777777" w:rsidR="00B36590" w:rsidRPr="00497D1E" w:rsidRDefault="00B36590" w:rsidP="00B36590">
            <w:pPr>
              <w:spacing w:line="240" w:lineRule="auto"/>
              <w:jc w:val="center"/>
              <w:rPr>
                <w:rFonts w:ascii="Arial" w:hAnsi="Arial"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hideMark/>
          </w:tcPr>
          <w:p w14:paraId="11CA857B" w14:textId="77777777" w:rsidR="00B36590" w:rsidRPr="00497D1E" w:rsidRDefault="00B36590" w:rsidP="00B36590">
            <w:pPr>
              <w:pStyle w:val="QMStandart"/>
              <w:jc w:val="center"/>
            </w:pPr>
            <w:r w:rsidRPr="00497D1E">
              <w:t>KD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hideMark/>
          </w:tcPr>
          <w:p w14:paraId="216F6B12" w14:textId="77777777" w:rsidR="00B36590" w:rsidRPr="00497D1E" w:rsidRDefault="00B36590" w:rsidP="00B36590">
            <w:pPr>
              <w:pStyle w:val="QMStandart"/>
              <w:jc w:val="center"/>
            </w:pPr>
            <w:r w:rsidRPr="00497D1E">
              <w:t>NAN</w:t>
            </w:r>
          </w:p>
        </w:tc>
        <w:tc>
          <w:tcPr>
            <w:tcW w:w="2410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A6B4B89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113D90E0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01EBAD82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96BF652" w14:textId="77777777" w:rsidR="00B36590" w:rsidRDefault="00B36590" w:rsidP="00B36590">
            <w:pPr>
              <w:spacing w:line="240" w:lineRule="auto"/>
              <w:rPr>
                <w:rFonts w:ascii="Arial" w:hAnsi="Arial"/>
                <w:b/>
                <w:color w:val="000000" w:themeColor="text1"/>
                <w:sz w:val="16"/>
                <w:szCs w:val="16"/>
              </w:rPr>
            </w:pPr>
          </w:p>
        </w:tc>
      </w:tr>
      <w:tr w:rsidR="00B36590" w14:paraId="6539756C" w14:textId="77777777" w:rsidTr="00686D56">
        <w:trPr>
          <w:trHeight w:val="737"/>
        </w:trPr>
        <w:tc>
          <w:tcPr>
            <w:tcW w:w="1101" w:type="dxa"/>
            <w:tcBorders>
              <w:top w:val="single" w:sz="8" w:space="0" w:color="auto"/>
              <w:bottom w:val="single" w:sz="4" w:space="0" w:color="auto"/>
            </w:tcBorders>
          </w:tcPr>
          <w:p w14:paraId="10D29D93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4" w:space="0" w:color="auto"/>
            </w:tcBorders>
          </w:tcPr>
          <w:p w14:paraId="7AF3CB5E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  <w:tcBorders>
              <w:top w:val="single" w:sz="8" w:space="0" w:color="auto"/>
              <w:bottom w:val="single" w:sz="4" w:space="0" w:color="auto"/>
            </w:tcBorders>
          </w:tcPr>
          <w:p w14:paraId="75CDD379" w14:textId="77777777" w:rsidR="00B36590" w:rsidRDefault="00B36590" w:rsidP="00B36590">
            <w:pPr>
              <w:pStyle w:val="QMStandart"/>
              <w:jc w:val="center"/>
            </w:pPr>
          </w:p>
        </w:tc>
        <w:tc>
          <w:tcPr>
            <w:tcW w:w="638" w:type="dxa"/>
            <w:tcBorders>
              <w:top w:val="single" w:sz="8" w:space="0" w:color="auto"/>
              <w:bottom w:val="single" w:sz="4" w:space="0" w:color="auto"/>
            </w:tcBorders>
          </w:tcPr>
          <w:p w14:paraId="7436D2BF" w14:textId="77777777" w:rsidR="00B36590" w:rsidRDefault="00B36590" w:rsidP="00B36590">
            <w:pPr>
              <w:pStyle w:val="QMStandart"/>
              <w:jc w:val="center"/>
            </w:pPr>
          </w:p>
        </w:tc>
        <w:tc>
          <w:tcPr>
            <w:tcW w:w="2409" w:type="dxa"/>
            <w:tcBorders>
              <w:top w:val="single" w:sz="8" w:space="0" w:color="auto"/>
              <w:bottom w:val="single" w:sz="4" w:space="0" w:color="auto"/>
            </w:tcBorders>
          </w:tcPr>
          <w:p w14:paraId="763FEB16" w14:textId="77777777" w:rsidR="00B36590" w:rsidRDefault="00B36590" w:rsidP="00B36590">
            <w:pPr>
              <w:pStyle w:val="QMStandart"/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</w:tcPr>
          <w:p w14:paraId="0D2A9505" w14:textId="77777777" w:rsidR="00B36590" w:rsidRDefault="00B36590" w:rsidP="00B36590">
            <w:pPr>
              <w:pStyle w:val="QMStandart"/>
              <w:jc w:val="center"/>
            </w:pPr>
          </w:p>
        </w:tc>
        <w:tc>
          <w:tcPr>
            <w:tcW w:w="567" w:type="dxa"/>
            <w:tcBorders>
              <w:top w:val="single" w:sz="8" w:space="0" w:color="auto"/>
              <w:bottom w:val="single" w:sz="4" w:space="0" w:color="auto"/>
            </w:tcBorders>
          </w:tcPr>
          <w:p w14:paraId="35A39531" w14:textId="77777777" w:rsidR="00B36590" w:rsidRDefault="00B36590" w:rsidP="00B36590">
            <w:pPr>
              <w:pStyle w:val="QMStandart"/>
              <w:jc w:val="center"/>
            </w:pP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</w:tcPr>
          <w:p w14:paraId="5F9F515D" w14:textId="77777777" w:rsidR="00B36590" w:rsidRDefault="00B36590" w:rsidP="00B36590">
            <w:pPr>
              <w:pStyle w:val="QMStandart"/>
              <w:jc w:val="center"/>
            </w:pPr>
          </w:p>
        </w:tc>
        <w:tc>
          <w:tcPr>
            <w:tcW w:w="2410" w:type="dxa"/>
            <w:tcBorders>
              <w:top w:val="single" w:sz="8" w:space="0" w:color="auto"/>
              <w:bottom w:val="single" w:sz="4" w:space="0" w:color="auto"/>
            </w:tcBorders>
          </w:tcPr>
          <w:p w14:paraId="7E015172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</w:tcPr>
          <w:p w14:paraId="139E7B80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565D1626" wp14:editId="4C279A2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111125</wp:posOffset>
                      </wp:positionV>
                      <wp:extent cx="180975" cy="180340"/>
                      <wp:effectExtent l="0" t="0" r="11430" b="13335"/>
                      <wp:wrapNone/>
                      <wp:docPr id="76" name="Group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77" name="Rectangle 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Rectangl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5" o:spid="_x0000_s1026" style="position:absolute;margin-left:11.85pt;margin-top:8.75pt;width:14.25pt;height:14.2pt;z-index:251686912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">
                      <v:rect id="Rectangle 146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mTBKxAAA&#10;ANsAAAAPAAAAZHJzL2Rvd25yZXYueG1sRI9Ba8JAFITvQv/D8gq9mU0tqI1ZpbSk2KMml96e2dck&#10;bfZtyK4x+uu7guBxmJlvmHQzmlYM1LvGsoLnKAZBXFrdcKWgyLPpEoTzyBpby6TgTA4264dJiom2&#10;J97RsPeVCBB2CSqove8SKV1Zk0EX2Y44eD+2N+iD7CupezwFuGnlLI7n0mDDYaHGjt5rKv/2R6Pg&#10;0MwKvOzyz9i8Zi/+a8x/j98fSj09jm8rEJ5Gfw/f2lutYLGA65fwA+T6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JkwSsQAAADbAAAADwAAAAAAAAAAAAAAAACXAgAAZHJzL2Rv&#10;d25yZXYueG1sUEsFBgAAAAAEAAQA9QAAAIgDAAAAAA==&#10;"/>
                      <v:rect id="Rectangle 147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BqQ4wQAA&#10;ANsAAAAPAAAAZHJzL2Rvd25yZXYueG1sRE89b8IwEN0r8R+sQ2IrDlSikGIQogoqI4SF7Rpfk5T4&#10;HNkOpPx6PFRifHrfy3VvGnEl52vLCibjBARxYXXNpYJTnr3OQfiArLGxTAr+yMN6NXhZYqrtjQ90&#10;PYZSxBD2KSqoQmhTKX1RkUE/ti1x5H6sMxgidKXUDm8x3DRymiQzabDm2FBhS9uKisuxMwq+6+kJ&#10;74d8l5hF9hb2ff7bnT+VGg37zQeIQH14iv/dX1rBexwbv8Qf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QakOMEAAADbAAAADwAAAAAAAAAAAAAAAACXAgAAZHJzL2Rvd25y&#10;ZXYueG1sUEsFBgAAAAAEAAQA9QAAAIUDAAAAAA==&#10;"/>
                      <v:rect id="Rectangle 148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SgGjxAAA&#10;ANsAAAAPAAAAZHJzL2Rvd25yZXYueG1sRI9Ba8JAFITvBf/D8oTemo0WbBNdRRSLHjW59PaafSZp&#10;s29Ddk3S/vquUOhxmJlvmNVmNI3oqXO1ZQWzKAZBXFhdc6kgzw5PryCcR9bYWCYF3+Rgs548rDDV&#10;duAz9RdfigBhl6KCyvs2ldIVFRl0kW2Jg3e1nUEfZFdK3eEQ4KaR8zheSIM1h4UKW9pVVHxdbkbB&#10;Rz3P8eecvcUmOTz705h93t73Sj1Ox+0ShKfR/4f/2ket4CWB+5fwA+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koBo8QAAADbAAAADwAAAAAAAAAAAAAAAACXAgAAZHJzL2Rv&#10;d25yZXYueG1sUEsFBgAAAAAEAAQA9QAAAIgDAAAAAA==&#10;"/>
                      <v:rect id="Rectangle 149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pdgZwQAA&#10;ANsAAAAPAAAAZHJzL2Rvd25yZXYueG1sRE9Nb4JAEL036X/YTBNvZakmjUUW0tRo9Ih46W1kR8Cy&#10;s4RdBf313UOTHl/ed5pPphM3GlxrWcFbFIMgrqxuuVZwLDevSxDOI2vsLJOCOznIs+enFBNtRy7o&#10;dvC1CCHsElTQeN8nUrqqIYMusj1x4M52MOgDHGqpBxxDuOnkPI7fpcGWQ0ODPX01VP0crkbBqZ0f&#10;8VGU29h8bBZ+P5WX6/daqdnL9LkC4Wny/+I/904rWIb14Uv4ATL7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qXYGcEAAADbAAAADwAAAAAAAAAAAAAAAACXAgAAZHJzL2Rvd25y&#10;ZXYueG1sUEsFBgAAAAAEAAQA9QAAAIUDAAAAAA==&#10;"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</w:tcPr>
          <w:p w14:paraId="41F4A55B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</w:tcBorders>
          </w:tcPr>
          <w:p w14:paraId="61787550" w14:textId="77777777" w:rsidR="00B36590" w:rsidRDefault="00B36590" w:rsidP="00B36590">
            <w:pPr>
              <w:pStyle w:val="QMStandart"/>
            </w:pPr>
          </w:p>
        </w:tc>
      </w:tr>
      <w:tr w:rsidR="00B36590" w14:paraId="4430C58D" w14:textId="77777777" w:rsidTr="00686D56">
        <w:trPr>
          <w:trHeight w:val="737"/>
        </w:trPr>
        <w:tc>
          <w:tcPr>
            <w:tcW w:w="1101" w:type="dxa"/>
            <w:tcBorders>
              <w:top w:val="single" w:sz="4" w:space="0" w:color="auto"/>
            </w:tcBorders>
          </w:tcPr>
          <w:p w14:paraId="685A97A2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678152A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  <w:tcBorders>
              <w:top w:val="single" w:sz="4" w:space="0" w:color="auto"/>
            </w:tcBorders>
          </w:tcPr>
          <w:p w14:paraId="77D0DB00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  <w:tcBorders>
              <w:top w:val="single" w:sz="4" w:space="0" w:color="auto"/>
            </w:tcBorders>
          </w:tcPr>
          <w:p w14:paraId="226E7AD3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36AB2D1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F5ABE50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743DA5B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11C9FFD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123278F7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5575D38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2650B42A" wp14:editId="011C7060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94615</wp:posOffset>
                      </wp:positionV>
                      <wp:extent cx="180975" cy="180340"/>
                      <wp:effectExtent l="0" t="5715" r="10795" b="17145"/>
                      <wp:wrapNone/>
                      <wp:docPr id="71" name="Group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72" name="Rectangle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Rectangle 1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Rectangle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Rectangle 1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0" o:spid="_x0000_s1026" style="position:absolute;margin-left:11.9pt;margin-top:7.45pt;width:14.25pt;height:14.2pt;z-index:251687936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">
                      <v:rect id="Rectangle 151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7pPSxAAA&#10;ANsAAAAPAAAAZHJzL2Rvd25yZXYueG1sRI9Ba8JAFITvBf/D8gq9NZumYGt0FVEs9miSS2/P7DNJ&#10;m30bsqtJ/fVuoeBxmJlvmMVqNK24UO8aywpeohgEcWl1w5WCIt89v4NwHllja5kU/JKD1XLysMBU&#10;24EPdMl8JQKEXYoKau+7VEpX1mTQRbYjDt7J9gZ9kH0ldY9DgJtWJnE8lQYbDgs1drSpqfzJzkbB&#10;sUkKvB7yj9jMdq/+c8y/z19bpZ4ex/UchKfR38P/7b1W8JbA35fw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O6T0sQAAADbAAAADwAAAAAAAAAAAAAAAACXAgAAZHJzL2Rv&#10;d25yZXYueG1sUEsFBgAAAAAEAAQA9QAAAIgDAAAAAA==&#10;"/>
                      <v:rect id="Rectangle 152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ojZJwgAA&#10;ANsAAAAPAAAAZHJzL2Rvd25yZXYueG1sRI9Bi8IwFITvgv8hPMGbpiqsazWKKMruUevF27N5ttXm&#10;pTRRq7/eLAh7HGbmG2a2aEwp7lS7wrKCQT8CQZxaXXCm4JBset8gnEfWWFomBU9ysJi3WzOMtX3w&#10;ju57n4kAYRejgtz7KpbSpTkZdH1bEQfvbGuDPsg6k7rGR4CbUg6j6EsaLDgs5FjRKqf0ur8ZBadi&#10;eMDXLtlGZrIZ+d8mudyOa6W6nWY5BeGp8f/hT/tHKxiP4O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eiNknCAAAA2wAAAA8AAAAAAAAAAAAAAAAAlwIAAGRycy9kb3du&#10;cmV2LnhtbFBLBQYAAAAABAAEAPUAAACGAwAAAAA=&#10;"/>
                      <v:rect id="Rectangle 153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S649xQAA&#10;ANsAAAAPAAAAZHJzL2Rvd25yZXYueG1sRI9Ba8JAFITvBf/D8oTe6kYtto1uRJSUetR46e2ZfSbR&#10;7NuQ3Zi0v75bKPQ4zMw3zGo9mFrcqXWVZQXTSQSCOLe64kLBKUufXkE4j6yxtkwKvsjBOhk9rDDW&#10;tucD3Y++EAHCLkYFpfdNLKXLSzLoJrYhDt7FtgZ9kG0hdYt9gJtazqJoIQ1WHBZKbGhbUn47dkbB&#10;uZqd8PuQvUfmLZ37/ZBdu8+dUo/jYbME4Wnw/+G/9odW8PIMv1/CD5DJ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hLrj3FAAAA2wAAAA8AAAAAAAAAAAAAAAAAlwIAAGRycy9k&#10;b3ducmV2LnhtbFBLBQYAAAAABAAEAPUAAACJAwAAAAA=&#10;"/>
                      <v:rect id="Rectangle 154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BwumxQAA&#10;ANsAAAAPAAAAZHJzL2Rvd25yZXYueG1sRI9Ba8JAFITvBf/D8oTe6kalto1uRJSUetR46e2ZfSbR&#10;7NuQ3Zi0v75bKPQ4zMw3zGo9mFrcqXWVZQXTSQSCOLe64kLBKUufXkE4j6yxtkwKvsjBOhk9rDDW&#10;tucD3Y++EAHCLkYFpfdNLKXLSzLoJrYhDt7FtgZ9kG0hdYt9gJtazqJoIQ1WHBZKbGhbUn47dkbB&#10;uZqd8PuQvUfmLZ37/ZBdu8+dUo/jYbME4Wnw/+G/9odW8PIMv1/CD5DJ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cHC6bFAAAA2wAAAA8AAAAAAAAAAAAAAAAAlwIAAGRycy9k&#10;b3ducmV2LnhtbFBLBQYAAAAABAAEAPUAAACJAwAAAAA=&#10;"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39FFDBD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BD6380A" w14:textId="77777777" w:rsidR="00B36590" w:rsidRDefault="00B36590" w:rsidP="00B36590">
            <w:pPr>
              <w:pStyle w:val="QMStandart"/>
            </w:pPr>
          </w:p>
        </w:tc>
      </w:tr>
      <w:tr w:rsidR="00B36590" w14:paraId="0DFD6542" w14:textId="77777777" w:rsidTr="00686D56">
        <w:trPr>
          <w:trHeight w:val="737"/>
        </w:trPr>
        <w:tc>
          <w:tcPr>
            <w:tcW w:w="1101" w:type="dxa"/>
          </w:tcPr>
          <w:p w14:paraId="1E179DF9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</w:tcPr>
          <w:p w14:paraId="0B141494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1C66314F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177E5860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</w:tcPr>
          <w:p w14:paraId="651128F3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5E5CD674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2A9C1ABA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</w:tcPr>
          <w:p w14:paraId="41BA0B57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</w:tcPr>
          <w:p w14:paraId="1951E42C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</w:tcPr>
          <w:p w14:paraId="75AB1E1C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3B0FC06F" wp14:editId="66562695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120015</wp:posOffset>
                      </wp:positionV>
                      <wp:extent cx="180975" cy="180340"/>
                      <wp:effectExtent l="0" t="5715" r="10795" b="17145"/>
                      <wp:wrapNone/>
                      <wp:docPr id="66" name="Group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67" name="Rectangle 15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Rectangle 1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Rectangle 1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Rectangle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5" o:spid="_x0000_s1026" style="position:absolute;margin-left:11.9pt;margin-top:9.45pt;width:14.25pt;height:14.2pt;z-index:251688960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">
                      <v:rect id="Rectangle 156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QKaXwgAA&#10;ANsAAAAPAAAAZHJzL2Rvd25yZXYueG1sRI9Bi8IwFITvgv8hPMGbprrgajWKuCjrUevF27N5ttXm&#10;pTRRu/56Iyx4HGbmG2a2aEwp7lS7wrKCQT8CQZxaXXCm4JCse2MQziNrLC2Tgj9ysJi3WzOMtX3w&#10;ju57n4kAYRejgtz7KpbSpTkZdH1bEQfvbGuDPsg6k7rGR4CbUg6jaCQNFhwWcqxolVN63d+MglMx&#10;POBzl2wiM1l/+W2TXG7HH6W6nWY5BeGp8Z/wf/tXKxh9w/tL+AFy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1AppfCAAAA2wAAAA8AAAAAAAAAAAAAAAAAlwIAAGRycy9kb3du&#10;cmV2LnhtbFBLBQYAAAAABAAEAPUAAACGAwAAAAA=&#10;"/>
                      <v:rect id="Rectangle 157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3zLlwQAA&#10;ANsAAAAPAAAAZHJzL2Rvd25yZXYueG1sRE+7bsIwFN0r9R+sW6lbcUolVAJOVBWB6JjHwnaJL0lo&#10;fB3ZBkK/vh4qdTw673U+mUFcyfnesoLXWQKCuLG651ZBXW1f3kH4gKxxsEwK7uQhzx4f1phqe+OC&#10;rmVoRQxhn6KCLoQxldI3HRn0MzsSR+5kncEQoWuldniL4WaQ8yRZSIM9x4YOR/rsqPkuL0bBsZ/X&#10;+FNUu8Qst2/ha6rOl8NGqeen6WMFItAU/sV/7r1WsIhj45f4A2T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N8y5cEAAADbAAAADwAAAAAAAAAAAAAAAACXAgAAZHJzL2Rvd25y&#10;ZXYueG1sUEsFBgAAAAAEAAQA9QAAAIUDAAAAAA==&#10;"/>
                      <v:rect id="Rectangle 158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k5d+wQAA&#10;ANsAAAAPAAAAZHJzL2Rvd25yZXYueG1sRI9Bi8IwFITvgv8hPMGbpiqIVqOIi4t71Hrx9myebbV5&#10;KU3Uur/eCILHYWa+YebLxpTiTrUrLCsY9CMQxKnVBWcKDsmmNwHhPLLG0jIpeJKD5aLdmmOs7YN3&#10;dN/7TAQIuxgV5N5XsZQuzcmg69uKOHhnWxv0QdaZ1DU+AtyUchhFY2mw4LCQY0XrnNLr/mYUnIrh&#10;Af93yW9kppuR/2uSy+34o1S306xmIDw1/hv+tLdawXgK7y/hB8jF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5OXfsEAAADbAAAADwAAAAAAAAAAAAAAAACXAgAAZHJzL2Rvd25y&#10;ZXYueG1sUEsFBgAAAAAEAAQA9QAAAIUDAAAAAA==&#10;"/>
                      <v:rect id="Rectangle 159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cKg+wQAA&#10;ANsAAAAPAAAAZHJzL2Rvd25yZXYueG1sRE89b8IwEN0r8R+sQ2IrDlSikGIQogoqI4SF7Rpfk5T4&#10;HNkOpPx6PFRifHrfy3VvGnEl52vLCibjBARxYXXNpYJTnr3OQfiArLGxTAr+yMN6NXhZYqrtjQ90&#10;PYZSxBD2KSqoQmhTKX1RkUE/ti1x5H6sMxgidKXUDm8x3DRymiQzabDm2FBhS9uKisuxMwq+6+kJ&#10;74d8l5hF9hb2ff7bnT+VGg37zQeIQH14iv/dX1rBe1wfv8Qf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3CoPsEAAADbAAAADwAAAAAAAAAAAAAAAACXAgAAZHJzL2Rvd25y&#10;ZXYueG1sUEsFBgAAAAAEAAQA9QAAAIUDAAAAAA==&#10;"/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40AF05DE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</w:tcPr>
          <w:p w14:paraId="1580EC7E" w14:textId="77777777" w:rsidR="00B36590" w:rsidRDefault="00B36590" w:rsidP="00B36590">
            <w:pPr>
              <w:pStyle w:val="QMStandart"/>
            </w:pPr>
          </w:p>
        </w:tc>
      </w:tr>
      <w:tr w:rsidR="00B36590" w14:paraId="019DD8A0" w14:textId="77777777" w:rsidTr="00686D56">
        <w:trPr>
          <w:trHeight w:val="737"/>
        </w:trPr>
        <w:tc>
          <w:tcPr>
            <w:tcW w:w="1101" w:type="dxa"/>
          </w:tcPr>
          <w:p w14:paraId="4D225364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</w:tcPr>
          <w:p w14:paraId="38E608EF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6BF177FD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29950379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</w:tcPr>
          <w:p w14:paraId="54B2F56C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707E2079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31B0C5E8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</w:tcPr>
          <w:p w14:paraId="65A52A2C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</w:tcPr>
          <w:p w14:paraId="0C4FD279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</w:tcPr>
          <w:p w14:paraId="6D4A226D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121319A5" wp14:editId="01CB778F">
                      <wp:simplePos x="0" y="0"/>
                      <wp:positionH relativeFrom="column">
                        <wp:posOffset>151765</wp:posOffset>
                      </wp:positionH>
                      <wp:positionV relativeFrom="paragraph">
                        <wp:posOffset>113030</wp:posOffset>
                      </wp:positionV>
                      <wp:extent cx="180975" cy="180340"/>
                      <wp:effectExtent l="0" t="0" r="10160" b="11430"/>
                      <wp:wrapNone/>
                      <wp:docPr id="61" name="Group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62" name="Rectangle 1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Rectangle 1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Rectangle 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Rectangle 1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0" o:spid="_x0000_s1026" style="position:absolute;margin-left:11.95pt;margin-top:8.9pt;width:14.25pt;height:14.2pt;z-index:251689984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">
                      <v:rect id="Rectangle 161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NwUPwgAA&#10;ANsAAAAPAAAAZHJzL2Rvd25yZXYueG1sRI9Bi8IwFITvgv8hPMGbplYQ7RpFXFz0qPXi7W3ztu3a&#10;vJQmavXXG0HwOMzMN8x82ZpKXKlxpWUFo2EEgjizuuRcwTHdDKYgnEfWWFkmBXdysFx0O3NMtL3x&#10;nq4Hn4sAYZeggsL7OpHSZQUZdENbEwfvzzYGfZBNLnWDtwA3lYyjaCINlhwWCqxpXVB2PlyMgt8y&#10;PuJjn/5EZrYZ+12b/l9O30r1e+3qC4Sn1n/C7/ZWK5jE8PoSfoBcP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03BQ/CAAAA2wAAAA8AAAAAAAAAAAAAAAAAlwIAAGRycy9kb3du&#10;cmV2LnhtbFBLBQYAAAAABAAEAPUAAACGAwAAAAA=&#10;"/>
                      <v:rect id="Rectangle 162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e6CUxAAA&#10;ANsAAAAPAAAAZHJzL2Rvd25yZXYueG1sRI9Ba8JAFITvhf6H5RW81Y0JiE2zCdKi1KPGi7dn9jVJ&#10;m30bsmtM/fXdgtDjMDPfMFkxmU6MNLjWsoLFPAJBXFndcq3gWG6eVyCcR9bYWSYFP+SgyB8fMky1&#10;vfKexoOvRYCwS1FB432fSumqhgy6ue2Jg/dpB4M+yKGWesBrgJtOxlG0lAZbDgsN9vTWUPV9uBgF&#10;5zY+4m1fbiPzskn8biq/Lqd3pWZP0/oVhKfJ/4fv7Q+tYJnA35fwA2T+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nuglMQAAADbAAAADwAAAAAAAAAAAAAAAACXAgAAZHJzL2Rv&#10;d25yZXYueG1sUEsFBgAAAAAEAAQA9QAAAIgDAAAAAA==&#10;"/>
                      <v:rect id="Rectangle 163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kjjgxAAA&#10;ANsAAAAPAAAAZHJzL2Rvd25yZXYueG1sRI9Ba8JAFITvQv/D8gq9mU2tiI1ZpbSk2KMml96e2dck&#10;bfZtyK4x+uu7guBxmJlvmHQzmlYM1LvGsoLnKAZBXFrdcKWgyLPpEoTzyBpby6TgTA4264dJiom2&#10;J97RsPeVCBB2CSqove8SKV1Zk0EX2Y44eD+2N+iD7CupezwFuGnlLI4X0mDDYaHGjt5rKv/2R6Pg&#10;0MwKvOzyz9i8Zi/+a8x/j98fSj09jm8rEJ5Gfw/f2lutYDGH65fwA+T6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ZI44MQAAADbAAAADwAAAAAAAAAAAAAAAACXAgAAZHJzL2Rv&#10;d25yZXYueG1sUEsFBgAAAAAEAAQA9QAAAIgDAAAAAA==&#10;"/>
                      <v:rect id="Rectangle 164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3p17xAAA&#10;ANsAAAAPAAAAZHJzL2Rvd25yZXYueG1sRI9Ba8JAFITvQv/D8gq9mU0tio1ZpbSk2KMml96e2dck&#10;bfZtyK4x+uu7guBxmJlvmHQzmlYM1LvGsoLnKAZBXFrdcKWgyLPpEoTzyBpby6TgTA4264dJiom2&#10;J97RsPeVCBB2CSqove8SKV1Zk0EX2Y44eD+2N+iD7CupezwFuGnlLI4X0mDDYaHGjt5rKv/2R6Pg&#10;0MwKvOzyz9i8Zi/+a8x/j98fSj09jm8rEJ5Gfw/f2lutYDGH65fwA+T6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t6de8QAAADbAAAADwAAAAAAAAAAAAAAAACXAgAAZHJzL2Rv&#10;d25yZXYueG1sUEsFBgAAAAAEAAQA9QAAAIgDAAAAAA==&#10;"/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5017B1D3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</w:tcPr>
          <w:p w14:paraId="380DB9CE" w14:textId="77777777" w:rsidR="00B36590" w:rsidRDefault="00B36590" w:rsidP="00B36590">
            <w:pPr>
              <w:pStyle w:val="QMStandart"/>
            </w:pPr>
          </w:p>
        </w:tc>
      </w:tr>
      <w:tr w:rsidR="00B36590" w14:paraId="10770F88" w14:textId="77777777" w:rsidTr="00686D56">
        <w:trPr>
          <w:trHeight w:val="737"/>
        </w:trPr>
        <w:tc>
          <w:tcPr>
            <w:tcW w:w="1101" w:type="dxa"/>
          </w:tcPr>
          <w:p w14:paraId="1F8C1BDD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</w:tcPr>
          <w:p w14:paraId="5D15A76E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22C50A81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7C30C96E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</w:tcPr>
          <w:p w14:paraId="76AC879B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53DB2EE2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1AA26B65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</w:tcPr>
          <w:p w14:paraId="63FECC9E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</w:tcPr>
          <w:p w14:paraId="40FCBBD0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</w:tcPr>
          <w:p w14:paraId="3ABE026A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75B6474B" wp14:editId="6CD9F7BD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109220</wp:posOffset>
                      </wp:positionV>
                      <wp:extent cx="180975" cy="180340"/>
                      <wp:effectExtent l="0" t="0" r="10795" b="15240"/>
                      <wp:wrapNone/>
                      <wp:docPr id="56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57" name="Rectangle 1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Rectangle 16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Rectangle 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Rectangle 1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5" o:spid="_x0000_s1026" style="position:absolute;margin-left:11.9pt;margin-top:8.6pt;width:14.25pt;height:14.2pt;z-index:251691008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">
                      <v:rect id="Rectangle 166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LGwqxQAA&#10;ANsAAAAPAAAAZHJzL2Rvd25yZXYueG1sRI9Ba8JAFITvBf/D8oTe6kalto1uRJSUetR46e2ZfSbR&#10;7NuQ3Zi0v75bKPQ4zMw3zGo9mFrcqXWVZQXTSQSCOLe64kLBKUufXkE4j6yxtkwKvsjBOhk9rDDW&#10;tucD3Y++EAHCLkYFpfdNLKXLSzLoJrYhDt7FtgZ9kG0hdYt9gJtazqJoIQ1WHBZKbGhbUn47dkbB&#10;uZqd8PuQvUfmLZ37/ZBdu8+dUo/jYbME4Wnw/+G/9odW8PwCv1/CD5DJ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MsbCrFAAAA2wAAAA8AAAAAAAAAAAAAAAAAlwIAAGRycy9k&#10;b3ducmV2LnhtbFBLBQYAAAAABAAEAPUAAACJAwAAAAA=&#10;"/>
                      <v:rect id="Rectangle 167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s/hYwQAA&#10;ANsAAAAPAAAAZHJzL2Rvd25yZXYueG1sRE89b8IwEN0r8R+sQ2IrDlRUkGIQogoqI4SF7Rpfk5T4&#10;HNkOpPx6PFRifHrfy3VvGnEl52vLCibjBARxYXXNpYJTnr3OQfiArLGxTAr+yMN6NXhZYqrtjQ90&#10;PYZSxBD2KSqoQmhTKX1RkUE/ti1x5H6sMxgidKXUDm8x3DRymiTv0mDNsaHClrYVFZdjZxR819MT&#10;3g/5LjGL7C3s+/y3O38qNRr2mw8QgfrwFP+7v7SCWRwbv8Qf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8rP4WMEAAADbAAAADwAAAAAAAAAAAAAAAACXAgAAZHJzL2Rvd25y&#10;ZXYueG1sUEsFBgAAAAAEAAQA9QAAAIUDAAAAAA==&#10;"/>
                      <v:rect id="Rectangle 168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/13DxAAA&#10;ANsAAAAPAAAAZHJzL2Rvd25yZXYueG1sRI9Ba8JAFITvBf/D8oTemo0WSxNdRRSLHjW59PaafSZp&#10;s29Ddk3S/vquUOhxmJlvmNVmNI3oqXO1ZQWzKAZBXFhdc6kgzw5PryCcR9bYWCYF3+Rgs548rDDV&#10;duAz9RdfigBhl6KCyvs2ldIVFRl0kW2Jg3e1nUEfZFdK3eEQ4KaR8zh+kQZrDgsVtrSrqPi63IyC&#10;j3qe4885e4tNcnj2pzH7vL3vlXqcjtslCE+j/w//tY9awSKB+5fwA+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f9dw8QAAADbAAAADwAAAAAAAAAAAAAAAACXAgAAZHJzL2Rv&#10;d25yZXYueG1sUEsFBgAAAAAEAAQA9QAAAIgDAAAAAA==&#10;"/>
                      <v:rect id="Rectangle 169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qT7jwQAA&#10;ANsAAAAPAAAAZHJzL2Rvd25yZXYueG1sRE+7bsIwFN0r9R+sW6lbcUolVAJOVBWB6JjHwnaJL0lo&#10;fB3ZBkK/vh4qdTw673U+mUFcyfnesoLXWQKCuLG651ZBXW1f3kH4gKxxsEwK7uQhzx4f1phqe+OC&#10;rmVoRQxhn6KCLoQxldI3HRn0MzsSR+5kncEQoWuldniL4WaQ8yRZSIM9x4YOR/rsqPkuL0bBsZ/X&#10;+FNUu8Qst2/ha6rOl8NGqeen6WMFItAU/sV/7r1WsIjr45f4A2T2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qk+48EAAADbAAAADwAAAAAAAAAAAAAAAACXAgAAZHJzL2Rvd25y&#10;ZXYueG1sUEsFBgAAAAAEAAQA9QAAAIUDAAAAAA==&#10;"/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266F6CE8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</w:tcPr>
          <w:p w14:paraId="1BB1D64D" w14:textId="77777777" w:rsidR="00B36590" w:rsidRDefault="00B36590" w:rsidP="00B36590">
            <w:pPr>
              <w:pStyle w:val="QMStandart"/>
            </w:pPr>
          </w:p>
        </w:tc>
      </w:tr>
      <w:tr w:rsidR="00B36590" w14:paraId="097E70F4" w14:textId="77777777" w:rsidTr="00686D56">
        <w:trPr>
          <w:trHeight w:val="737"/>
        </w:trPr>
        <w:tc>
          <w:tcPr>
            <w:tcW w:w="1101" w:type="dxa"/>
          </w:tcPr>
          <w:p w14:paraId="429B99CA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</w:tcPr>
          <w:p w14:paraId="6667BBDD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349EF330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50E4537A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</w:tcPr>
          <w:p w14:paraId="62633D65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14372FE0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2434523C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</w:tcPr>
          <w:p w14:paraId="06438192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</w:tcPr>
          <w:p w14:paraId="66CE733C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</w:tcPr>
          <w:p w14:paraId="1927C3A7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0102095F" wp14:editId="462E30CB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83185</wp:posOffset>
                      </wp:positionV>
                      <wp:extent cx="180975" cy="180340"/>
                      <wp:effectExtent l="0" t="0" r="12700" b="15875"/>
                      <wp:wrapNone/>
                      <wp:docPr id="51" name="Group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52" name="Rectangle 1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1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Rectangle 1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Rectangle 1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0" o:spid="_x0000_s1026" style="position:absolute;margin-left:11.75pt;margin-top:6.55pt;width:14.25pt;height:14.2pt;z-index:251692032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">
                      <v:rect id="Rectangle 171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W8+yxAAA&#10;ANsAAAAPAAAAZHJzL2Rvd25yZXYueG1sRI9Ba8JAFITvBf/D8gq9NZumWGp0FVEs9miSS2/P7DNJ&#10;m30bsqtJ/fVuoeBxmJlvmMVqNK24UO8aywpeohgEcWl1w5WCIt89v4NwHllja5kU/JKD1XLysMBU&#10;24EPdMl8JQKEXYoKau+7VEpX1mTQRbYjDt7J9gZ9kH0ldY9DgJtWJnH8Jg02HBZq7GhTU/mTnY2C&#10;Y5MUeD3kH7GZ7V7955h/n7+2Sj09jus5CE+jv4f/23utYJrA35fw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1vPssQAAADbAAAADwAAAAAAAAAAAAAAAACXAgAAZHJzL2Rv&#10;d25yZXYueG1sUEsFBgAAAAAEAAQA9QAAAIgDAAAAAA==&#10;"/>
                      <v:rect id="Rectangle 172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F2opwgAA&#10;ANsAAAAPAAAAZHJzL2Rvd25yZXYueG1sRI9Bi8IwFITvgv8hPMGbpiorazWKKMruUevF27N5ttXm&#10;pTRRq7/eLAh7HGbmG2a2aEwp7lS7wrKCQT8CQZxaXXCm4JBset8gnEfWWFomBU9ysJi3WzOMtX3w&#10;ju57n4kAYRejgtz7KpbSpTkZdH1bEQfvbGuDPsg6k7rGR4CbUg6jaCwNFhwWcqxolVN63d+MglMx&#10;POBrl2wjM9mM/G+TXG7HtVLdTrOcgvDU+P/wp/2jFXyN4O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wXainCAAAA2wAAAA8AAAAAAAAAAAAAAAAAlwIAAGRycy9kb3du&#10;cmV2LnhtbFBLBQYAAAAABAAEAPUAAACGAwAAAAA=&#10;"/>
                      <v:rect id="Rectangle 173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/vJdxQAA&#10;ANsAAAAPAAAAZHJzL2Rvd25yZXYueG1sRI9Ba8JAFITvBf/D8oTe6katpY1uRJSUetR46e2ZfSbR&#10;7NuQ3Zi0v75bKPQ4zMw3zGo9mFrcqXWVZQXTSQSCOLe64kLBKUufXkE4j6yxtkwKvsjBOhk9rDDW&#10;tucD3Y++EAHCLkYFpfdNLKXLSzLoJrYhDt7FtgZ9kG0hdYt9gJtazqLoRRqsOCyU2NC2pPx27IyC&#10;czU74fche4/MWzr3+yG7dp87pR7Hw2YJwtPg/8N/7Q+tYPEMv1/CD5DJ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P+8l3FAAAA2wAAAA8AAAAAAAAAAAAAAAAAlwIAAGRycy9k&#10;b3ducmV2LnhtbFBLBQYAAAAABAAEAPUAAACJAwAAAAA=&#10;"/>
                      <v:rect id="Rectangle 174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slfGwgAA&#10;ANsAAAAPAAAAZHJzL2Rvd25yZXYueG1sRI9Bi8IwFITvgv8hPMGbprq4aDWKuCjrUevF27N5ttXm&#10;pTRRu/56Iyx4HGbmG2a2aEwp7lS7wrKCQT8CQZxaXXCm4JCse2MQziNrLC2Tgj9ysJi3WzOMtX3w&#10;ju57n4kAYRejgtz7KpbSpTkZdH1bEQfvbGuDPsg6k7rGR4CbUg6j6FsaLDgs5FjRKqf0ur8ZBadi&#10;eMDnLtlEZrL+8tsmudyOP0p1O81yCsJT4z/h//avVjAawftL+AFy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yyV8bCAAAA2wAAAA8AAAAAAAAAAAAAAAAAlwIAAGRycy9kb3du&#10;cmV2LnhtbFBLBQYAAAAABAAEAPUAAACGAwAAAAA=&#10;"/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2589A500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</w:tcPr>
          <w:p w14:paraId="2C8BC7D8" w14:textId="77777777" w:rsidR="00B36590" w:rsidRDefault="00B36590" w:rsidP="00B36590">
            <w:pPr>
              <w:pStyle w:val="QMStandart"/>
            </w:pPr>
          </w:p>
        </w:tc>
      </w:tr>
      <w:tr w:rsidR="00B36590" w14:paraId="4446646A" w14:textId="77777777" w:rsidTr="00686D56">
        <w:trPr>
          <w:trHeight w:val="737"/>
        </w:trPr>
        <w:tc>
          <w:tcPr>
            <w:tcW w:w="1101" w:type="dxa"/>
          </w:tcPr>
          <w:p w14:paraId="52BFFF0E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</w:tcPr>
          <w:p w14:paraId="2AA8A1B1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224FC278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68E42DCA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</w:tcPr>
          <w:p w14:paraId="14BD8111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450D251E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2455D5BA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</w:tcPr>
          <w:p w14:paraId="0BF514A5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</w:tcPr>
          <w:p w14:paraId="5425A9C6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</w:tcPr>
          <w:p w14:paraId="43EEF4BC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7512A6D3" wp14:editId="6796D21A">
                      <wp:simplePos x="0" y="0"/>
                      <wp:positionH relativeFrom="column">
                        <wp:posOffset>147320</wp:posOffset>
                      </wp:positionH>
                      <wp:positionV relativeFrom="paragraph">
                        <wp:posOffset>104140</wp:posOffset>
                      </wp:positionV>
                      <wp:extent cx="180975" cy="180340"/>
                      <wp:effectExtent l="0" t="2540" r="14605" b="7620"/>
                      <wp:wrapNone/>
                      <wp:docPr id="46" name="Group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47" name="Rectangle 1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Rectangle 1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1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Rectangle 1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5" o:spid="_x0000_s1026" style="position:absolute;margin-left:11.6pt;margin-top:8.2pt;width:14.25pt;height:14.2pt;z-index:251693056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">
                      <v:rect id="Rectangle 176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9fr3xQAA&#10;ANsAAAAPAAAAZHJzL2Rvd25yZXYueG1sRI9Ba8JAFITvBf/D8oTe6kYtto1uRJSUetR46e2ZfSbR&#10;7NuQ3Zi0v75bKPQ4zMw3zGo9mFrcqXWVZQXTSQSCOLe64kLBKUufXkE4j6yxtkwKvsjBOhk9rDDW&#10;tucD3Y++EAHCLkYFpfdNLKXLSzLoJrYhDt7FtgZ9kG0hdYt9gJtazqJoIQ1WHBZKbGhbUn47dkbB&#10;uZqd8PuQvUfmLZ37/ZBdu8+dUo/jYbME4Wnw/+G/9odW8PwCv1/CD5DJ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b1+vfFAAAA2wAAAA8AAAAAAAAAAAAAAAAAlwIAAGRycy9k&#10;b3ducmV2LnhtbFBLBQYAAAAABAAEAPUAAACJAwAAAAA=&#10;"/>
                      <v:rect id="Rectangle 177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am6FwQAA&#10;ANsAAAAPAAAAZHJzL2Rvd25yZXYueG1sRE89b8IwEN0r8R+sQ2IrDhRVkGIQogoqI4SF7Rpfk5T4&#10;HNkOpPx6PFRifHrfy3VvGnEl52vLCibjBARxYXXNpYJTnr3OQfiArLGxTAr+yMN6NXhZYqrtjQ90&#10;PYZSxBD2KSqoQmhTKX1RkUE/ti1x5H6sMxgidKXUDm8x3DRymiTv0mDNsaHClrYVFZdjZxR819MT&#10;3g/5LjGL7C3s+/y3O38qNRr2mw8QgfrwFP+7v7SCWRwbv8Qf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2puhcEAAADbAAAADwAAAAAAAAAAAAAAAACXAgAAZHJzL2Rvd25y&#10;ZXYueG1sUEsFBgAAAAAEAAQA9QAAAIUDAAAAAA==&#10;"/>
                      <v:rect id="Rectangle 178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JssexAAA&#10;ANsAAAAPAAAAZHJzL2Rvd25yZXYueG1sRI9Ba8JAFITvBf/D8oTemo1WShNdRRSLHjW59PaafSZp&#10;s29Ddk3S/vquUOhxmJlvmNVmNI3oqXO1ZQWzKAZBXFhdc6kgzw5PryCcR9bYWCYF3+Rgs548rDDV&#10;duAz9RdfigBhl6KCyvs2ldIVFRl0kW2Jg3e1nUEfZFdK3eEQ4KaR8zh+kQZrDgsVtrSrqPi63IyC&#10;j3qe4885e4tNcnj2pzH7vL3vlXqcjtslCE+j/w//tY9awSKB+5fwA+T6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CbLHsQAAADbAAAADwAAAAAAAAAAAAAAAACXAgAAZHJzL2Rv&#10;d25yZXYueG1sUEsFBgAAAAAEAAQA9QAAAIgDAAAAAA==&#10;"/>
                      <v:rect id="Rectangle 179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xfRewQAA&#10;ANsAAAAPAAAAZHJzL2Rvd25yZXYueG1sRE89b8IwEN0r8R+sQ2IrDlRUkGIQogoqI4SF7Rpfk5T4&#10;HNkOpPx6PFRifHrfy3VvGnEl52vLCibjBARxYXXNpYJTnr3OQfiArLGxTAr+yMN6NXhZYqrtjQ90&#10;PYZSxBD2KSqoQmhTKX1RkUE/ti1x5H6sMxgidKXUDm8x3DRymiTv0mDNsaHClrYVFZdjZxR819MT&#10;3g/5LjGL7C3s+/y3O38qNRr2mw8QgfrwFP+7v7SCWVwfv8Qf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MX0XsEAAADbAAAADwAAAAAAAAAAAAAAAACXAgAAZHJzL2Rvd25y&#10;ZXYueG1sUEsFBgAAAAAEAAQA9QAAAIUDAAAAAA==&#10;"/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412FA80A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</w:tcPr>
          <w:p w14:paraId="5C4E5602" w14:textId="77777777" w:rsidR="00B36590" w:rsidRDefault="00B36590" w:rsidP="00B36590">
            <w:pPr>
              <w:pStyle w:val="QMStandart"/>
            </w:pPr>
          </w:p>
        </w:tc>
      </w:tr>
      <w:tr w:rsidR="00B36590" w14:paraId="614257D6" w14:textId="77777777" w:rsidTr="00686D56">
        <w:trPr>
          <w:trHeight w:val="737"/>
        </w:trPr>
        <w:tc>
          <w:tcPr>
            <w:tcW w:w="1101" w:type="dxa"/>
          </w:tcPr>
          <w:p w14:paraId="5B87209B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</w:tcPr>
          <w:p w14:paraId="69FABBF0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5308DA07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15A11157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</w:tcPr>
          <w:p w14:paraId="5F23056E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5D942A18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181FD275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</w:tcPr>
          <w:p w14:paraId="17D99006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</w:tcPr>
          <w:p w14:paraId="1076EE87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</w:tcPr>
          <w:p w14:paraId="3DA97B4C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20072D8D" wp14:editId="4E6B4899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86995</wp:posOffset>
                      </wp:positionV>
                      <wp:extent cx="180975" cy="180340"/>
                      <wp:effectExtent l="0" t="0" r="13970" b="12065"/>
                      <wp:wrapNone/>
                      <wp:docPr id="41" name="Group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42" name="Rectangle 18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Rectangle 1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Rectangle 18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1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0" o:spid="_x0000_s1026" style="position:absolute;margin-left:11.65pt;margin-top:6.85pt;width:14.25pt;height:14.2pt;z-index:251694080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">
                      <v:rect id="Rectangle 181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gllvxAAA&#10;ANsAAAAPAAAAZHJzL2Rvd25yZXYueG1sRI9Ba8JAFITvBf/D8gq9NZumUmp0FVEs9miSS2/P7DNJ&#10;m30bsqtJ/fVuoeBxmJlvmMVqNK24UO8aywpeohgEcWl1w5WCIt89v4NwHllja5kU/JKD1XLysMBU&#10;24EPdMl8JQKEXYoKau+7VEpX1mTQRbYjDt7J9gZ9kH0ldY9DgJtWJnH8Jg02HBZq7GhTU/mTnY2C&#10;Y5MUeD3kH7GZ7V7955h/n7+2Sj09jus5CE+jv4f/23utYJrA35fwA+Ty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oJZb8QAAADbAAAADwAAAAAAAAAAAAAAAACXAgAAZHJzL2Rv&#10;d25yZXYueG1sUEsFBgAAAAAEAAQA9QAAAIgDAAAAAA==&#10;"/>
                      <v:rect id="Rectangle 182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zvz0wgAA&#10;ANsAAAAPAAAAZHJzL2Rvd25yZXYueG1sRI9Bi8IwFITvgv8hPMGbpuoiazWKKMruUevF27N5ttXm&#10;pTRRq7/eLAh7HGbmG2a2aEwp7lS7wrKCQT8CQZxaXXCm4JBset8gnEfWWFomBU9ysJi3WzOMtX3w&#10;ju57n4kAYRejgtz7KpbSpTkZdH1bEQfvbGuDPsg6k7rGR4CbUg6jaCwNFhwWcqxolVN63d+MglMx&#10;POBrl2wjM9mM/G+TXG7HtVLdTrOcgvDU+P/wp/2jFXyN4O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nO/PTCAAAA2wAAAA8AAAAAAAAAAAAAAAAAlwIAAGRycy9kb3du&#10;cmV2LnhtbFBLBQYAAAAABAAEAPUAAACGAwAAAAA=&#10;"/>
                      <v:rect id="Rectangle 183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J2SAwgAA&#10;ANsAAAAPAAAAZHJzL2Rvd25yZXYueG1sRI9Bi8IwFITvgv8hPMGbprqyaDWKuCjrUevF27N5ttXm&#10;pTRRu/56Iyx4HGbmG2a2aEwp7lS7wrKCQT8CQZxaXXCm4JCse2MQziNrLC2Tgj9ysJi3WzOMtX3w&#10;ju57n4kAYRejgtz7KpbSpTkZdH1bEQfvbGuDPsg6k7rGR4CbUg6j6FsaLDgs5FjRKqf0ur8ZBadi&#10;eMDnLtlEZrL+8tsmudyOP0p1O81yCsJT4z/h//avVjAawftL+AFy/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YnZIDCAAAA2wAAAA8AAAAAAAAAAAAAAAAAlwIAAGRycy9kb3du&#10;cmV2LnhtbFBLBQYAAAAABAAEAPUAAACGAwAAAAA=&#10;"/>
                      <v:rect id="Rectangle 184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a8EbxQAA&#10;ANsAAAAPAAAAZHJzL2Rvd25yZXYueG1sRI9Ba8JAFITvBf/D8oTe6katpY1uRJSUetR46e2ZfSbR&#10;7NuQ3Zi0v75bKPQ4zMw3zGo9mFrcqXWVZQXTSQSCOLe64kLBKUufXkE4j6yxtkwKvsjBOhk9rDDW&#10;tucD3Y++EAHCLkYFpfdNLKXLSzLoJrYhDt7FtgZ9kG0hdYt9gJtazqLoRRqsOCyU2NC2pPx27IyC&#10;czU74fche4/MWzr3+yG7dp87pR7Hw2YJwtPg/8N/7Q+t4HkBv1/CD5DJ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lrwRvFAAAA2wAAAA8AAAAAAAAAAAAAAAAAlwIAAGRycy9k&#10;b3ducmV2LnhtbFBLBQYAAAAABAAEAPUAAACJAwAAAAA=&#10;"/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29EBECAD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</w:tcPr>
          <w:p w14:paraId="5AE3690F" w14:textId="77777777" w:rsidR="00B36590" w:rsidRDefault="00B36590" w:rsidP="00B36590">
            <w:pPr>
              <w:pStyle w:val="QMStandart"/>
            </w:pPr>
          </w:p>
        </w:tc>
      </w:tr>
      <w:tr w:rsidR="00B36590" w14:paraId="7771D2AF" w14:textId="77777777" w:rsidTr="00686D56">
        <w:trPr>
          <w:trHeight w:val="737"/>
        </w:trPr>
        <w:tc>
          <w:tcPr>
            <w:tcW w:w="1101" w:type="dxa"/>
          </w:tcPr>
          <w:p w14:paraId="4930A274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</w:tcPr>
          <w:p w14:paraId="69D523B0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30C71831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60F7CFF0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</w:tcPr>
          <w:p w14:paraId="1DF1169C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44FD3224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40797641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</w:tcPr>
          <w:p w14:paraId="0EBA7A07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</w:tcPr>
          <w:p w14:paraId="22E80CED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</w:tcPr>
          <w:p w14:paraId="3B44A448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04CCEF46" wp14:editId="4504142A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122555</wp:posOffset>
                      </wp:positionV>
                      <wp:extent cx="180975" cy="180340"/>
                      <wp:effectExtent l="0" t="0" r="9525" b="14605"/>
                      <wp:wrapNone/>
                      <wp:docPr id="36" name="Group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37" name="Rectangle 18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Rectangle 1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Rectangle 1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Rectangle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5" o:spid="_x0000_s1026" style="position:absolute;margin-left:12pt;margin-top:9.65pt;width:14.25pt;height:14.2pt;z-index:251695104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">
                      <v:rect id="Rectangle 186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84mKwgAA&#10;ANsAAAAPAAAAZHJzL2Rvd25yZXYueG1sRI9Bi8IwFITvgv8hPMGbpiqsazWKKMruUevF27N5ttXm&#10;pTRRq7/eLAh7HGbmG2a2aEwp7lS7wrKCQT8CQZxaXXCm4JBset8gnEfWWFomBU9ysJi3WzOMtX3w&#10;ju57n4kAYRejgtz7KpbSpTkZdH1bEQfvbGuDPsg6k7rGR4CbUg6j6EsaLDgs5FjRKqf0ur8ZBadi&#10;eMDXLtlGZrIZ+d8mudyOa6W6nWY5BeGp8f/hT/tHKxiN4e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7ziYrCAAAA2wAAAA8AAAAAAAAAAAAAAAAAlwIAAGRycy9kb3du&#10;cmV2LnhtbFBLBQYAAAAABAAEAPUAAACGAwAAAAA=&#10;"/>
                      <v:rect id="Rectangle 187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bB34vwAA&#10;ANsAAAAPAAAAZHJzL2Rvd25yZXYueG1sRE9Nr8FAFN1L/IfJldgxRSLvlSFCCEvazdtdnastnTtN&#10;Z1B+vVlI3vLkfM+XranEgxpXWlYwGkYgiDOrS84VpMl28APCeWSNlWVS8CIHy0W3M8dY2ycf6XHy&#10;uQgh7GJUUHhfx1K6rCCDbmhr4sBdbGPQB9jkUjf4DOGmkuMomkqDJYeGAmtaF5TdTnej4FyOU3wf&#10;k11kfrcTf2iT6/1vo1S/165mIDy1/l/8de+1gkkYG76EHyAX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9sHfi/AAAA2wAAAA8AAAAAAAAAAAAAAAAAlwIAAGRycy9kb3ducmV2&#10;LnhtbFBLBQYAAAAABAAEAPUAAACDAwAAAAA=&#10;"/>
                      <v:rect id="Rectangle 188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ILhjxAAA&#10;ANsAAAAPAAAAZHJzL2Rvd25yZXYueG1sRI9Pa8JAFMTvgt9heUJvutFAqamrFEVpjxov3l6zzyQ2&#10;+zZkN3/aT+8KBY/DzPyGWW0GU4mOGldaVjCfRSCIM6tLzhWc0/30DYTzyBory6Tglxxs1uPRChNt&#10;ez5Sd/K5CBB2CSoovK8TKV1WkEE3szVx8K62MeiDbHKpG+wD3FRyEUWv0mDJYaHAmrYFZT+n1ij4&#10;Lhdn/Dumh8gs97H/GtJbe9kp9TIZPt5BeBr8M/zf/tQK4iU8voQfIN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CC4Y8QAAADbAAAADwAAAAAAAAAAAAAAAACXAgAAZHJzL2Rv&#10;d25yZXYueG1sUEsFBgAAAAAEAAQA9QAAAIgDAAAAAA==&#10;"/>
                      <v:rect id="Rectangle 189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HGKDwQAA&#10;ANsAAAAPAAAAZHJzL2Rvd25yZXYueG1sRE89b8IwEN0r8R+sQ2IrDhRVkGIQogoqI4SF7Rpfk5T4&#10;HNkOpPx6PFRifHrfy3VvGnEl52vLCibjBARxYXXNpYJTnr3OQfiArLGxTAr+yMN6NXhZYqrtjQ90&#10;PYZSxBD2KSqoQmhTKX1RkUE/ti1x5H6sMxgidKXUDm8x3DRymiTv0mDNsaHClrYVFZdjZxR819MT&#10;3g/5LjGL7C3s+/y3O38qNRr2mw8QgfrwFP+7v7SCWVwfv8QfIFc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Rxig8EAAADbAAAADwAAAAAAAAAAAAAAAACXAgAAZHJzL2Rvd25y&#10;ZXYueG1sUEsFBgAAAAAEAAQA9QAAAIUDAAAAAA==&#10;"/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535F433C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</w:tcPr>
          <w:p w14:paraId="08A32FEA" w14:textId="77777777" w:rsidR="00B36590" w:rsidRDefault="00B36590" w:rsidP="00B36590">
            <w:pPr>
              <w:pStyle w:val="QMStandart"/>
            </w:pPr>
          </w:p>
        </w:tc>
      </w:tr>
      <w:tr w:rsidR="00B36590" w14:paraId="38F642B7" w14:textId="77777777" w:rsidTr="00686D56">
        <w:trPr>
          <w:trHeight w:val="737"/>
        </w:trPr>
        <w:tc>
          <w:tcPr>
            <w:tcW w:w="1101" w:type="dxa"/>
          </w:tcPr>
          <w:p w14:paraId="64AC89FE" w14:textId="77777777" w:rsidR="00B36590" w:rsidRDefault="00B36590" w:rsidP="00B36590">
            <w:pPr>
              <w:pStyle w:val="QMStandart"/>
            </w:pPr>
          </w:p>
        </w:tc>
        <w:tc>
          <w:tcPr>
            <w:tcW w:w="2126" w:type="dxa"/>
          </w:tcPr>
          <w:p w14:paraId="4A36D061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33E503CA" w14:textId="77777777" w:rsidR="00B36590" w:rsidRDefault="00B36590" w:rsidP="00B36590">
            <w:pPr>
              <w:pStyle w:val="QMStandart"/>
            </w:pPr>
          </w:p>
        </w:tc>
        <w:tc>
          <w:tcPr>
            <w:tcW w:w="638" w:type="dxa"/>
          </w:tcPr>
          <w:p w14:paraId="73CF1B18" w14:textId="77777777" w:rsidR="00B36590" w:rsidRDefault="00B36590" w:rsidP="00B36590">
            <w:pPr>
              <w:pStyle w:val="QMStandart"/>
            </w:pPr>
          </w:p>
        </w:tc>
        <w:tc>
          <w:tcPr>
            <w:tcW w:w="2409" w:type="dxa"/>
          </w:tcPr>
          <w:p w14:paraId="6B4F6931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60837835" w14:textId="77777777" w:rsidR="00B36590" w:rsidRDefault="00B36590" w:rsidP="00B36590">
            <w:pPr>
              <w:pStyle w:val="QMStandart"/>
            </w:pPr>
          </w:p>
        </w:tc>
        <w:tc>
          <w:tcPr>
            <w:tcW w:w="567" w:type="dxa"/>
          </w:tcPr>
          <w:p w14:paraId="2EA76963" w14:textId="77777777" w:rsidR="00B36590" w:rsidRDefault="00B36590" w:rsidP="00B36590">
            <w:pPr>
              <w:pStyle w:val="QMStandart"/>
            </w:pPr>
          </w:p>
        </w:tc>
        <w:tc>
          <w:tcPr>
            <w:tcW w:w="709" w:type="dxa"/>
          </w:tcPr>
          <w:p w14:paraId="6782D686" w14:textId="77777777" w:rsidR="00B36590" w:rsidRDefault="00B36590" w:rsidP="00B36590">
            <w:pPr>
              <w:pStyle w:val="QMStandart"/>
            </w:pPr>
          </w:p>
        </w:tc>
        <w:tc>
          <w:tcPr>
            <w:tcW w:w="2410" w:type="dxa"/>
          </w:tcPr>
          <w:p w14:paraId="216CD189" w14:textId="77777777" w:rsidR="00B36590" w:rsidRDefault="00B36590" w:rsidP="00B36590">
            <w:pPr>
              <w:pStyle w:val="QMStandart"/>
            </w:pPr>
          </w:p>
        </w:tc>
        <w:tc>
          <w:tcPr>
            <w:tcW w:w="992" w:type="dxa"/>
          </w:tcPr>
          <w:p w14:paraId="66AF3C19" w14:textId="77777777" w:rsidR="00B36590" w:rsidRDefault="00BC5572" w:rsidP="00B36590">
            <w:pPr>
              <w:pStyle w:val="QMStandart"/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488670E4" wp14:editId="68A5A84D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128905</wp:posOffset>
                      </wp:positionV>
                      <wp:extent cx="180975" cy="180340"/>
                      <wp:effectExtent l="635" t="1905" r="8890" b="8255"/>
                      <wp:wrapNone/>
                      <wp:docPr id="31" name="Group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975" cy="180340"/>
                                <a:chOff x="12359" y="2700"/>
                                <a:chExt cx="285" cy="284"/>
                              </a:xfrm>
                            </wpg:grpSpPr>
                            <wps:wsp>
                              <wps:cNvPr id="32" name="Rectangle 1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60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Rectangle 1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1" y="2700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Rectangle 1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359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Rectangle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502" y="2842"/>
                                  <a:ext cx="142" cy="14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0" o:spid="_x0000_s1026" style="position:absolute;margin-left:12.05pt;margin-top:10.15pt;width:14.25pt;height:14.2pt;z-index:251696128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">
                      <v:rect id="Rectangle 191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hCoSxAAA&#10;ANsAAAAPAAAAZHJzL2Rvd25yZXYueG1sRI9Ba8JAFITvQv/D8gq96aYRSo2uUlpS2qPGi7dn9pnE&#10;Zt+G7EZXf70rFDwOM/MNs1gF04oT9a6xrOB1koAgLq1uuFKwLfLxOwjnkTW2lknBhRyslk+jBWba&#10;nnlNp42vRISwy1BB7X2XSenKmgy6ie2Io3ewvUEfZV9J3eM5wk0r0yR5kwYbjgs1dvRZU/m3GYyC&#10;fZNu8bouvhMzy6f+NxTHYfel1Mtz+JiD8BT8I/zf/tEKpincv8QfIJ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oQqEsQAAADbAAAADwAAAAAAAAAAAAAAAACXAgAAZHJzL2Rv&#10;d25yZXYueG1sUEsFBgAAAAAEAAQA9QAAAIgDAAAAAA==&#10;"/>
                      <v:rect id="Rectangle 192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yI+JwwAA&#10;ANsAAAAPAAAAZHJzL2Rvd25yZXYueG1sRI9Bi8IwFITvC/6H8ARva6oF0a5RRFH0qO3F29vmbdu1&#10;eSlN1Oqv3ywIHoeZ+YaZLztTixu1rrKsYDSMQBDnVldcKMjS7ecUhPPIGmvLpOBBDpaL3sccE23v&#10;fKTbyRciQNglqKD0vkmkdHlJBt3QNsTB+7GtQR9kW0jd4j3ATS3HUTSRBisOCyU2tC4pv5yuRsF3&#10;Nc7weUx3kZltY3/o0t/reaPUoN+tvkB46vw7/GrvtYI4hv8v4QfI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yI+JwwAAANsAAAAPAAAAAAAAAAAAAAAAAJcCAABkcnMvZG93&#10;bnJldi54bWxQSwUGAAAAAAQABAD1AAAAhwMAAAAA&#10;"/>
                      <v:rect id="Rectangle 193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IRf9wgAA&#10;ANsAAAAPAAAAZHJzL2Rvd25yZXYueG1sRI9Bi8IwFITvgv8hPMGbpuoiazWKKMruUevF27N5ttXm&#10;pTRRq7/eLAh7HGbmG2a2aEwp7lS7wrKCQT8CQZxaXXCm4JBset8gnEfWWFomBU9ysJi3WzOMtX3w&#10;ju57n4kAYRejgtz7KpbSpTkZdH1bEQfvbGuDPsg6k7rGR4CbUg6jaCwNFhwWcqxolVN63d+MglMx&#10;POBrl2wjM9mM/G+TXG7HtVLdTrOcgvDU+P/wp/2jFYy+4O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4hF/3CAAAA2wAAAA8AAAAAAAAAAAAAAAAAlwIAAGRycy9kb3du&#10;cmV2LnhtbFBLBQYAAAAABAAEAPUAAACGAwAAAAA=&#10;"/>
                      <v:rect id="Rectangle 194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bbJmwgAA&#10;ANsAAAAPAAAAZHJzL2Rvd25yZXYueG1sRI9Bi8IwFITvgv8hPMGbpiorazWKKMruUevF27N5ttXm&#10;pTRRq7/eLAh7HGbmG2a2aEwp7lS7wrKCQT8CQZxaXXCm4JBset8gnEfWWFomBU9ysJi3WzOMtX3w&#10;ju57n4kAYRejgtz7KpbSpTkZdH1bEQfvbGuDPsg6k7rGR4CbUg6jaCwNFhwWcqxolVN63d+MglMx&#10;POBrl2wjM9mM/G+TXG7HtVLdTrOcgvDU+P/wp/2jFYy+4O9L+AFy/g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FtsmbCAAAA2wAAAA8AAAAAAAAAAAAAAAAAlwIAAGRycy9kb3du&#10;cmV2LnhtbFBLBQYAAAAABAAEAPUAAACGAwAAAAA=&#10;"/>
                    </v:group>
                  </w:pict>
                </mc:Fallback>
              </mc:AlternateContent>
            </w:r>
          </w:p>
        </w:tc>
        <w:tc>
          <w:tcPr>
            <w:tcW w:w="1134" w:type="dxa"/>
          </w:tcPr>
          <w:p w14:paraId="6BA18849" w14:textId="77777777" w:rsidR="00B36590" w:rsidRDefault="00B36590" w:rsidP="00B36590">
            <w:pPr>
              <w:pStyle w:val="QMStandart"/>
            </w:pPr>
          </w:p>
        </w:tc>
        <w:tc>
          <w:tcPr>
            <w:tcW w:w="1843" w:type="dxa"/>
          </w:tcPr>
          <w:p w14:paraId="2EF6465E" w14:textId="77777777" w:rsidR="00B36590" w:rsidRDefault="00B36590" w:rsidP="00B36590">
            <w:pPr>
              <w:pStyle w:val="QMStandart"/>
            </w:pPr>
          </w:p>
        </w:tc>
      </w:tr>
    </w:tbl>
    <w:p w14:paraId="5A6A33A8" w14:textId="0B9D110B" w:rsidR="00497D1E" w:rsidRPr="00497080" w:rsidRDefault="00497D1E" w:rsidP="001D3E6B">
      <w:pPr>
        <w:pStyle w:val="QMStandart"/>
        <w:spacing w:after="120"/>
        <w:rPr>
          <w:sz w:val="18"/>
          <w:szCs w:val="18"/>
        </w:rPr>
      </w:pPr>
      <w:r w:rsidRPr="00497D1E">
        <w:rPr>
          <w:b/>
        </w:rPr>
        <w:t>Legende:</w:t>
      </w:r>
      <w:r>
        <w:rPr>
          <w:b/>
        </w:rPr>
        <w:t xml:space="preserve"> </w:t>
      </w:r>
      <w:r w:rsidR="00842047" w:rsidRPr="00497080">
        <w:rPr>
          <w:sz w:val="18"/>
          <w:szCs w:val="18"/>
        </w:rPr>
        <w:t>KD=Kunde;</w:t>
      </w:r>
      <w:r w:rsidRPr="00497080">
        <w:rPr>
          <w:sz w:val="18"/>
          <w:szCs w:val="18"/>
        </w:rPr>
        <w:t xml:space="preserve"> NAN= Nachauftragnehmer</w:t>
      </w:r>
      <w:r w:rsidR="00497080" w:rsidRPr="00497080">
        <w:rPr>
          <w:sz w:val="18"/>
          <w:szCs w:val="18"/>
        </w:rPr>
        <w:t xml:space="preserve">; * </w:t>
      </w:r>
      <w:r w:rsidR="0019677B">
        <w:rPr>
          <w:sz w:val="18"/>
          <w:szCs w:val="18"/>
        </w:rPr>
        <w:t>falls notwendig</w:t>
      </w:r>
      <w:r w:rsidR="00B36590">
        <w:rPr>
          <w:sz w:val="18"/>
          <w:szCs w:val="18"/>
        </w:rPr>
        <w:t>,</w:t>
      </w:r>
      <w:r w:rsidR="00497080" w:rsidRPr="00497080">
        <w:rPr>
          <w:sz w:val="18"/>
          <w:szCs w:val="18"/>
        </w:rPr>
        <w:t xml:space="preserve"> </w:t>
      </w:r>
      <w:r w:rsidR="0019677B">
        <w:rPr>
          <w:sz w:val="18"/>
          <w:szCs w:val="18"/>
        </w:rPr>
        <w:t>ausführlichen</w:t>
      </w:r>
      <w:bookmarkStart w:id="0" w:name="_GoBack"/>
      <w:bookmarkEnd w:id="0"/>
      <w:r w:rsidR="0019677B">
        <w:rPr>
          <w:sz w:val="18"/>
          <w:szCs w:val="18"/>
        </w:rPr>
        <w:t xml:space="preserve"> Qualitätssicherungsbericht erstellen</w:t>
      </w:r>
    </w:p>
    <w:p w14:paraId="374C9151" w14:textId="77777777" w:rsidR="00497080" w:rsidRPr="00497080" w:rsidRDefault="00BC5572" w:rsidP="009243B8">
      <w:pPr>
        <w:pStyle w:val="QMStandart"/>
        <w:rPr>
          <w:b/>
          <w:sz w:val="18"/>
          <w:szCs w:val="18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368B22" wp14:editId="6584662D">
                <wp:simplePos x="0" y="0"/>
                <wp:positionH relativeFrom="column">
                  <wp:posOffset>4110990</wp:posOffset>
                </wp:positionH>
                <wp:positionV relativeFrom="paragraph">
                  <wp:posOffset>93980</wp:posOffset>
                </wp:positionV>
                <wp:extent cx="90170" cy="90170"/>
                <wp:effectExtent l="0" t="5080" r="15240" b="19050"/>
                <wp:wrapNone/>
                <wp:docPr id="30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9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323.7pt;margin-top:7.4pt;width:7.1pt;height:7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50A97C" wp14:editId="6882CB6B">
                <wp:simplePos x="0" y="0"/>
                <wp:positionH relativeFrom="column">
                  <wp:posOffset>4020185</wp:posOffset>
                </wp:positionH>
                <wp:positionV relativeFrom="paragraph">
                  <wp:posOffset>93980</wp:posOffset>
                </wp:positionV>
                <wp:extent cx="90170" cy="90170"/>
                <wp:effectExtent l="0" t="5080" r="17145" b="19050"/>
                <wp:wrapNone/>
                <wp:docPr id="29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9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26" style="position:absolute;margin-left:316.55pt;margin-top:7.4pt;width:7.1pt;height:7.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C2ABBF" wp14:editId="5343C375">
                <wp:simplePos x="0" y="0"/>
                <wp:positionH relativeFrom="column">
                  <wp:posOffset>4110355</wp:posOffset>
                </wp:positionH>
                <wp:positionV relativeFrom="paragraph">
                  <wp:posOffset>3810</wp:posOffset>
                </wp:positionV>
                <wp:extent cx="90170" cy="90170"/>
                <wp:effectExtent l="0" t="3810" r="15875" b="7620"/>
                <wp:wrapNone/>
                <wp:docPr id="2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901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26" style="position:absolute;margin-left:323.65pt;margin-top:.3pt;width:7.1pt;height:7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" fill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AE501E" wp14:editId="5F448F53">
                <wp:simplePos x="0" y="0"/>
                <wp:positionH relativeFrom="column">
                  <wp:posOffset>4020820</wp:posOffset>
                </wp:positionH>
                <wp:positionV relativeFrom="paragraph">
                  <wp:posOffset>3810</wp:posOffset>
                </wp:positionV>
                <wp:extent cx="90170" cy="90170"/>
                <wp:effectExtent l="0" t="3810" r="16510" b="7620"/>
                <wp:wrapNone/>
                <wp:docPr id="27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90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26" style="position:absolute;margin-left:316.6pt;margin-top:.3pt;width:7.1pt;height:7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"/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43B49BA" wp14:editId="518857F6">
                <wp:simplePos x="0" y="0"/>
                <wp:positionH relativeFrom="column">
                  <wp:posOffset>9218295</wp:posOffset>
                </wp:positionH>
                <wp:positionV relativeFrom="paragraph">
                  <wp:posOffset>3810</wp:posOffset>
                </wp:positionV>
                <wp:extent cx="180975" cy="180340"/>
                <wp:effectExtent l="0" t="3810" r="11430" b="19050"/>
                <wp:wrapNone/>
                <wp:docPr id="22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80340"/>
                          <a:chOff x="12359" y="2700"/>
                          <a:chExt cx="285" cy="284"/>
                        </a:xfrm>
                      </wpg:grpSpPr>
                      <wps:wsp>
                        <wps:cNvPr id="2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12360" y="2700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12501" y="2700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2359" y="2842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2502" y="2842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725.85pt;margin-top:.3pt;width:14.25pt;height:14.2pt;z-index:251678720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">
                <v:rect id="Rectangle 79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y5skxQAA&#10;ANsAAAAPAAAAZHJzL2Rvd25yZXYueG1sRI/BbsIwEETvlfgHa5G4FQdSVRBiEESl7aGXhnzAKl6S&#10;iHgdYjdJ/76uVKnH0cy80aSHybRioN41lhWslhEI4tLqhisFxeX8uAHhPLLG1jIp+CYHh/3sIcVE&#10;25E/ach9JQKEXYIKau+7REpX1mTQLW1HHLyr7Q36IPtK6h7HADetXEfRszTYcFiosaOspvKWfxkF&#10;Mn8ah5dx607Z23Z1Ohbx68edlVrMp+MOhKfJ/4f/2u9awTqG3y/hB8j9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7LmyTFAAAA2wAAAA8AAAAAAAAAAAAAAAAAlwIAAGRycy9k&#10;b3ducmV2LnhtbFBLBQYAAAAABAAEAPUAAACJAwAAAAA=&#10;" fillcolor="black [3213]"/>
                <v:rect id="Rectangle 80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IgNQxAAA&#10;ANsAAAAPAAAAZHJzL2Rvd25yZXYueG1sRI/NbsIwEITvlXgHa5G4FQeIKggxCKL+HXppyAOs4iWJ&#10;iNchdpP07etKlXoczcw3mvQ4mVYM1LvGsoLVMgJBXFrdcKWguLw8bkE4j6yxtUwKvsnB8TB7SDHR&#10;duRPGnJfiQBhl6CC2vsukdKVNRl0S9sRB+9qe4M+yL6SuscxwE0r11H0JA02HBZq7CirqbzlX0aB&#10;zONxeB537py97VbnU7F5/bizUov5dNqD8DT5//Bf+10rWMfw+yX8AHn4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SIDUMQAAADbAAAADwAAAAAAAAAAAAAAAACXAgAAZHJzL2Rv&#10;d25yZXYueG1sUEsFBgAAAAAEAAQA9QAAAIgDAAAAAA==&#10;" fillcolor="black [3213]"/>
                <v:rect id="Rectangle 81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bqbLxQAA&#10;ANsAAAAPAAAAZHJzL2Rvd25yZXYueG1sRI/NbsIwEITvSH0Haytxaxz+qhLiIEBQeuilKQ+wipck&#10;arxOY5Okb19XqsRxNDPfaNLtaBrRU+dqywpmUQyCuLC65lLB5fP09ALCeWSNjWVS8EMOttnDJMVE&#10;24E/qM99KQKEXYIKKu/bREpXVGTQRbYlDt7VdgZ9kF0pdYdDgJtGzuP4WRqsOSxU2NKhouIrvxkF&#10;Ml8O/XFYu/3hvJ7td5fF6/s3KzV9HHcbEJ5Gfw//t9+0gvkK/r6EHyCz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5upsvFAAAA2wAAAA8AAAAAAAAAAAAAAAAAlwIAAGRycy9k&#10;b3ducmV2LnhtbFBLBQYAAAAABAAEAPUAAACJAwAAAAA=&#10;" fillcolor="black [3213]"/>
                <v:rect id="Rectangle 82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vDi8xQAA&#10;ANsAAAAPAAAAZHJzL2Rvd25yZXYueG1sRI/BbsIwEETvSP0Ha5F6AweKopLGIIgo5dBL03zAKt4m&#10;EfE6jU2S/n1dqRLH0cy80aT7ybRioN41lhWslhEI4tLqhisFxefr4hmE88gaW8uk4Icc7HcPsxQT&#10;bUf+oCH3lQgQdgkqqL3vEildWZNBt7QdcfC+bG/QB9lXUvc4Brhp5TqKYmmw4bBQY0dZTeU1vxkF&#10;Mt+Mw2ncumP2tl0dD8XT+f2blXqcT4cXEJ4mfw//ty9awTqGvy/hB8jd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68OLzFAAAA2wAAAA8AAAAAAAAAAAAAAAAAlwIAAGRycy9k&#10;b3ducmV2LnhtbFBLBQYAAAAABAAEAPUAAACJAwAAAAA=&#10;" fillcolor="black [3213]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6A347B7" wp14:editId="71031F07">
                <wp:simplePos x="0" y="0"/>
                <wp:positionH relativeFrom="column">
                  <wp:posOffset>7913370</wp:posOffset>
                </wp:positionH>
                <wp:positionV relativeFrom="paragraph">
                  <wp:posOffset>3810</wp:posOffset>
                </wp:positionV>
                <wp:extent cx="180975" cy="180340"/>
                <wp:effectExtent l="1270" t="3810" r="8255" b="19050"/>
                <wp:wrapNone/>
                <wp:docPr id="15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80340"/>
                          <a:chOff x="12359" y="2700"/>
                          <a:chExt cx="285" cy="284"/>
                        </a:xfrm>
                      </wpg:grpSpPr>
                      <wps:wsp>
                        <wps:cNvPr id="16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2360" y="2700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501" y="2700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2359" y="2842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502" y="2842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623.1pt;margin-top:.3pt;width:14.25pt;height:14.2pt;z-index:251676672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">
                <v:rect id="Rectangle 69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CnBxwQAA&#10;ANsAAAAPAAAAZHJzL2Rvd25yZXYueG1sRE9Na8JAEL0X/A/LFLw1myqEmrqKKEo9xuTibZodk2h2&#10;NmRXTf313ULB2zze58yXg2nFjXrXWFbwHsUgiEurG64UFPn27QOE88gaW8uk4IccLBejlzmm2t45&#10;o9vBVyKEsEtRQe19l0rpypoMush2xIE72d6gD7CvpO7xHsJNKydxnEiDDYeGGjta11ReDlej4LuZ&#10;FPjI8l1sZtup3w/5+XrcKDV+HVafIDwN/in+d3/pMD+Bv1/CAXLx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gpwccEAAADbAAAADwAAAAAAAAAAAAAAAACXAgAAZHJzL2Rvd25y&#10;ZXYueG1sUEsFBgAAAAAEAAQA9QAAAIUDAAAAAA==&#10;"/>
                <v:rect id="Rectangle 70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nFeawgAA&#10;ANsAAAAPAAAAZHJzL2Rvd25yZXYueG1sRE9LbsIwEN0j9Q7WVOqucWgRLSEOAlQ+i24aOMAoniZR&#10;43Eau0m4PUaqxG6e3nfS1Wga0VPnassKplEMgriwuuZSwfm0e34H4TyyxsYyKbiQg1X2MEkx0Xbg&#10;L+pzX4oQwi5BBZX3bSKlKyoy6CLbEgfu23YGfYBdKXWHQwg3jXyJ47k0WHNoqLClbUXFT/5nFMh8&#10;NvQfw8JttofFdLM+v+4/f1mpp8dxvQThafR38b/7qMP8N7j9Eg6Q2R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+cV5rCAAAA2wAAAA8AAAAAAAAAAAAAAAAAlwIAAGRycy9kb3du&#10;cmV2LnhtbFBLBQYAAAAABAAEAPUAAACGAwAAAAA=&#10;" fillcolor="black [3213]"/>
                <v:rect id="Rectangle 71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GQVTwAAA&#10;ANsAAAAPAAAAZHJzL2Rvd25yZXYueG1sRE9LbsIwEN1X4g7WILErDh9VJGAQoBa6YEPgAKN4SCLi&#10;cYjdJL09XiCxfHr/1aY3lWipcaVlBZNxBII4s7rkXMH18vO5AOE8ssbKMin4Jweb9eBjhYm2HZ+p&#10;TX0uQgi7BBUU3teJlC4ryKAb25o4cDfbGPQBNrnUDXYh3FRyGkVf0mDJoaHAmvYFZff0zyiQ6bxr&#10;v7vY7fbHeLLbXmeH04OVGg377RKEp96/xS/3r1YwDevDl/AD5Po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+GQVTwAAAANsAAAAPAAAAAAAAAAAAAAAAAJcCAABkcnMvZG93bnJl&#10;di54bWxQSwUGAAAAAAQABAD1AAAAhAMAAAAA&#10;" fillcolor="black [3213]"/>
                <v:rect id="Rectangle 72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VaDIwwAA&#10;ANsAAAAPAAAAZHJzL2Rvd25yZXYueG1sRI/BbsIwEETvlfgHa5G4FScUVRAwCFApPXAh8AGreEki&#10;4nWITZL+PUaq1ONoZt5oluveVKKlxpWWFcTjCARxZnXJuYLLef8+A+E8ssbKMin4JQfr1eBtiYm2&#10;HZ+oTX0uAoRdggoK7+tESpcVZNCNbU0cvKttDPogm1zqBrsAN5WcRNGnNFhyWCiwpl1B2S19GAUy&#10;nXbtVzd3291hHm83l4/v452VGg37zQKEp97/h//aP1rBJIbXl/AD5Oo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VaDIwwAAANsAAAAPAAAAAAAAAAAAAAAAAJcCAABkcnMvZG93&#10;bnJldi54bWxQSwUGAAAAAAQABAD1AAAAhwMAAAAA&#10;" fillcolor="black [3213]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FCA50F2" wp14:editId="2F902211">
                <wp:simplePos x="0" y="0"/>
                <wp:positionH relativeFrom="column">
                  <wp:posOffset>5613400</wp:posOffset>
                </wp:positionH>
                <wp:positionV relativeFrom="paragraph">
                  <wp:posOffset>3810</wp:posOffset>
                </wp:positionV>
                <wp:extent cx="180975" cy="180340"/>
                <wp:effectExtent l="0" t="3810" r="9525" b="19050"/>
                <wp:wrapNone/>
                <wp:docPr id="10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80340"/>
                          <a:chOff x="12359" y="2700"/>
                          <a:chExt cx="285" cy="284"/>
                        </a:xfrm>
                      </wpg:grpSpPr>
                      <wps:wsp>
                        <wps:cNvPr id="11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360" y="2700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2501" y="2700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2359" y="2842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2502" y="2842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442pt;margin-top:.3pt;width:14.25pt;height:14.2pt;z-index:251677696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">
                <v:rect id="Rectangle 74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4+gFvwAA&#10;ANsAAAAPAAAAZHJzL2Rvd25yZXYueG1sRE9Ni8IwEL0L/ocwgjdNdWHRahRRXNyj1ou3sRnbajMp&#10;TdTqrzeC4G0e73Om88aU4ka1KywrGPQjEMSp1QVnCvbJujcC4TyyxtIyKXiQg/ms3ZpirO2dt3Tb&#10;+UyEEHYxKsi9r2IpXZqTQde3FXHgTrY26AOsM6lrvIdwU8phFP1KgwWHhhwrWuaUXnZXo+BYDPf4&#10;3CZ/kRmvf/x/k5yvh5VS3U6zmIDw1Piv+OPe6DB/AO9fwgFy9g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PXj6AW/AAAA2wAAAA8AAAAAAAAAAAAAAAAAlwIAAGRycy9kb3ducmV2&#10;LnhtbFBLBQYAAAAABAAEAPUAAACDAwAAAAA=&#10;"/>
                <v:rect id="Rectangle 75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6/QCwgAA&#10;ANsAAAAPAAAAZHJzL2Rvd25yZXYueG1sRE/NboJAEL6b9B0206Q3XaTGVOpKwPTHg5dSH2DCjkBk&#10;Zym7Bfr2bhMTb/Pl+51tOplWDNS7xrKC5SICQVxa3XCl4PT9Pn8B4TyyxtYyKfgjB+nuYbbFRNuR&#10;v2gofCVCCLsEFdTed4mUrqzJoFvYjjhwZ9sb9AH2ldQ9jiHctDKOorU02HBoqLGjfU3lpfg1CmSx&#10;Goe3cePy/edmmWen54/jDyv19DhlryA8Tf4uvrkPOsyP4f+XcIDcX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/r9ALCAAAA2wAAAA8AAAAAAAAAAAAAAAAAlwIAAGRycy9kb3du&#10;cmV2LnhtbFBLBQYAAAAABAAEAPUAAACGAwAAAAA=&#10;" fillcolor="black [3213]"/>
                <v:rect id="Rectangle 76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fdPpwgAA&#10;ANsAAAAPAAAAZHJzL2Rvd25yZXYueG1sRE9Na8JAEL0L/odlCr2ZTSOUmrqGoijtMSYXb9PsmMRm&#10;Z0N2NWl/fbdQ8DaP9znrbDKduNHgWssKnqIYBHFldcu1grLYL15AOI+ssbNMCr7JQbaZz9aYajty&#10;Trejr0UIYZeigsb7PpXSVQ0ZdJHtiQN3toNBH+BQSz3gGMJNJ5M4fpYGWw4NDfa0baj6Ol6Ngs82&#10;KfEnLw6xWe2X/mMqLtfTTqnHh+ntFYSnyd/F/+53HeYv4e+XcIDc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p90+nCAAAA2wAAAA8AAAAAAAAAAAAAAAAAlwIAAGRycy9kb3du&#10;cmV2LnhtbFBLBQYAAAAABAAEAPUAAACGAwAAAAA=&#10;"/>
                <v:rect id="Rectangle 77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TsntwQAA&#10;ANsAAAAPAAAAZHJzL2Rvd25yZXYueG1sRE/NisIwEL4v+A5hBG9r6g+LVqOo6LoHL1YfYGjGtthM&#10;ahPb+vYbYWFv8/H9znLdmVI0VLvCsoLRMAJBnFpdcKbgejl8zkA4j6yxtEwKXuRgvep9LDHWtuUz&#10;NYnPRAhhF6OC3PsqltKlORl0Q1sRB+5ma4M+wDqTusY2hJtSjqPoSxosODTkWNEup/SePI0CmUzb&#10;Zt/O3XZ3nI+2m+vk+/RgpQb9brMA4anz/+I/948O86fw/iUcIF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07J7cEAAADbAAAADwAAAAAAAAAAAAAAAACXAgAAZHJzL2Rvd25y&#10;ZXYueG1sUEsFBgAAAAAEAAQA9QAAAIUDAAAAAA==&#10;" fillcolor="black [3213]"/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777AAF6" wp14:editId="54E66F77">
                <wp:simplePos x="0" y="0"/>
                <wp:positionH relativeFrom="column">
                  <wp:posOffset>2393950</wp:posOffset>
                </wp:positionH>
                <wp:positionV relativeFrom="paragraph">
                  <wp:posOffset>3810</wp:posOffset>
                </wp:positionV>
                <wp:extent cx="180975" cy="180340"/>
                <wp:effectExtent l="6350" t="3810" r="15875" b="19050"/>
                <wp:wrapNone/>
                <wp:docPr id="3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80340"/>
                          <a:chOff x="12359" y="2700"/>
                          <a:chExt cx="285" cy="284"/>
                        </a:xfrm>
                      </wpg:grpSpPr>
                      <wps:wsp>
                        <wps:cNvPr id="4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12360" y="2700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2501" y="2700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2359" y="2842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2502" y="2842"/>
                            <a:ext cx="142" cy="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margin-left:188.5pt;margin-top:.3pt;width:14.25pt;height:14.2pt;z-index:251674624" coordorigin="12359,2700" coordsize="285,28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">
                <v:rect id="Rectangle 59" o:spid="_x0000_s1027" style="position:absolute;left:12360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PPWCwgAA&#10;ANoAAAAPAAAAZHJzL2Rvd25yZXYueG1sRI9Pi8IwFMTvC36H8ARva+ofRKtRZBcXPWq9eHs2z7ba&#10;vJQmatdPbwTB4zAzv2Fmi8aU4ka1Kywr6HUjEMSp1QVnCvbJ6nsMwnlkjaVlUvBPDhbz1tcMY23v&#10;vKXbzmciQNjFqCD3voqldGlOBl3XVsTBO9naoA+yzqSu8R7gppT9KBpJgwWHhRwr+skpveyuRsGx&#10;6O/xsU3+IjNZDfymSc7Xw69SnXaznILw1PhP+N1eawVDeF0JN0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E89YLCAAAA2gAAAA8AAAAAAAAAAAAAAAAAlwIAAGRycy9kb3du&#10;cmV2LnhtbFBLBQYAAAAABAAEAPUAAACGAwAAAAA=&#10;"/>
                <v:rect id="Rectangle 60" o:spid="_x0000_s1028" style="position:absolute;left:12501;top:2700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cFAZwQAA&#10;ANoAAAAPAAAAZHJzL2Rvd25yZXYueG1sRI9Bi8IwFITvC/6H8ARva6qiaDWK7OKiR60Xb8/m2Vab&#10;l9JE7frrjSB4HGbmG2a2aEwpblS7wrKCXjcCQZxaXXCmYJ+svscgnEfWWFomBf/kYDFvfc0w1vbO&#10;W7rtfCYChF2MCnLvq1hKl+Zk0HVtRRy8k60N+iDrTOoa7wFuStmPopE0WHBYyLGin5zSy+5qFByL&#10;/h4f2+QvMpPVwG+a5Hw9/CrVaTfLKQhPjf+E3+21VjCE15VwA+T8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nBQGcEAAADaAAAADwAAAAAAAAAAAAAAAACXAgAAZHJzL2Rvd25y&#10;ZXYueG1sUEsFBgAAAAAEAAQA9QAAAIUDAAAAAA==&#10;"/>
                <v:rect id="Rectangle 61" o:spid="_x0000_s1029" style="position:absolute;left:12359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os5uwwAA&#10;ANoAAAAPAAAAZHJzL2Rvd25yZXYueG1sRI9Ba8JAFITvBf/D8gremk0VQk1dRRSlHmNy8faafSbR&#10;7NuQXTX113cLBY/DzHzDzJeDacWNetdYVvAexSCIS6sbrhQU+fbtA4TzyBpby6TghxwsF6OXOaba&#10;3jmj28FXIkDYpaig9r5LpXRlTQZdZDvi4J1sb9AH2VdS93gPcNPKSRwn0mDDYaHGjtY1lZfD1Sj4&#10;biYFPrJ8F5vZdur3Q36+HjdKjV+H1ScIT4N/hv/bX1pBAn9Xwg2Qi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os5uwwAAANoAAAAPAAAAAAAAAAAAAAAAAJcCAABkcnMvZG93&#10;bnJldi54bWxQSwUGAAAAAAQABAD1AAAAhwMAAAAA&#10;"/>
                <v:rect id="Rectangle 62" o:spid="_x0000_s1030" style="position:absolute;left:12502;top:2842;width:142;height:14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7mv1wgAA&#10;ANoAAAAPAAAAZHJzL2Rvd25yZXYueG1sRI9Pi8IwFMTvC36H8ARva6qCf6pRZBcXPWq9eHs2z7ba&#10;vJQmatdPbwTB4zAzv2Fmi8aU4ka1Kywr6HUjEMSp1QVnCvbJ6nsMwnlkjaVlUvBPDhbz1tcMY23v&#10;vKXbzmciQNjFqCD3voqldGlOBl3XVsTBO9naoA+yzqSu8R7gppT9KBpKgwWHhRwr+skpveyuRsGx&#10;6O/xsU3+IjNZDfymSc7Xw69SnXaznILw1PhP+N1eawUjeF0JN0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Hua/XCAAAA2gAAAA8AAAAAAAAAAAAAAAAAlwIAAGRycy9kb3du&#10;cmV2LnhtbFBLBQYAAAAABAAEAPUAAACGAwAAAAA=&#10;"/>
              </v:group>
            </w:pict>
          </mc:Fallback>
        </mc:AlternateContent>
      </w:r>
      <w:r w:rsidR="00497080">
        <w:t xml:space="preserve">                </w:t>
      </w:r>
      <w:r w:rsidR="00497080" w:rsidRPr="00497080">
        <w:rPr>
          <w:sz w:val="18"/>
          <w:szCs w:val="18"/>
        </w:rPr>
        <w:t xml:space="preserve">Fehlerursache/Problem erkannt           </w:t>
      </w:r>
      <w:r w:rsidR="00497080">
        <w:rPr>
          <w:sz w:val="18"/>
          <w:szCs w:val="18"/>
        </w:rPr>
        <w:t>Maßnahmen festgelegt</w:t>
      </w:r>
      <w:r w:rsidR="00497080" w:rsidRPr="00497080">
        <w:rPr>
          <w:sz w:val="18"/>
          <w:szCs w:val="18"/>
        </w:rPr>
        <w:t xml:space="preserve">  </w:t>
      </w:r>
      <w:r w:rsidR="00497080">
        <w:rPr>
          <w:sz w:val="18"/>
          <w:szCs w:val="18"/>
        </w:rPr>
        <w:t xml:space="preserve">        Maßnahmen umgesetzt</w:t>
      </w:r>
      <w:r w:rsidR="00E647BF">
        <w:rPr>
          <w:sz w:val="18"/>
          <w:szCs w:val="18"/>
        </w:rPr>
        <w:t xml:space="preserve">           Wirksamkeitsprüfung </w:t>
      </w:r>
      <w:proofErr w:type="spellStart"/>
      <w:r w:rsidR="00E647BF">
        <w:rPr>
          <w:sz w:val="18"/>
          <w:szCs w:val="18"/>
        </w:rPr>
        <w:t>abgeschloßen</w:t>
      </w:r>
      <w:proofErr w:type="spellEnd"/>
      <w:r w:rsidR="00E647BF">
        <w:rPr>
          <w:sz w:val="18"/>
          <w:szCs w:val="18"/>
        </w:rPr>
        <w:t xml:space="preserve">            komplett erledigt</w:t>
      </w:r>
    </w:p>
    <w:sectPr w:rsidR="00497080" w:rsidRPr="00497080" w:rsidSect="00CD18BC">
      <w:headerReference w:type="even" r:id="rId9"/>
      <w:headerReference w:type="default" r:id="rId10"/>
      <w:footerReference w:type="default" r:id="rId11"/>
      <w:pgSz w:w="16838" w:h="11906" w:orient="landscape" w:code="9"/>
      <w:pgMar w:top="1418" w:right="851" w:bottom="567" w:left="851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0DE57E" w14:textId="77777777" w:rsidR="00540D81" w:rsidRDefault="00540D81" w:rsidP="00B32714">
      <w:r>
        <w:separator/>
      </w:r>
    </w:p>
    <w:p w14:paraId="4329F1B5" w14:textId="77777777" w:rsidR="00540D81" w:rsidRDefault="00540D81" w:rsidP="00B32714"/>
    <w:p w14:paraId="3B2A8BEA" w14:textId="77777777" w:rsidR="00540D81" w:rsidRDefault="00540D81" w:rsidP="00B32714"/>
  </w:endnote>
  <w:endnote w:type="continuationSeparator" w:id="0">
    <w:p w14:paraId="2885D075" w14:textId="77777777" w:rsidR="00540D81" w:rsidRDefault="00540D81" w:rsidP="00B32714">
      <w:r>
        <w:continuationSeparator/>
      </w:r>
    </w:p>
    <w:p w14:paraId="309ADAF7" w14:textId="77777777" w:rsidR="00540D81" w:rsidRDefault="00540D81" w:rsidP="00B32714"/>
    <w:p w14:paraId="3FCF13FE" w14:textId="77777777" w:rsidR="00540D81" w:rsidRDefault="00540D81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81F34" w14:textId="77777777" w:rsidR="00497080" w:rsidRPr="005F4F55" w:rsidRDefault="00BC5572" w:rsidP="00CD242F">
    <w:pPr>
      <w:pStyle w:val="QMAblufeFu"/>
      <w:tabs>
        <w:tab w:val="center" w:pos="7700"/>
      </w:tabs>
    </w:pPr>
    <w:r>
      <w:rPr>
        <w:noProof/>
        <w:szCs w:val="16"/>
        <w:lang w:eastAsia="de-DE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4767ADAF" wp14:editId="6F7EFA0C">
              <wp:simplePos x="0" y="0"/>
              <wp:positionH relativeFrom="page">
                <wp:posOffset>540385</wp:posOffset>
              </wp:positionH>
              <wp:positionV relativeFrom="page">
                <wp:posOffset>7216139</wp:posOffset>
              </wp:positionV>
              <wp:extent cx="9608820" cy="0"/>
              <wp:effectExtent l="0" t="0" r="17780" b="2540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55pt;margin-top:568.2pt;width:756.6pt;height:0;z-index:25166336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s1Dg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" strokecolor="#00a0aa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54B98A4" wp14:editId="702BB633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497080">
      <w:ptab w:relativeTo="margin" w:alignment="left" w:leader="none"/>
    </w:r>
    <w:r w:rsidR="003E13EA">
      <w:fldChar w:fldCharType="begin"/>
    </w:r>
    <w:r w:rsidR="00497080">
      <w:instrText xml:space="preserve"> FILENAME  \* Lower  \* MERGEFORMAT </w:instrText>
    </w:r>
    <w:r w:rsidR="003E13EA">
      <w:fldChar w:fldCharType="separate"/>
    </w:r>
    <w:r w:rsidR="00D75AA2">
      <w:rPr>
        <w:noProof/>
      </w:rPr>
      <w:t>fb-fehlermeldungen-00.docx</w:t>
    </w:r>
    <w:r w:rsidR="003E13EA">
      <w:rPr>
        <w:noProof/>
      </w:rPr>
      <w:fldChar w:fldCharType="end"/>
    </w:r>
    <w:r w:rsidR="00497080" w:rsidRPr="00DB01DD">
      <w:ptab w:relativeTo="margin" w:alignment="center" w:leader="none"/>
    </w:r>
    <w:r w:rsidR="00497080" w:rsidRPr="00DB01DD">
      <w:ptab w:relativeTo="margin" w:alignment="right" w:leader="none"/>
    </w:r>
    <w:r w:rsidR="00540D81">
      <w:fldChar w:fldCharType="begin"/>
    </w:r>
    <w:r w:rsidR="00540D81">
      <w:instrText xml:space="preserve"> PAGE   \* MERGEFORMAT </w:instrText>
    </w:r>
    <w:r w:rsidR="00540D81">
      <w:fldChar w:fldCharType="separate"/>
    </w:r>
    <w:r w:rsidR="0019677B">
      <w:rPr>
        <w:noProof/>
      </w:rPr>
      <w:t>1</w:t>
    </w:r>
    <w:r w:rsidR="00540D81">
      <w:rPr>
        <w:noProof/>
      </w:rPr>
      <w:fldChar w:fldCharType="end"/>
    </w:r>
    <w:r w:rsidR="00497080" w:rsidRPr="0014748D">
      <w:t xml:space="preserve"> von </w:t>
    </w:r>
    <w:r w:rsidR="0019677B">
      <w:fldChar w:fldCharType="begin"/>
    </w:r>
    <w:r w:rsidR="0019677B">
      <w:instrText xml:space="preserve"> NUMPAGES   \* MERGEFORMAT </w:instrText>
    </w:r>
    <w:r w:rsidR="0019677B">
      <w:fldChar w:fldCharType="separate"/>
    </w:r>
    <w:r w:rsidR="0019677B">
      <w:rPr>
        <w:noProof/>
      </w:rPr>
      <w:t>1</w:t>
    </w:r>
    <w:r w:rsidR="0019677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F08BD" w14:textId="77777777" w:rsidR="00540D81" w:rsidRDefault="00540D81" w:rsidP="00B32714">
      <w:r>
        <w:separator/>
      </w:r>
    </w:p>
    <w:p w14:paraId="1E0F12B4" w14:textId="77777777" w:rsidR="00540D81" w:rsidRDefault="00540D81" w:rsidP="00B32714"/>
    <w:p w14:paraId="434D4747" w14:textId="77777777" w:rsidR="00540D81" w:rsidRDefault="00540D81" w:rsidP="00B32714"/>
  </w:footnote>
  <w:footnote w:type="continuationSeparator" w:id="0">
    <w:p w14:paraId="4AD51D3C" w14:textId="77777777" w:rsidR="00540D81" w:rsidRDefault="00540D81" w:rsidP="00B32714">
      <w:r>
        <w:continuationSeparator/>
      </w:r>
    </w:p>
    <w:p w14:paraId="6CCF5A57" w14:textId="77777777" w:rsidR="00540D81" w:rsidRDefault="00540D81" w:rsidP="00B32714"/>
    <w:p w14:paraId="69C9A9BF" w14:textId="77777777" w:rsidR="00540D81" w:rsidRDefault="00540D81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EF80F" w14:textId="77777777" w:rsidR="00497080" w:rsidRPr="002251D7" w:rsidRDefault="00540D81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497080">
      <w:rPr>
        <w:noProof/>
      </w:rPr>
      <w:t>2</w:t>
    </w:r>
    <w:r>
      <w:rPr>
        <w:noProof/>
      </w:rPr>
      <w:fldChar w:fldCharType="end"/>
    </w:r>
    <w:r w:rsidR="00497080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42D7F3F8" wp14:editId="71B7454F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C5572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EEAEE33" wp14:editId="35C0CFCD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565A9" w14:textId="77777777" w:rsidR="00497080" w:rsidRPr="00834943" w:rsidRDefault="00834943" w:rsidP="004D5E5E">
    <w:pPr>
      <w:pStyle w:val="QMberschrift1Kopf"/>
      <w:tabs>
        <w:tab w:val="clear" w:pos="9923"/>
        <w:tab w:val="right" w:pos="15168"/>
      </w:tabs>
      <w:rPr>
        <w:color w:val="4F81BD" w:themeColor="accent1"/>
      </w:rPr>
    </w:pPr>
    <w:r w:rsidRPr="00834943">
      <w:rPr>
        <w:b w:val="0"/>
        <w:noProof/>
        <w:color w:val="4F81BD" w:themeColor="accent1"/>
      </w:rPr>
      <w:drawing>
        <wp:anchor distT="0" distB="0" distL="114300" distR="114300" simplePos="0" relativeHeight="251665408" behindDoc="1" locked="0" layoutInCell="1" allowOverlap="1" wp14:anchorId="40F0CAEE" wp14:editId="70A5F608">
          <wp:simplePos x="0" y="0"/>
          <wp:positionH relativeFrom="column">
            <wp:posOffset>8382000</wp:posOffset>
          </wp:positionH>
          <wp:positionV relativeFrom="paragraph">
            <wp:posOffset>-283845</wp:posOffset>
          </wp:positionV>
          <wp:extent cx="1143000" cy="786130"/>
          <wp:effectExtent l="0" t="0" r="0" b="1270"/>
          <wp:wrapNone/>
          <wp:docPr id="87" name="Bild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4F81BD" w:themeColor="accent1"/>
      </w:rPr>
      <w:t>Formblatt</w:t>
    </w:r>
  </w:p>
  <w:p w14:paraId="564A02A6" w14:textId="77777777" w:rsidR="00497080" w:rsidRPr="00C6471D" w:rsidRDefault="00497080" w:rsidP="00C6471D">
    <w:pPr>
      <w:pStyle w:val="QMberschrift2Kopf"/>
    </w:pPr>
    <w:r>
      <w:t>Fehlermeldungen und -behebung</w:t>
    </w:r>
  </w:p>
  <w:p w14:paraId="705476B0" w14:textId="77777777" w:rsidR="00497080" w:rsidRPr="005A71DC" w:rsidRDefault="00BC5572" w:rsidP="0014748D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9DC8E7D" wp14:editId="0D531560">
              <wp:simplePos x="0" y="0"/>
              <wp:positionH relativeFrom="page">
                <wp:posOffset>541655</wp:posOffset>
              </wp:positionH>
              <wp:positionV relativeFrom="page">
                <wp:posOffset>830579</wp:posOffset>
              </wp:positionV>
              <wp:extent cx="9608820" cy="0"/>
              <wp:effectExtent l="0" t="0" r="17780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65pt;margin-top:65.4pt;width:756.6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" strokecolor="#00a0aa">
              <w10:wrap anchorx="page" anchory="page"/>
            </v:shape>
          </w:pict>
        </mc:Fallback>
      </mc:AlternateContent>
    </w:r>
    <w:r w:rsidR="00497080" w:rsidRPr="00355499">
      <w:t>FB-</w:t>
    </w:r>
    <w:r w:rsidR="00497080">
      <w:t>Fehlermeldungen</w:t>
    </w:r>
    <w:r w:rsidR="00497080" w:rsidRPr="00355499">
      <w:t>-00</w:t>
    </w:r>
    <w:r w:rsidR="00497080" w:rsidRPr="005A71DC"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DB3"/>
    <w:rsid w:val="0000169A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0500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677B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3E6B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2820"/>
    <w:rsid w:val="003D4614"/>
    <w:rsid w:val="003D5D5F"/>
    <w:rsid w:val="003E13EA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080"/>
    <w:rsid w:val="004974AC"/>
    <w:rsid w:val="00497B68"/>
    <w:rsid w:val="00497D1E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5E5E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0D81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6D56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4943"/>
    <w:rsid w:val="00837BD4"/>
    <w:rsid w:val="00841C4A"/>
    <w:rsid w:val="00842047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67EF9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6579"/>
    <w:rsid w:val="00920221"/>
    <w:rsid w:val="009209B4"/>
    <w:rsid w:val="00922EA0"/>
    <w:rsid w:val="00923DB3"/>
    <w:rsid w:val="009243B8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6243"/>
    <w:rsid w:val="00A26C8D"/>
    <w:rsid w:val="00A35DBF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276A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36590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3AA5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5572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56FC5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231C"/>
    <w:rsid w:val="00CC4E18"/>
    <w:rsid w:val="00CC4E8E"/>
    <w:rsid w:val="00CC56A4"/>
    <w:rsid w:val="00CD18BC"/>
    <w:rsid w:val="00CD242F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75AA2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647BF"/>
    <w:rsid w:val="00E7239C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23BA5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20ADF4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43B8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43B8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\Documents\AquaLytis\QMS\QM-Vorgabedokumente\Freigabe\04%20FB\FB-Layout+quer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B5ED1-0C3E-A348-A160-D91195E9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\Users\Ute\Documents\AquaLytis\QMS\QM-Vorgabedokumente\Freigabe\04 FB\FB-Layout+quer-00.dotx</Template>
  <TotalTime>0</TotalTime>
  <Pages>1</Pages>
  <Words>86</Words>
  <Characters>549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634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Ariane</cp:lastModifiedBy>
  <cp:revision>4</cp:revision>
  <cp:lastPrinted>2011-04-01T08:33:00Z</cp:lastPrinted>
  <dcterms:created xsi:type="dcterms:W3CDTF">2015-12-01T15:37:00Z</dcterms:created>
  <dcterms:modified xsi:type="dcterms:W3CDTF">2016-12-16T16:05:00Z</dcterms:modified>
</cp:coreProperties>
</file>