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2B224B" w14:textId="77777777" w:rsidR="008246DF" w:rsidRDefault="008246DF" w:rsidP="005F4F55">
      <w:pPr>
        <w:pStyle w:val="QMStandart"/>
      </w:pPr>
    </w:p>
    <w:tbl>
      <w:tblPr>
        <w:tblW w:w="151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9"/>
        <w:gridCol w:w="1970"/>
        <w:gridCol w:w="2270"/>
        <w:gridCol w:w="2067"/>
        <w:gridCol w:w="3036"/>
        <w:gridCol w:w="2551"/>
        <w:gridCol w:w="1560"/>
        <w:gridCol w:w="1156"/>
      </w:tblGrid>
      <w:tr w:rsidR="00A31059" w:rsidRPr="008403D9" w14:paraId="16FFC86E" w14:textId="77777777" w:rsidTr="00AB06E9">
        <w:trPr>
          <w:tblHeader/>
        </w:trPr>
        <w:tc>
          <w:tcPr>
            <w:tcW w:w="529" w:type="dxa"/>
            <w:tcBorders>
              <w:bottom w:val="nil"/>
            </w:tcBorders>
            <w:shd w:val="clear" w:color="auto" w:fill="E6E6E6"/>
          </w:tcPr>
          <w:p w14:paraId="2C871703" w14:textId="77777777" w:rsidR="008403D9" w:rsidRPr="008403D9" w:rsidRDefault="008403D9" w:rsidP="008403D9">
            <w:pPr>
              <w:pStyle w:val="QMTabellenKopf"/>
              <w:jc w:val="center"/>
              <w:rPr>
                <w:noProof/>
              </w:rPr>
            </w:pPr>
            <w:r w:rsidRPr="008403D9">
              <w:rPr>
                <w:noProof/>
              </w:rPr>
              <w:t>Nr.</w:t>
            </w:r>
          </w:p>
        </w:tc>
        <w:tc>
          <w:tcPr>
            <w:tcW w:w="1970" w:type="dxa"/>
            <w:tcBorders>
              <w:bottom w:val="nil"/>
            </w:tcBorders>
            <w:shd w:val="clear" w:color="auto" w:fill="E6E6E6"/>
          </w:tcPr>
          <w:p w14:paraId="558A93D9" w14:textId="77777777" w:rsidR="008403D9" w:rsidRPr="008403D9" w:rsidRDefault="008403D9" w:rsidP="008403D9">
            <w:pPr>
              <w:pStyle w:val="QMTabellenKopf"/>
              <w:jc w:val="center"/>
              <w:rPr>
                <w:noProof/>
              </w:rPr>
            </w:pPr>
            <w:r w:rsidRPr="008403D9">
              <w:rPr>
                <w:noProof/>
              </w:rPr>
              <w:t>Lagerbereich</w:t>
            </w:r>
          </w:p>
        </w:tc>
        <w:tc>
          <w:tcPr>
            <w:tcW w:w="2270" w:type="dxa"/>
            <w:tcBorders>
              <w:bottom w:val="nil"/>
            </w:tcBorders>
            <w:shd w:val="clear" w:color="auto" w:fill="E6E6E6"/>
          </w:tcPr>
          <w:p w14:paraId="4056C9CB" w14:textId="77777777" w:rsidR="008403D9" w:rsidRPr="008403D9" w:rsidRDefault="00AB06E9" w:rsidP="008403D9">
            <w:pPr>
              <w:pStyle w:val="QMTabellenKopf"/>
              <w:jc w:val="center"/>
              <w:rPr>
                <w:noProof/>
              </w:rPr>
            </w:pPr>
            <w:r>
              <w:rPr>
                <w:noProof/>
              </w:rPr>
              <w:t>Materialart</w:t>
            </w:r>
            <w:r w:rsidR="00F57D53">
              <w:rPr>
                <w:noProof/>
              </w:rPr>
              <w:t>/</w:t>
            </w:r>
            <w:r>
              <w:rPr>
                <w:noProof/>
              </w:rPr>
              <w:t>Fixierung</w:t>
            </w:r>
          </w:p>
        </w:tc>
        <w:tc>
          <w:tcPr>
            <w:tcW w:w="2067" w:type="dxa"/>
            <w:tcBorders>
              <w:bottom w:val="nil"/>
            </w:tcBorders>
            <w:shd w:val="clear" w:color="auto" w:fill="E6E6E6"/>
          </w:tcPr>
          <w:p w14:paraId="5C88420B" w14:textId="77777777" w:rsidR="008403D9" w:rsidRPr="008403D9" w:rsidRDefault="00AB06E9" w:rsidP="008403D9">
            <w:pPr>
              <w:pStyle w:val="QMTabellenKopf"/>
              <w:jc w:val="center"/>
              <w:rPr>
                <w:noProof/>
              </w:rPr>
            </w:pPr>
            <w:r w:rsidRPr="008403D9">
              <w:rPr>
                <w:noProof/>
              </w:rPr>
              <w:t>Lagersystem</w:t>
            </w:r>
          </w:p>
        </w:tc>
        <w:tc>
          <w:tcPr>
            <w:tcW w:w="3036" w:type="dxa"/>
            <w:tcBorders>
              <w:bottom w:val="nil"/>
            </w:tcBorders>
            <w:shd w:val="clear" w:color="auto" w:fill="E6E6E6"/>
          </w:tcPr>
          <w:p w14:paraId="725A7CE8" w14:textId="77777777" w:rsidR="008403D9" w:rsidRPr="008403D9" w:rsidRDefault="008403D9" w:rsidP="00A31059">
            <w:pPr>
              <w:pStyle w:val="QMTabellenKopf"/>
              <w:jc w:val="center"/>
              <w:rPr>
                <w:noProof/>
              </w:rPr>
            </w:pPr>
            <w:r w:rsidRPr="008403D9">
              <w:rPr>
                <w:noProof/>
              </w:rPr>
              <w:t>Kennzeichnung de</w:t>
            </w:r>
            <w:r w:rsidR="00A31059">
              <w:rPr>
                <w:noProof/>
              </w:rPr>
              <w:t>s Materials</w:t>
            </w:r>
          </w:p>
        </w:tc>
        <w:tc>
          <w:tcPr>
            <w:tcW w:w="2551" w:type="dxa"/>
            <w:tcBorders>
              <w:bottom w:val="nil"/>
            </w:tcBorders>
            <w:shd w:val="clear" w:color="auto" w:fill="E6E6E6"/>
          </w:tcPr>
          <w:p w14:paraId="1476B31D" w14:textId="77777777" w:rsidR="008403D9" w:rsidRPr="008403D9" w:rsidRDefault="008403D9" w:rsidP="008403D9">
            <w:pPr>
              <w:pStyle w:val="QMTabellenKopf"/>
              <w:jc w:val="center"/>
              <w:rPr>
                <w:noProof/>
              </w:rPr>
            </w:pPr>
            <w:r w:rsidRPr="008403D9">
              <w:rPr>
                <w:noProof/>
              </w:rPr>
              <w:t>Bestandsführung</w:t>
            </w:r>
            <w:r w:rsidR="00A31059">
              <w:rPr>
                <w:noProof/>
              </w:rPr>
              <w:t>/ Aufbewahrungsfristen</w:t>
            </w:r>
          </w:p>
        </w:tc>
        <w:tc>
          <w:tcPr>
            <w:tcW w:w="2716" w:type="dxa"/>
            <w:gridSpan w:val="2"/>
            <w:tcBorders>
              <w:bottom w:val="nil"/>
            </w:tcBorders>
            <w:shd w:val="clear" w:color="auto" w:fill="E6E6E6"/>
          </w:tcPr>
          <w:p w14:paraId="28C2297E" w14:textId="77777777" w:rsidR="008403D9" w:rsidRDefault="008403D9" w:rsidP="00A31059">
            <w:pPr>
              <w:pStyle w:val="QMTabellenKopf"/>
              <w:jc w:val="center"/>
              <w:rPr>
                <w:noProof/>
              </w:rPr>
            </w:pPr>
            <w:r w:rsidRPr="008403D9">
              <w:rPr>
                <w:noProof/>
              </w:rPr>
              <w:t xml:space="preserve">Verantwortung für </w:t>
            </w:r>
          </w:p>
          <w:p w14:paraId="3BBE84F7" w14:textId="77777777" w:rsidR="00AF6B1F" w:rsidRPr="008403D9" w:rsidRDefault="00AF6B1F" w:rsidP="002D420E">
            <w:pPr>
              <w:pStyle w:val="QMTabellenKopf"/>
              <w:spacing w:before="0"/>
              <w:rPr>
                <w:noProof/>
              </w:rPr>
            </w:pPr>
            <w:r>
              <w:rPr>
                <w:noProof/>
              </w:rPr>
              <w:t xml:space="preserve">   Bearbeiten/</w:t>
            </w:r>
          </w:p>
        </w:tc>
      </w:tr>
      <w:tr w:rsidR="00A31059" w:rsidRPr="008403D9" w14:paraId="193E53EB" w14:textId="77777777" w:rsidTr="00113DF4">
        <w:trPr>
          <w:tblHeader/>
        </w:trPr>
        <w:tc>
          <w:tcPr>
            <w:tcW w:w="529" w:type="dxa"/>
            <w:tcBorders>
              <w:top w:val="nil"/>
            </w:tcBorders>
            <w:shd w:val="clear" w:color="auto" w:fill="E6E6E6"/>
          </w:tcPr>
          <w:p w14:paraId="6DB8EF7C" w14:textId="77777777" w:rsidR="00A31059" w:rsidRPr="008403D9" w:rsidRDefault="00A31059" w:rsidP="008403D9">
            <w:pPr>
              <w:pStyle w:val="QMTabellenKopf"/>
              <w:jc w:val="center"/>
              <w:rPr>
                <w:noProof/>
              </w:rPr>
            </w:pPr>
          </w:p>
        </w:tc>
        <w:tc>
          <w:tcPr>
            <w:tcW w:w="1970" w:type="dxa"/>
            <w:tcBorders>
              <w:top w:val="nil"/>
            </w:tcBorders>
            <w:shd w:val="clear" w:color="auto" w:fill="E6E6E6"/>
          </w:tcPr>
          <w:p w14:paraId="6AC86BD8" w14:textId="77777777" w:rsidR="00A31059" w:rsidRPr="008403D9" w:rsidRDefault="00A31059" w:rsidP="008403D9">
            <w:pPr>
              <w:pStyle w:val="QMTabellenKopf"/>
              <w:jc w:val="center"/>
              <w:rPr>
                <w:noProof/>
              </w:rPr>
            </w:pPr>
          </w:p>
        </w:tc>
        <w:tc>
          <w:tcPr>
            <w:tcW w:w="2270" w:type="dxa"/>
            <w:tcBorders>
              <w:top w:val="nil"/>
            </w:tcBorders>
            <w:shd w:val="clear" w:color="auto" w:fill="E6E6E6"/>
          </w:tcPr>
          <w:p w14:paraId="25DE2ACB" w14:textId="77777777" w:rsidR="00A31059" w:rsidRPr="008403D9" w:rsidRDefault="00A31059" w:rsidP="008403D9">
            <w:pPr>
              <w:pStyle w:val="QMTabellenKopf"/>
              <w:jc w:val="center"/>
              <w:rPr>
                <w:noProof/>
              </w:rPr>
            </w:pPr>
          </w:p>
        </w:tc>
        <w:tc>
          <w:tcPr>
            <w:tcW w:w="2067" w:type="dxa"/>
            <w:tcBorders>
              <w:top w:val="nil"/>
            </w:tcBorders>
            <w:shd w:val="clear" w:color="auto" w:fill="E6E6E6"/>
          </w:tcPr>
          <w:p w14:paraId="571C61D2" w14:textId="77777777" w:rsidR="00A31059" w:rsidRDefault="00A31059" w:rsidP="008403D9">
            <w:pPr>
              <w:pStyle w:val="QMTabellenKopf"/>
              <w:jc w:val="center"/>
              <w:rPr>
                <w:noProof/>
              </w:rPr>
            </w:pPr>
          </w:p>
        </w:tc>
        <w:tc>
          <w:tcPr>
            <w:tcW w:w="3036" w:type="dxa"/>
            <w:tcBorders>
              <w:top w:val="nil"/>
            </w:tcBorders>
            <w:shd w:val="clear" w:color="auto" w:fill="E6E6E6"/>
          </w:tcPr>
          <w:p w14:paraId="76E19857" w14:textId="77777777" w:rsidR="00A31059" w:rsidRPr="008403D9" w:rsidRDefault="00A31059" w:rsidP="00A31059">
            <w:pPr>
              <w:pStyle w:val="QMTabellenKopf"/>
              <w:jc w:val="center"/>
              <w:rPr>
                <w:noProof/>
              </w:rPr>
            </w:pPr>
          </w:p>
        </w:tc>
        <w:tc>
          <w:tcPr>
            <w:tcW w:w="2551" w:type="dxa"/>
            <w:tcBorders>
              <w:top w:val="nil"/>
            </w:tcBorders>
            <w:shd w:val="clear" w:color="auto" w:fill="E6E6E6"/>
          </w:tcPr>
          <w:p w14:paraId="479E46C1" w14:textId="77777777" w:rsidR="00A31059" w:rsidRPr="008403D9" w:rsidRDefault="00A31059" w:rsidP="008403D9">
            <w:pPr>
              <w:pStyle w:val="QMTabellenKopf"/>
              <w:jc w:val="center"/>
              <w:rPr>
                <w:noProof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E6E6E6"/>
          </w:tcPr>
          <w:p w14:paraId="1E0D2B6A" w14:textId="77777777" w:rsidR="00A31059" w:rsidRPr="008403D9" w:rsidRDefault="00A31059" w:rsidP="00A31059">
            <w:pPr>
              <w:pStyle w:val="QMTabellenKopf"/>
              <w:jc w:val="center"/>
              <w:rPr>
                <w:noProof/>
              </w:rPr>
            </w:pPr>
            <w:r>
              <w:rPr>
                <w:noProof/>
              </w:rPr>
              <w:t xml:space="preserve">Anlegen/ </w:t>
            </w:r>
            <w:r w:rsidRPr="008403D9">
              <w:rPr>
                <w:noProof/>
              </w:rPr>
              <w:t>Kennzeichn</w:t>
            </w:r>
            <w:r>
              <w:rPr>
                <w:noProof/>
              </w:rPr>
              <w:t>en</w:t>
            </w:r>
          </w:p>
        </w:tc>
        <w:tc>
          <w:tcPr>
            <w:tcW w:w="1156" w:type="dxa"/>
            <w:tcBorders>
              <w:top w:val="nil"/>
            </w:tcBorders>
            <w:shd w:val="clear" w:color="auto" w:fill="E6E6E6"/>
          </w:tcPr>
          <w:p w14:paraId="7A47380D" w14:textId="77777777" w:rsidR="00A31059" w:rsidRPr="008403D9" w:rsidRDefault="00A31059" w:rsidP="00A31059">
            <w:pPr>
              <w:pStyle w:val="QMTabellenKopf"/>
              <w:jc w:val="center"/>
              <w:rPr>
                <w:noProof/>
              </w:rPr>
            </w:pPr>
            <w:r>
              <w:rPr>
                <w:noProof/>
              </w:rPr>
              <w:t>Bestands</w:t>
            </w:r>
            <w:r w:rsidR="00113DF4">
              <w:rPr>
                <w:noProof/>
              </w:rPr>
              <w:t>-</w:t>
            </w:r>
            <w:r>
              <w:rPr>
                <w:noProof/>
              </w:rPr>
              <w:softHyphen/>
              <w:t>führung</w:t>
            </w:r>
          </w:p>
        </w:tc>
      </w:tr>
      <w:tr w:rsidR="00AB06E9" w:rsidRPr="008403D9" w14:paraId="1C522C4D" w14:textId="77777777" w:rsidTr="00113DF4">
        <w:tc>
          <w:tcPr>
            <w:tcW w:w="529" w:type="dxa"/>
          </w:tcPr>
          <w:p w14:paraId="07262854" w14:textId="77777777" w:rsidR="00A31059" w:rsidRPr="008403D9" w:rsidRDefault="00A31059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</w:rPr>
            </w:pPr>
            <w:r w:rsidRPr="008403D9">
              <w:rPr>
                <w:rFonts w:ascii="Arial" w:eastAsia="Times New Roman" w:hAnsi="Arial"/>
                <w:noProof/>
                <w:color w:val="auto"/>
                <w:spacing w:val="0"/>
                <w:sz w:val="20"/>
              </w:rPr>
              <w:t>01</w:t>
            </w:r>
          </w:p>
          <w:p w14:paraId="5DE5DCB4" w14:textId="77777777" w:rsidR="00A31059" w:rsidRPr="008403D9" w:rsidRDefault="00A31059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</w:rPr>
            </w:pPr>
          </w:p>
          <w:p w14:paraId="5650DC73" w14:textId="77777777" w:rsidR="00A31059" w:rsidRPr="008403D9" w:rsidRDefault="00A31059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</w:rPr>
            </w:pPr>
          </w:p>
        </w:tc>
        <w:tc>
          <w:tcPr>
            <w:tcW w:w="1970" w:type="dxa"/>
          </w:tcPr>
          <w:p w14:paraId="772619AA" w14:textId="77777777" w:rsidR="00A31059" w:rsidRPr="00853D48" w:rsidRDefault="00AB06E9" w:rsidP="00671F6A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 xml:space="preserve">Belegsammlung </w:t>
            </w:r>
          </w:p>
        </w:tc>
        <w:tc>
          <w:tcPr>
            <w:tcW w:w="2270" w:type="dxa"/>
          </w:tcPr>
          <w:p w14:paraId="0BB3928F" w14:textId="77777777" w:rsidR="00A31059" w:rsidRPr="00853D48" w:rsidRDefault="00AB06E9" w:rsidP="008403D9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Zoologische Sammlung in Alkohol</w:t>
            </w:r>
          </w:p>
        </w:tc>
        <w:tc>
          <w:tcPr>
            <w:tcW w:w="2067" w:type="dxa"/>
          </w:tcPr>
          <w:p w14:paraId="030A3EE9" w14:textId="77777777" w:rsidR="00A31059" w:rsidRPr="00853D48" w:rsidRDefault="00261470" w:rsidP="008403D9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Schubkästen mi</w:t>
            </w:r>
            <w:r w:rsidR="00AB06E9"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t Raster</w:t>
            </w:r>
            <w:r w:rsidR="00FE4C15"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 xml:space="preserve"> </w:t>
            </w:r>
            <w:r w:rsidR="00FE4C15"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im Labor</w:t>
            </w:r>
          </w:p>
        </w:tc>
        <w:tc>
          <w:tcPr>
            <w:tcW w:w="3036" w:type="dxa"/>
          </w:tcPr>
          <w:p w14:paraId="3B1C24A5" w14:textId="77777777" w:rsidR="00015DDF" w:rsidRPr="00853D48" w:rsidRDefault="00671F6A" w:rsidP="00015DDF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n</w:t>
            </w:r>
            <w:r w:rsidR="00AB06E9"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 xml:space="preserve">ach Anfangsbuchstaben des Art-Namens sortiert </w:t>
            </w: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 xml:space="preserve">(Kennz. auf </w:t>
            </w:r>
            <w:r w:rsidR="00015DDF"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Raster);</w:t>
            </w:r>
          </w:p>
          <w:p w14:paraId="41B6AA08" w14:textId="77777777" w:rsidR="00A31059" w:rsidRPr="00853D48" w:rsidRDefault="00671F6A" w:rsidP="00261470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 xml:space="preserve">Kennz.*) mit </w:t>
            </w:r>
            <w:r w:rsidR="00AB06E9"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Aufkleber/Zettel</w:t>
            </w: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 xml:space="preserve"> im </w:t>
            </w:r>
            <w:r w:rsidR="00261470"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Schnappdeckelg</w:t>
            </w: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läschen</w:t>
            </w:r>
          </w:p>
        </w:tc>
        <w:tc>
          <w:tcPr>
            <w:tcW w:w="2551" w:type="dxa"/>
          </w:tcPr>
          <w:p w14:paraId="17A5C874" w14:textId="77777777" w:rsidR="00A31059" w:rsidRPr="00853D48" w:rsidRDefault="00671F6A" w:rsidP="008403D9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jährl. auf Alkoholstand prüfen/</w:t>
            </w:r>
            <w:r w:rsidR="00816C54"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 xml:space="preserve">ggf. </w:t>
            </w: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nachfüllen</w:t>
            </w:r>
          </w:p>
        </w:tc>
        <w:tc>
          <w:tcPr>
            <w:tcW w:w="1560" w:type="dxa"/>
          </w:tcPr>
          <w:p w14:paraId="4E07D1EC" w14:textId="77777777" w:rsidR="00671F6A" w:rsidRPr="00853D48" w:rsidRDefault="00853D48" w:rsidP="00853D48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 xml:space="preserve">X.Y. </w:t>
            </w:r>
          </w:p>
        </w:tc>
        <w:tc>
          <w:tcPr>
            <w:tcW w:w="1156" w:type="dxa"/>
          </w:tcPr>
          <w:p w14:paraId="1D0D2507" w14:textId="77777777" w:rsidR="00A31059" w:rsidRPr="00853D48" w:rsidRDefault="00853D48" w:rsidP="00853D48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 xml:space="preserve">X.Y. </w:t>
            </w:r>
          </w:p>
        </w:tc>
      </w:tr>
      <w:tr w:rsidR="00AB06E9" w:rsidRPr="008403D9" w14:paraId="6F21218D" w14:textId="77777777" w:rsidTr="00113DF4">
        <w:tc>
          <w:tcPr>
            <w:tcW w:w="529" w:type="dxa"/>
          </w:tcPr>
          <w:p w14:paraId="177A46A3" w14:textId="77777777" w:rsidR="00A31059" w:rsidRPr="008403D9" w:rsidRDefault="00A31059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</w:rPr>
            </w:pPr>
            <w:r w:rsidRPr="008403D9">
              <w:rPr>
                <w:rFonts w:ascii="Arial" w:eastAsia="Times New Roman" w:hAnsi="Arial"/>
                <w:noProof/>
                <w:color w:val="auto"/>
                <w:spacing w:val="0"/>
                <w:sz w:val="20"/>
              </w:rPr>
              <w:t>02</w:t>
            </w:r>
          </w:p>
          <w:p w14:paraId="48F4ABB0" w14:textId="77777777" w:rsidR="00A31059" w:rsidRPr="008403D9" w:rsidRDefault="00A31059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</w:rPr>
            </w:pPr>
          </w:p>
          <w:p w14:paraId="6D6B5BEC" w14:textId="77777777" w:rsidR="00A31059" w:rsidRPr="008403D9" w:rsidRDefault="00A31059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</w:rPr>
            </w:pPr>
          </w:p>
        </w:tc>
        <w:tc>
          <w:tcPr>
            <w:tcW w:w="1970" w:type="dxa"/>
          </w:tcPr>
          <w:p w14:paraId="4AB25688" w14:textId="77777777" w:rsidR="00A31059" w:rsidRPr="00853D48" w:rsidRDefault="00671F6A" w:rsidP="00261470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 xml:space="preserve">Rückstellproben </w:t>
            </w:r>
            <w:r w:rsidR="00261470"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Zooplankton</w:t>
            </w:r>
          </w:p>
        </w:tc>
        <w:tc>
          <w:tcPr>
            <w:tcW w:w="2270" w:type="dxa"/>
          </w:tcPr>
          <w:p w14:paraId="36AE8B87" w14:textId="77777777" w:rsidR="00A31059" w:rsidRPr="00853D48" w:rsidRDefault="00671F6A" w:rsidP="00477396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Rückstellproben in Formaldehyd/Alkohol</w:t>
            </w:r>
          </w:p>
        </w:tc>
        <w:tc>
          <w:tcPr>
            <w:tcW w:w="2067" w:type="dxa"/>
          </w:tcPr>
          <w:p w14:paraId="612B9800" w14:textId="77777777" w:rsidR="00A31059" w:rsidRPr="00853D48" w:rsidRDefault="00671F6A" w:rsidP="008403D9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Klarsichtbehälter mit PE-Flaschen</w:t>
            </w:r>
            <w:r w:rsidR="00FE4C15"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 xml:space="preserve"> im Keller</w:t>
            </w:r>
          </w:p>
        </w:tc>
        <w:tc>
          <w:tcPr>
            <w:tcW w:w="3036" w:type="dxa"/>
          </w:tcPr>
          <w:p w14:paraId="60732FA9" w14:textId="77777777" w:rsidR="00A31059" w:rsidRPr="00853D48" w:rsidRDefault="00816C54" w:rsidP="008403D9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Aufkleber *) auf den PE-Flaschen</w:t>
            </w:r>
          </w:p>
          <w:p w14:paraId="3DF8434E" w14:textId="77777777" w:rsidR="00261470" w:rsidRPr="00853D48" w:rsidRDefault="00261470" w:rsidP="008403D9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Kennz.*) der Behälter</w:t>
            </w:r>
          </w:p>
        </w:tc>
        <w:tc>
          <w:tcPr>
            <w:tcW w:w="2551" w:type="dxa"/>
          </w:tcPr>
          <w:p w14:paraId="783AEA2A" w14:textId="77777777" w:rsidR="00A31059" w:rsidRPr="00853D48" w:rsidRDefault="00816C54" w:rsidP="00BB21C8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 xml:space="preserve">nur </w:t>
            </w:r>
            <w:r w:rsidR="00BB21C8"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Aufbewahrungsfrist</w:t>
            </w: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 xml:space="preserve"> </w:t>
            </w:r>
            <w:r w:rsidR="00BB21C8"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 xml:space="preserve">(Projektende) </w:t>
            </w: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prüfen</w:t>
            </w:r>
            <w:r w:rsidR="00BB21C8"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 xml:space="preserve"> </w:t>
            </w:r>
          </w:p>
        </w:tc>
        <w:tc>
          <w:tcPr>
            <w:tcW w:w="1560" w:type="dxa"/>
          </w:tcPr>
          <w:p w14:paraId="07363D81" w14:textId="77777777" w:rsidR="00A31059" w:rsidRPr="00853D48" w:rsidRDefault="00853D48" w:rsidP="00FF2A4F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X.Y.</w:t>
            </w:r>
          </w:p>
        </w:tc>
        <w:tc>
          <w:tcPr>
            <w:tcW w:w="1156" w:type="dxa"/>
          </w:tcPr>
          <w:p w14:paraId="46E2353C" w14:textId="77777777" w:rsidR="00A31059" w:rsidRPr="00853D48" w:rsidRDefault="00853D48" w:rsidP="00FF2A4F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X.Y.</w:t>
            </w:r>
          </w:p>
        </w:tc>
      </w:tr>
      <w:tr w:rsidR="00AF6B1F" w:rsidRPr="008403D9" w14:paraId="0A752608" w14:textId="77777777" w:rsidTr="00113DF4">
        <w:tc>
          <w:tcPr>
            <w:tcW w:w="529" w:type="dxa"/>
          </w:tcPr>
          <w:p w14:paraId="6511077F" w14:textId="77777777" w:rsidR="00AF6B1F" w:rsidRPr="008403D9" w:rsidRDefault="00853D48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</w:rPr>
            </w:pPr>
            <w:r>
              <w:rPr>
                <w:rFonts w:ascii="Arial" w:eastAsia="Times New Roman" w:hAnsi="Arial"/>
                <w:noProof/>
                <w:color w:val="auto"/>
                <w:spacing w:val="0"/>
                <w:sz w:val="20"/>
              </w:rPr>
              <w:t>03</w:t>
            </w:r>
          </w:p>
          <w:p w14:paraId="595974EB" w14:textId="77777777" w:rsidR="00AF6B1F" w:rsidRPr="008403D9" w:rsidRDefault="00AF6B1F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</w:rPr>
            </w:pPr>
          </w:p>
          <w:p w14:paraId="57E736C8" w14:textId="77777777" w:rsidR="00AF6B1F" w:rsidRPr="008403D9" w:rsidRDefault="00AF6B1F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</w:rPr>
            </w:pPr>
          </w:p>
        </w:tc>
        <w:tc>
          <w:tcPr>
            <w:tcW w:w="1970" w:type="dxa"/>
          </w:tcPr>
          <w:p w14:paraId="5C2D8792" w14:textId="77777777" w:rsidR="00AF6B1F" w:rsidRPr="00853D48" w:rsidRDefault="00AF6B1F" w:rsidP="008403D9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Aktuelle MZB-Proben</w:t>
            </w:r>
          </w:p>
        </w:tc>
        <w:tc>
          <w:tcPr>
            <w:tcW w:w="2270" w:type="dxa"/>
          </w:tcPr>
          <w:p w14:paraId="59B6E1FA" w14:textId="77777777" w:rsidR="00AF6B1F" w:rsidRPr="00853D48" w:rsidRDefault="00AF6B1F" w:rsidP="008403D9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MZB-Proben (unbearbeitet) mit Sediment</w:t>
            </w:r>
          </w:p>
        </w:tc>
        <w:tc>
          <w:tcPr>
            <w:tcW w:w="2067" w:type="dxa"/>
          </w:tcPr>
          <w:p w14:paraId="580809E9" w14:textId="77777777" w:rsidR="00AF6B1F" w:rsidRPr="00853D48" w:rsidRDefault="00AF6B1F" w:rsidP="00A04459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 xml:space="preserve">Regal </w:t>
            </w:r>
            <w:r w:rsidR="00A04459"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im Keller</w:t>
            </w: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 xml:space="preserve"> mit PVC/PE-Flaschen</w:t>
            </w:r>
          </w:p>
        </w:tc>
        <w:tc>
          <w:tcPr>
            <w:tcW w:w="3036" w:type="dxa"/>
          </w:tcPr>
          <w:p w14:paraId="47712488" w14:textId="77777777" w:rsidR="00015DDF" w:rsidRPr="00853D48" w:rsidRDefault="00015DDF" w:rsidP="008403D9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Kennz. am Regalfach;</w:t>
            </w:r>
          </w:p>
          <w:p w14:paraId="5A935D08" w14:textId="77777777" w:rsidR="00AF6B1F" w:rsidRPr="00853D48" w:rsidRDefault="00AF6B1F" w:rsidP="008403D9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Aufkleber *) auf den PVC/PE-Flaschen</w:t>
            </w:r>
          </w:p>
        </w:tc>
        <w:tc>
          <w:tcPr>
            <w:tcW w:w="2551" w:type="dxa"/>
          </w:tcPr>
          <w:p w14:paraId="6264DDC3" w14:textId="77777777" w:rsidR="00AF6B1F" w:rsidRPr="00853D48" w:rsidRDefault="00AF6B1F" w:rsidP="003B2C6F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aktuelle Bearbeitung, danach Entsorgung</w:t>
            </w:r>
          </w:p>
        </w:tc>
        <w:tc>
          <w:tcPr>
            <w:tcW w:w="1560" w:type="dxa"/>
          </w:tcPr>
          <w:p w14:paraId="529C6438" w14:textId="77777777" w:rsidR="00AF6B1F" w:rsidRPr="00853D48" w:rsidRDefault="00AF6B1F" w:rsidP="00FF2A4F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Probenehmer</w:t>
            </w:r>
          </w:p>
        </w:tc>
        <w:tc>
          <w:tcPr>
            <w:tcW w:w="1156" w:type="dxa"/>
          </w:tcPr>
          <w:p w14:paraId="54BDA524" w14:textId="77777777" w:rsidR="00AF6B1F" w:rsidRPr="00853D48" w:rsidRDefault="00853D48" w:rsidP="00FF2A4F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X.Y.</w:t>
            </w:r>
          </w:p>
        </w:tc>
      </w:tr>
      <w:tr w:rsidR="00AF6B1F" w:rsidRPr="008403D9" w14:paraId="67A8A18E" w14:textId="77777777" w:rsidTr="00113DF4">
        <w:tc>
          <w:tcPr>
            <w:tcW w:w="529" w:type="dxa"/>
          </w:tcPr>
          <w:p w14:paraId="4B40AD1D" w14:textId="77777777" w:rsidR="00AF6B1F" w:rsidRPr="008403D9" w:rsidRDefault="00853D48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</w:rPr>
            </w:pPr>
            <w:r>
              <w:rPr>
                <w:rFonts w:ascii="Arial" w:eastAsia="Times New Roman" w:hAnsi="Arial"/>
                <w:noProof/>
                <w:color w:val="auto"/>
                <w:spacing w:val="0"/>
                <w:sz w:val="20"/>
              </w:rPr>
              <w:t>04</w:t>
            </w:r>
          </w:p>
          <w:p w14:paraId="0B3E11D2" w14:textId="77777777" w:rsidR="00AF6B1F" w:rsidRPr="008403D9" w:rsidRDefault="00AF6B1F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</w:rPr>
            </w:pPr>
          </w:p>
          <w:p w14:paraId="673E686C" w14:textId="77777777" w:rsidR="00AF6B1F" w:rsidRPr="008403D9" w:rsidRDefault="00AF6B1F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</w:rPr>
            </w:pPr>
          </w:p>
        </w:tc>
        <w:tc>
          <w:tcPr>
            <w:tcW w:w="1970" w:type="dxa"/>
          </w:tcPr>
          <w:p w14:paraId="6038EDD8" w14:textId="77777777" w:rsidR="00AF6B1F" w:rsidRPr="00853D48" w:rsidRDefault="00AF6B1F" w:rsidP="008403D9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Aktuelle MZB-Projekte</w:t>
            </w:r>
          </w:p>
        </w:tc>
        <w:tc>
          <w:tcPr>
            <w:tcW w:w="2270" w:type="dxa"/>
          </w:tcPr>
          <w:p w14:paraId="030965EB" w14:textId="77777777" w:rsidR="00AF6B1F" w:rsidRPr="00853D48" w:rsidRDefault="00AF6B1F" w:rsidP="008403D9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MZB-Proben (bearbeitet) nach Tiergruppen sortiert</w:t>
            </w:r>
          </w:p>
        </w:tc>
        <w:tc>
          <w:tcPr>
            <w:tcW w:w="2067" w:type="dxa"/>
          </w:tcPr>
          <w:p w14:paraId="1A9791CF" w14:textId="77777777" w:rsidR="00AF6B1F" w:rsidRPr="00853D48" w:rsidRDefault="00AF6B1F" w:rsidP="00477396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 xml:space="preserve">Rollkontainer mit Fächer </w:t>
            </w:r>
            <w:r w:rsidR="001C378E"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 xml:space="preserve">und Behälter </w:t>
            </w:r>
            <w:r w:rsidR="00477396"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 xml:space="preserve">im Regal für jeweiligen Bearbeitungsstatus </w:t>
            </w:r>
            <w:r w:rsidR="001C378E"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(Labor)</w:t>
            </w:r>
          </w:p>
        </w:tc>
        <w:tc>
          <w:tcPr>
            <w:tcW w:w="3036" w:type="dxa"/>
          </w:tcPr>
          <w:p w14:paraId="43C176D6" w14:textId="77777777" w:rsidR="00AF6B1F" w:rsidRPr="00853D48" w:rsidRDefault="00015DDF" w:rsidP="00AF6B1F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 xml:space="preserve">Kennz. des Bearbeitungsstatus am Fach; </w:t>
            </w:r>
            <w:r w:rsidR="00AF6B1F"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 xml:space="preserve">Zettel in </w:t>
            </w:r>
            <w:r w:rsidR="00261470"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Schnappdeckelg</w:t>
            </w:r>
            <w:r w:rsidR="00AF6B1F"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läschen, gebündelt mit Kennz.*)</w:t>
            </w:r>
          </w:p>
        </w:tc>
        <w:tc>
          <w:tcPr>
            <w:tcW w:w="2551" w:type="dxa"/>
          </w:tcPr>
          <w:p w14:paraId="6FF8C8E7" w14:textId="77777777" w:rsidR="00AF6B1F" w:rsidRPr="00853D48" w:rsidRDefault="000F7594" w:rsidP="000F7594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aktuelle Bearbeitung, danach Zuführung Beleg</w:t>
            </w: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softHyphen/>
              <w:t>sammlung/Rückstellproben</w:t>
            </w:r>
          </w:p>
        </w:tc>
        <w:tc>
          <w:tcPr>
            <w:tcW w:w="1560" w:type="dxa"/>
          </w:tcPr>
          <w:p w14:paraId="36404BF7" w14:textId="77777777" w:rsidR="00AF6B1F" w:rsidRPr="00853D48" w:rsidRDefault="000F7594" w:rsidP="00FF2A4F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alle MA</w:t>
            </w:r>
          </w:p>
        </w:tc>
        <w:tc>
          <w:tcPr>
            <w:tcW w:w="1156" w:type="dxa"/>
          </w:tcPr>
          <w:p w14:paraId="5BAF1AEB" w14:textId="77777777" w:rsidR="00AF6B1F" w:rsidRPr="00853D48" w:rsidRDefault="00853D48" w:rsidP="00FF2A4F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X.Y.</w:t>
            </w:r>
          </w:p>
        </w:tc>
      </w:tr>
      <w:tr w:rsidR="00AF6B1F" w:rsidRPr="008403D9" w14:paraId="174EAFA5" w14:textId="77777777" w:rsidTr="005C1FF3">
        <w:tc>
          <w:tcPr>
            <w:tcW w:w="529" w:type="dxa"/>
          </w:tcPr>
          <w:p w14:paraId="4B4AABE9" w14:textId="77777777" w:rsidR="00AF6B1F" w:rsidRPr="00160E52" w:rsidRDefault="00853D48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  <w:r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  <w:t>05</w:t>
            </w:r>
          </w:p>
          <w:p w14:paraId="0AB1F5FF" w14:textId="77777777" w:rsidR="00AF6B1F" w:rsidRPr="00160E52" w:rsidRDefault="00AF6B1F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  <w:p w14:paraId="6836DDC6" w14:textId="77777777" w:rsidR="00AF6B1F" w:rsidRPr="00160E52" w:rsidRDefault="00AF6B1F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970" w:type="dxa"/>
          </w:tcPr>
          <w:p w14:paraId="1BE6E03B" w14:textId="77777777" w:rsidR="00AF6B1F" w:rsidRPr="00853D48" w:rsidRDefault="00B31D1E" w:rsidP="00113DF4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</w:pPr>
            <w:r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Projektbezogene</w:t>
            </w:r>
            <w:r w:rsidR="00113DF4"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-Belegsammlung</w:t>
            </w:r>
          </w:p>
        </w:tc>
        <w:tc>
          <w:tcPr>
            <w:tcW w:w="2270" w:type="dxa"/>
          </w:tcPr>
          <w:p w14:paraId="0334EF1C" w14:textId="77777777" w:rsidR="00AF6B1F" w:rsidRPr="00853D48" w:rsidRDefault="00AF6B1F" w:rsidP="008403D9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</w:p>
        </w:tc>
        <w:tc>
          <w:tcPr>
            <w:tcW w:w="2067" w:type="dxa"/>
          </w:tcPr>
          <w:p w14:paraId="20C5B714" w14:textId="77777777" w:rsidR="00AF6B1F" w:rsidRPr="00853D48" w:rsidRDefault="00160E52" w:rsidP="00A04459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Regal i</w:t>
            </w:r>
            <w:r w:rsidR="00A04459"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m Keller</w:t>
            </w:r>
          </w:p>
        </w:tc>
        <w:tc>
          <w:tcPr>
            <w:tcW w:w="3036" w:type="dxa"/>
            <w:shd w:val="clear" w:color="auto" w:fill="auto"/>
          </w:tcPr>
          <w:p w14:paraId="5C0D2CB1" w14:textId="77777777" w:rsidR="00160E52" w:rsidRPr="00853D48" w:rsidRDefault="00160E52" w:rsidP="00160E52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Kennz. am Regalfach;</w:t>
            </w:r>
          </w:p>
          <w:p w14:paraId="00787C83" w14:textId="77777777" w:rsidR="00AF6B1F" w:rsidRPr="00853D48" w:rsidRDefault="00113DF4" w:rsidP="00113DF4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Kennz. vom Kunden</w:t>
            </w:r>
          </w:p>
        </w:tc>
        <w:tc>
          <w:tcPr>
            <w:tcW w:w="2551" w:type="dxa"/>
          </w:tcPr>
          <w:p w14:paraId="294D6AE2" w14:textId="77777777" w:rsidR="00AF6B1F" w:rsidRPr="00853D48" w:rsidRDefault="00160E52" w:rsidP="00B31D1E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a</w:t>
            </w:r>
            <w:r w:rsidR="00853D48"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ktuelle Bearbeitung, danach Über</w:t>
            </w: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 xml:space="preserve">gabe an </w:t>
            </w:r>
            <w:r w:rsidR="00B31D1E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Auftraggeber</w:t>
            </w:r>
          </w:p>
        </w:tc>
        <w:tc>
          <w:tcPr>
            <w:tcW w:w="1560" w:type="dxa"/>
          </w:tcPr>
          <w:p w14:paraId="1A0A29E9" w14:textId="77777777" w:rsidR="00AF6B1F" w:rsidRPr="00853D48" w:rsidRDefault="00160E52" w:rsidP="00FF2A4F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alle MA</w:t>
            </w:r>
          </w:p>
        </w:tc>
        <w:tc>
          <w:tcPr>
            <w:tcW w:w="1156" w:type="dxa"/>
          </w:tcPr>
          <w:p w14:paraId="12F68B67" w14:textId="77777777" w:rsidR="00AF6B1F" w:rsidRPr="00853D48" w:rsidRDefault="00853D48" w:rsidP="00FF2A4F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X.Y.</w:t>
            </w:r>
          </w:p>
        </w:tc>
      </w:tr>
      <w:tr w:rsidR="00DD45EF" w:rsidRPr="008403D9" w14:paraId="4EB9F8C9" w14:textId="77777777" w:rsidTr="00113DF4">
        <w:tc>
          <w:tcPr>
            <w:tcW w:w="529" w:type="dxa"/>
          </w:tcPr>
          <w:p w14:paraId="40B51822" w14:textId="77777777" w:rsidR="00DD45EF" w:rsidRDefault="00853D48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  <w:r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  <w:t>06</w:t>
            </w:r>
          </w:p>
        </w:tc>
        <w:tc>
          <w:tcPr>
            <w:tcW w:w="1970" w:type="dxa"/>
          </w:tcPr>
          <w:p w14:paraId="7E6BA19C" w14:textId="6FD80B08" w:rsidR="00DD45EF" w:rsidRPr="00853D48" w:rsidRDefault="00B31D1E" w:rsidP="00457213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 xml:space="preserve">Arbeitsmaterial </w:t>
            </w:r>
            <w:r w:rsidR="00DD45EF"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Probenahmegeräte”</w:t>
            </w:r>
          </w:p>
        </w:tc>
        <w:tc>
          <w:tcPr>
            <w:tcW w:w="2270" w:type="dxa"/>
          </w:tcPr>
          <w:p w14:paraId="0223CA52" w14:textId="77777777" w:rsidR="00DD45EF" w:rsidRPr="00853D48" w:rsidRDefault="00DD45EF" w:rsidP="00113DF4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Wannen, Siebe, Käscher, leere Behälter…,</w:t>
            </w:r>
          </w:p>
          <w:p w14:paraId="32156DF4" w14:textId="77777777" w:rsidR="00DD45EF" w:rsidRPr="00853D48" w:rsidRDefault="00DD45EF" w:rsidP="00113DF4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</w:p>
          <w:p w14:paraId="7B27EC07" w14:textId="77777777" w:rsidR="00DD45EF" w:rsidRPr="00853D48" w:rsidRDefault="00DD45EF" w:rsidP="00113DF4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sperrige Geräte</w:t>
            </w:r>
          </w:p>
        </w:tc>
        <w:tc>
          <w:tcPr>
            <w:tcW w:w="2067" w:type="dxa"/>
          </w:tcPr>
          <w:p w14:paraId="4596B6D6" w14:textId="77777777" w:rsidR="00DD45EF" w:rsidRPr="00853D48" w:rsidRDefault="00DD45EF" w:rsidP="008403D9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 xml:space="preserve">Regal </w:t>
            </w:r>
            <w:r w:rsidR="00A04459"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im Keller</w:t>
            </w:r>
          </w:p>
          <w:p w14:paraId="41F117F8" w14:textId="77777777" w:rsidR="00DD45EF" w:rsidRPr="00853D48" w:rsidRDefault="00DD45EF" w:rsidP="008403D9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</w:p>
          <w:p w14:paraId="593151F8" w14:textId="77777777" w:rsidR="00DD45EF" w:rsidRPr="00853D48" w:rsidRDefault="00DD45EF" w:rsidP="008403D9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</w:p>
          <w:p w14:paraId="54227EDE" w14:textId="77777777" w:rsidR="00160E52" w:rsidRPr="00853D48" w:rsidRDefault="00160E52" w:rsidP="008403D9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</w:p>
          <w:p w14:paraId="4A69FA71" w14:textId="77777777" w:rsidR="00DD45EF" w:rsidRPr="00853D48" w:rsidRDefault="00A04459" w:rsidP="008403D9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Keller</w:t>
            </w:r>
          </w:p>
        </w:tc>
        <w:tc>
          <w:tcPr>
            <w:tcW w:w="3036" w:type="dxa"/>
          </w:tcPr>
          <w:p w14:paraId="5EB99B30" w14:textId="77777777" w:rsidR="00DD45EF" w:rsidRPr="00853D48" w:rsidRDefault="00DD45EF" w:rsidP="00457213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Kennz. am Regalfach</w:t>
            </w:r>
          </w:p>
          <w:p w14:paraId="11836DFC" w14:textId="77777777" w:rsidR="00DD45EF" w:rsidRPr="00853D48" w:rsidRDefault="00DD45EF" w:rsidP="00457213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</w:p>
          <w:p w14:paraId="7A1F2573" w14:textId="77777777" w:rsidR="00DD45EF" w:rsidRPr="00853D48" w:rsidRDefault="00DD45EF" w:rsidP="00457213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</w:p>
          <w:p w14:paraId="17ECA2DE" w14:textId="77777777" w:rsidR="00DD45EF" w:rsidRPr="00853D48" w:rsidRDefault="00DD45EF" w:rsidP="00457213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</w:p>
          <w:p w14:paraId="6C30DC50" w14:textId="77777777" w:rsidR="00DD45EF" w:rsidRPr="00853D48" w:rsidRDefault="00DD45EF" w:rsidP="00457213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--</w:t>
            </w:r>
          </w:p>
        </w:tc>
        <w:tc>
          <w:tcPr>
            <w:tcW w:w="2551" w:type="dxa"/>
          </w:tcPr>
          <w:p w14:paraId="2980D5B6" w14:textId="77777777" w:rsidR="00DD45EF" w:rsidRPr="00853D48" w:rsidRDefault="00DD45EF" w:rsidP="00457213">
            <w:pPr>
              <w:spacing w:line="240" w:lineRule="auto"/>
              <w:jc w:val="both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projektbezogene Bestandskontrolle</w:t>
            </w:r>
          </w:p>
        </w:tc>
        <w:tc>
          <w:tcPr>
            <w:tcW w:w="1560" w:type="dxa"/>
          </w:tcPr>
          <w:p w14:paraId="4E936947" w14:textId="77777777" w:rsidR="00DD45EF" w:rsidRPr="00853D48" w:rsidRDefault="003B2C6F" w:rsidP="003B2C6F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highlight w:val="yellow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alle MA</w:t>
            </w:r>
          </w:p>
        </w:tc>
        <w:tc>
          <w:tcPr>
            <w:tcW w:w="1156" w:type="dxa"/>
          </w:tcPr>
          <w:p w14:paraId="083AB18C" w14:textId="77777777" w:rsidR="00DD45EF" w:rsidRPr="00853D48" w:rsidRDefault="00853D48" w:rsidP="00015DDF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X.Y.</w:t>
            </w:r>
          </w:p>
        </w:tc>
      </w:tr>
      <w:tr w:rsidR="00DD45EF" w:rsidRPr="008403D9" w14:paraId="0A02246C" w14:textId="77777777" w:rsidTr="00113DF4">
        <w:tc>
          <w:tcPr>
            <w:tcW w:w="529" w:type="dxa"/>
          </w:tcPr>
          <w:p w14:paraId="4F8A284F" w14:textId="77777777" w:rsidR="00DD45EF" w:rsidRPr="008403D9" w:rsidRDefault="00853D48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  <w:r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  <w:t>07</w:t>
            </w:r>
          </w:p>
        </w:tc>
        <w:tc>
          <w:tcPr>
            <w:tcW w:w="1970" w:type="dxa"/>
          </w:tcPr>
          <w:p w14:paraId="0239511E" w14:textId="77777777" w:rsidR="00DD45EF" w:rsidRPr="00853D48" w:rsidRDefault="00DD45EF" w:rsidP="008403D9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Chemikalien</w:t>
            </w:r>
          </w:p>
        </w:tc>
        <w:tc>
          <w:tcPr>
            <w:tcW w:w="2270" w:type="dxa"/>
          </w:tcPr>
          <w:p w14:paraId="6BE9AD62" w14:textId="77777777" w:rsidR="00DD45EF" w:rsidRPr="00853D48" w:rsidRDefault="00DD45EF" w:rsidP="00113DF4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Einbettungsmittel, Fixierung, Säuren, Kalibrierflüssigkeiten</w:t>
            </w:r>
          </w:p>
        </w:tc>
        <w:tc>
          <w:tcPr>
            <w:tcW w:w="2067" w:type="dxa"/>
          </w:tcPr>
          <w:p w14:paraId="7EAD7F5D" w14:textId="77777777" w:rsidR="000015C6" w:rsidRPr="00853D48" w:rsidRDefault="00A04459" w:rsidP="00DD45EF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Regal mit Behälter im Keller</w:t>
            </w:r>
          </w:p>
          <w:p w14:paraId="60FBFFCE" w14:textId="77777777" w:rsidR="00DD45EF" w:rsidRPr="00853D48" w:rsidRDefault="000015C6" w:rsidP="00261470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highlight w:val="yellow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 xml:space="preserve"> </w:t>
            </w:r>
          </w:p>
        </w:tc>
        <w:tc>
          <w:tcPr>
            <w:tcW w:w="3036" w:type="dxa"/>
          </w:tcPr>
          <w:p w14:paraId="3E9166C4" w14:textId="77777777" w:rsidR="00DD45EF" w:rsidRPr="00853D48" w:rsidRDefault="00DD45EF" w:rsidP="000015C6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Kennz. am Regal + Kennz. an den Chemikalienbehältern</w:t>
            </w:r>
          </w:p>
        </w:tc>
        <w:tc>
          <w:tcPr>
            <w:tcW w:w="2551" w:type="dxa"/>
          </w:tcPr>
          <w:p w14:paraId="6B203A61" w14:textId="77777777" w:rsidR="00DD45EF" w:rsidRPr="00853D48" w:rsidRDefault="00DD45EF" w:rsidP="00457213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jährl. auf Verfalldatum prüfen/fachgerechte Entsorgung</w:t>
            </w:r>
          </w:p>
        </w:tc>
        <w:tc>
          <w:tcPr>
            <w:tcW w:w="1560" w:type="dxa"/>
          </w:tcPr>
          <w:p w14:paraId="4E6C7886" w14:textId="77777777" w:rsidR="00DD45EF" w:rsidRPr="00853D48" w:rsidRDefault="00853D48" w:rsidP="003B2C6F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highlight w:val="yellow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X.Y.</w:t>
            </w:r>
          </w:p>
        </w:tc>
        <w:tc>
          <w:tcPr>
            <w:tcW w:w="1156" w:type="dxa"/>
          </w:tcPr>
          <w:p w14:paraId="32588C11" w14:textId="77777777" w:rsidR="00DD45EF" w:rsidRPr="00853D48" w:rsidRDefault="00853D48" w:rsidP="003B2C6F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X.Y.</w:t>
            </w:r>
          </w:p>
        </w:tc>
      </w:tr>
      <w:tr w:rsidR="00DD45EF" w:rsidRPr="008403D9" w14:paraId="2DFF44A0" w14:textId="77777777" w:rsidTr="00113DF4">
        <w:tc>
          <w:tcPr>
            <w:tcW w:w="529" w:type="dxa"/>
          </w:tcPr>
          <w:p w14:paraId="0F3BF836" w14:textId="77777777" w:rsidR="00DD45EF" w:rsidRPr="008403D9" w:rsidRDefault="00853D48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  <w:r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  <w:t>08</w:t>
            </w:r>
          </w:p>
        </w:tc>
        <w:tc>
          <w:tcPr>
            <w:tcW w:w="1970" w:type="dxa"/>
          </w:tcPr>
          <w:p w14:paraId="0AADF335" w14:textId="77777777" w:rsidR="00DD45EF" w:rsidRPr="00853D48" w:rsidRDefault="000015C6" w:rsidP="008403D9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Bestimmungs</w:t>
            </w:r>
            <w:r w:rsidR="00BC452D"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-</w:t>
            </w: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literatur</w:t>
            </w:r>
          </w:p>
        </w:tc>
        <w:tc>
          <w:tcPr>
            <w:tcW w:w="2270" w:type="dxa"/>
          </w:tcPr>
          <w:p w14:paraId="4E57E596" w14:textId="77777777" w:rsidR="00DD45EF" w:rsidRPr="00853D48" w:rsidRDefault="000015C6" w:rsidP="00113DF4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Bücher, Hefte, Schulungshefter, Ordner</w:t>
            </w:r>
          </w:p>
        </w:tc>
        <w:tc>
          <w:tcPr>
            <w:tcW w:w="2067" w:type="dxa"/>
          </w:tcPr>
          <w:p w14:paraId="1D0F8136" w14:textId="77777777" w:rsidR="00DD45EF" w:rsidRPr="00853D48" w:rsidRDefault="000015C6" w:rsidP="008403D9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highlight w:val="red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Schrank</w:t>
            </w:r>
            <w:r w:rsidR="00FE4C15"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 xml:space="preserve"> im Labor</w:t>
            </w:r>
          </w:p>
        </w:tc>
        <w:tc>
          <w:tcPr>
            <w:tcW w:w="3036" w:type="dxa"/>
          </w:tcPr>
          <w:p w14:paraId="76DCC6A9" w14:textId="77777777" w:rsidR="00DD45EF" w:rsidRPr="00853D48" w:rsidRDefault="000015C6" w:rsidP="003B2C6F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highlight w:val="red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Kennz. am Schrank</w:t>
            </w:r>
          </w:p>
        </w:tc>
        <w:tc>
          <w:tcPr>
            <w:tcW w:w="2551" w:type="dxa"/>
          </w:tcPr>
          <w:p w14:paraId="0EBE3DA1" w14:textId="77777777" w:rsidR="00DD45EF" w:rsidRPr="00853D48" w:rsidRDefault="00DD45EF" w:rsidP="003B2C6F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</w:p>
        </w:tc>
        <w:tc>
          <w:tcPr>
            <w:tcW w:w="1560" w:type="dxa"/>
          </w:tcPr>
          <w:p w14:paraId="334F0342" w14:textId="77777777" w:rsidR="00DD45EF" w:rsidRPr="00853D48" w:rsidRDefault="00DD45EF" w:rsidP="003B2C6F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</w:p>
        </w:tc>
        <w:tc>
          <w:tcPr>
            <w:tcW w:w="1156" w:type="dxa"/>
          </w:tcPr>
          <w:p w14:paraId="793CD689" w14:textId="77777777" w:rsidR="00DD45EF" w:rsidRPr="00853D48" w:rsidRDefault="00DD45EF" w:rsidP="003B2C6F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</w:p>
        </w:tc>
      </w:tr>
      <w:tr w:rsidR="00DD45EF" w:rsidRPr="008403D9" w14:paraId="742198BF" w14:textId="77777777" w:rsidTr="00113DF4">
        <w:tc>
          <w:tcPr>
            <w:tcW w:w="529" w:type="dxa"/>
          </w:tcPr>
          <w:p w14:paraId="34F87588" w14:textId="77777777" w:rsidR="00DD45EF" w:rsidRPr="008403D9" w:rsidRDefault="00853D48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  <w:r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  <w:t>09</w:t>
            </w:r>
          </w:p>
        </w:tc>
        <w:tc>
          <w:tcPr>
            <w:tcW w:w="1970" w:type="dxa"/>
          </w:tcPr>
          <w:p w14:paraId="3AC1C038" w14:textId="77777777" w:rsidR="00DD45EF" w:rsidRPr="00853D48" w:rsidRDefault="00DD45EF" w:rsidP="008403D9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Literatur</w:t>
            </w:r>
          </w:p>
        </w:tc>
        <w:tc>
          <w:tcPr>
            <w:tcW w:w="2270" w:type="dxa"/>
          </w:tcPr>
          <w:p w14:paraId="35F7E7B5" w14:textId="77777777" w:rsidR="00DD45EF" w:rsidRPr="00853D48" w:rsidRDefault="00DD45EF" w:rsidP="00113DF4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sonst. Fachliteratur (Bücher, Hefter, Berichte, …)</w:t>
            </w:r>
          </w:p>
        </w:tc>
        <w:tc>
          <w:tcPr>
            <w:tcW w:w="2067" w:type="dxa"/>
          </w:tcPr>
          <w:p w14:paraId="0280C98C" w14:textId="77777777" w:rsidR="00DD45EF" w:rsidRPr="00853D48" w:rsidRDefault="00DD45EF" w:rsidP="00853D48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 xml:space="preserve">Regale im </w:t>
            </w:r>
            <w:r w:rsidR="00853D48"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Labor</w:t>
            </w:r>
          </w:p>
        </w:tc>
        <w:tc>
          <w:tcPr>
            <w:tcW w:w="3036" w:type="dxa"/>
          </w:tcPr>
          <w:p w14:paraId="21C0BB94" w14:textId="77777777" w:rsidR="00DD45EF" w:rsidRPr="00853D48" w:rsidRDefault="00DD45EF" w:rsidP="003B2C6F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ggf. Kennz. am Regalfach</w:t>
            </w:r>
          </w:p>
        </w:tc>
        <w:tc>
          <w:tcPr>
            <w:tcW w:w="2551" w:type="dxa"/>
          </w:tcPr>
          <w:p w14:paraId="79E8EDB0" w14:textId="77777777" w:rsidR="00DD45EF" w:rsidRPr="00853D48" w:rsidRDefault="00DD45EF" w:rsidP="003B2C6F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ggf. veraltete Literatur aussondern</w:t>
            </w:r>
          </w:p>
        </w:tc>
        <w:tc>
          <w:tcPr>
            <w:tcW w:w="1560" w:type="dxa"/>
          </w:tcPr>
          <w:p w14:paraId="77F3705F" w14:textId="77777777" w:rsidR="00DD45EF" w:rsidRPr="00853D48" w:rsidRDefault="00853D48" w:rsidP="003B2C6F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X.Y.</w:t>
            </w:r>
          </w:p>
        </w:tc>
        <w:tc>
          <w:tcPr>
            <w:tcW w:w="1156" w:type="dxa"/>
          </w:tcPr>
          <w:p w14:paraId="512ADB08" w14:textId="77777777" w:rsidR="00DD45EF" w:rsidRPr="00853D48" w:rsidRDefault="00853D48" w:rsidP="003B2C6F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X.Y.</w:t>
            </w:r>
          </w:p>
        </w:tc>
      </w:tr>
      <w:tr w:rsidR="00DD45EF" w:rsidRPr="008403D9" w14:paraId="785E5C86" w14:textId="77777777" w:rsidTr="00113DF4">
        <w:tc>
          <w:tcPr>
            <w:tcW w:w="529" w:type="dxa"/>
          </w:tcPr>
          <w:p w14:paraId="47EDC53B" w14:textId="77777777" w:rsidR="00DD45EF" w:rsidRPr="008403D9" w:rsidRDefault="00853D48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  <w:r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  <w:t>10</w:t>
            </w:r>
          </w:p>
        </w:tc>
        <w:tc>
          <w:tcPr>
            <w:tcW w:w="1970" w:type="dxa"/>
          </w:tcPr>
          <w:p w14:paraId="07B44D5E" w14:textId="77777777" w:rsidR="00DD45EF" w:rsidRPr="00853D48" w:rsidRDefault="00DD45EF" w:rsidP="00F57D53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Projektordner</w:t>
            </w:r>
          </w:p>
          <w:p w14:paraId="2B08B5F7" w14:textId="77777777" w:rsidR="00160E52" w:rsidRPr="00853D48" w:rsidRDefault="00160E52" w:rsidP="00F57D53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</w:p>
        </w:tc>
        <w:tc>
          <w:tcPr>
            <w:tcW w:w="2270" w:type="dxa"/>
          </w:tcPr>
          <w:p w14:paraId="08397BA8" w14:textId="77777777" w:rsidR="00DD45EF" w:rsidRPr="00853D48" w:rsidRDefault="00DD45EF" w:rsidP="00113DF4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Projekt- und Kundenordner</w:t>
            </w:r>
          </w:p>
        </w:tc>
        <w:tc>
          <w:tcPr>
            <w:tcW w:w="2067" w:type="dxa"/>
          </w:tcPr>
          <w:p w14:paraId="204994FB" w14:textId="77777777" w:rsidR="00DD45EF" w:rsidRPr="00853D48" w:rsidRDefault="00A04459" w:rsidP="00853D48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Regal im</w:t>
            </w:r>
            <w:r w:rsidR="00DD45EF"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 xml:space="preserve"> Büro</w:t>
            </w:r>
          </w:p>
        </w:tc>
        <w:tc>
          <w:tcPr>
            <w:tcW w:w="3036" w:type="dxa"/>
          </w:tcPr>
          <w:p w14:paraId="41E51675" w14:textId="77777777" w:rsidR="00DD45EF" w:rsidRPr="00853D48" w:rsidRDefault="00DD45EF" w:rsidP="00F57D53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Beschriftung</w:t>
            </w:r>
            <w:r w:rsidR="00462F5C"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 xml:space="preserve"> </w:t>
            </w:r>
            <w:r w:rsidR="00462F5C"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*)</w:t>
            </w:r>
          </w:p>
        </w:tc>
        <w:tc>
          <w:tcPr>
            <w:tcW w:w="2551" w:type="dxa"/>
          </w:tcPr>
          <w:p w14:paraId="0C9B65F7" w14:textId="77777777" w:rsidR="00DD45EF" w:rsidRPr="00853D48" w:rsidRDefault="00261470" w:rsidP="003B2C6F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  <w:t>mindestens 10 Jahre aufbewahren</w:t>
            </w:r>
          </w:p>
        </w:tc>
        <w:tc>
          <w:tcPr>
            <w:tcW w:w="1560" w:type="dxa"/>
          </w:tcPr>
          <w:p w14:paraId="40A377F1" w14:textId="77777777" w:rsidR="00DD45EF" w:rsidRPr="00853D48" w:rsidRDefault="00853D48" w:rsidP="00F57D53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X.Y.</w:t>
            </w:r>
          </w:p>
        </w:tc>
        <w:tc>
          <w:tcPr>
            <w:tcW w:w="1156" w:type="dxa"/>
          </w:tcPr>
          <w:p w14:paraId="5A3D2FC4" w14:textId="77777777" w:rsidR="00DD45EF" w:rsidRPr="00853D48" w:rsidRDefault="00853D48" w:rsidP="00853D48">
            <w:pPr>
              <w:spacing w:line="240" w:lineRule="auto"/>
              <w:rPr>
                <w:rFonts w:ascii="Arial" w:eastAsia="Times New Roman" w:hAnsi="Arial"/>
                <w:noProof/>
                <w:color w:val="008000"/>
                <w:spacing w:val="0"/>
                <w:sz w:val="20"/>
                <w:lang w:val="it-IT"/>
              </w:rPr>
            </w:pPr>
            <w:r w:rsidRPr="00853D48">
              <w:rPr>
                <w:rFonts w:ascii="Arial" w:eastAsia="Times New Roman" w:hAnsi="Arial"/>
                <w:noProof/>
                <w:color w:val="008000"/>
                <w:spacing w:val="0"/>
                <w:sz w:val="20"/>
              </w:rPr>
              <w:t>X.Y.</w:t>
            </w:r>
          </w:p>
        </w:tc>
      </w:tr>
      <w:tr w:rsidR="00853D48" w:rsidRPr="008403D9" w14:paraId="180C107C" w14:textId="77777777" w:rsidTr="00113DF4">
        <w:tc>
          <w:tcPr>
            <w:tcW w:w="529" w:type="dxa"/>
          </w:tcPr>
          <w:p w14:paraId="57107737" w14:textId="77777777" w:rsidR="00853D48" w:rsidRDefault="00853D48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970" w:type="dxa"/>
          </w:tcPr>
          <w:p w14:paraId="2DBA609C" w14:textId="77777777" w:rsidR="00853D48" w:rsidRDefault="00853D48" w:rsidP="00F57D53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270" w:type="dxa"/>
          </w:tcPr>
          <w:p w14:paraId="6218FC2A" w14:textId="77777777" w:rsidR="00853D48" w:rsidRDefault="00853D48" w:rsidP="00113DF4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067" w:type="dxa"/>
          </w:tcPr>
          <w:p w14:paraId="738EB9A3" w14:textId="77777777" w:rsidR="00853D48" w:rsidRDefault="00853D48" w:rsidP="00853D48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3036" w:type="dxa"/>
          </w:tcPr>
          <w:p w14:paraId="45748F03" w14:textId="77777777" w:rsidR="00853D48" w:rsidRDefault="00853D48" w:rsidP="00F57D53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551" w:type="dxa"/>
          </w:tcPr>
          <w:p w14:paraId="239F360A" w14:textId="77777777" w:rsidR="00853D48" w:rsidRDefault="00853D48" w:rsidP="003B2C6F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560" w:type="dxa"/>
          </w:tcPr>
          <w:p w14:paraId="2DE8F035" w14:textId="77777777" w:rsidR="00853D48" w:rsidRDefault="00853D48" w:rsidP="00F57D53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</w:rPr>
            </w:pPr>
          </w:p>
        </w:tc>
        <w:tc>
          <w:tcPr>
            <w:tcW w:w="1156" w:type="dxa"/>
          </w:tcPr>
          <w:p w14:paraId="5C53DB2C" w14:textId="77777777" w:rsidR="00853D48" w:rsidRDefault="00853D48" w:rsidP="00853D48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</w:rPr>
            </w:pPr>
          </w:p>
        </w:tc>
      </w:tr>
      <w:tr w:rsidR="00853D48" w:rsidRPr="008403D9" w14:paraId="753AF310" w14:textId="77777777" w:rsidTr="00113DF4">
        <w:tc>
          <w:tcPr>
            <w:tcW w:w="529" w:type="dxa"/>
          </w:tcPr>
          <w:p w14:paraId="21E1354C" w14:textId="77777777" w:rsidR="00853D48" w:rsidRDefault="00853D48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970" w:type="dxa"/>
          </w:tcPr>
          <w:p w14:paraId="57C66CB0" w14:textId="77777777" w:rsidR="00853D48" w:rsidRDefault="00853D48" w:rsidP="00F57D53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270" w:type="dxa"/>
          </w:tcPr>
          <w:p w14:paraId="72449219" w14:textId="77777777" w:rsidR="00853D48" w:rsidRDefault="00853D48" w:rsidP="00113DF4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067" w:type="dxa"/>
          </w:tcPr>
          <w:p w14:paraId="4BA5B414" w14:textId="77777777" w:rsidR="00853D48" w:rsidRDefault="00853D48" w:rsidP="00853D48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3036" w:type="dxa"/>
          </w:tcPr>
          <w:p w14:paraId="2EFA4BCB" w14:textId="77777777" w:rsidR="00853D48" w:rsidRDefault="00853D48" w:rsidP="00F57D53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551" w:type="dxa"/>
          </w:tcPr>
          <w:p w14:paraId="533A6D22" w14:textId="77777777" w:rsidR="00853D48" w:rsidRDefault="00853D48" w:rsidP="003B2C6F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560" w:type="dxa"/>
          </w:tcPr>
          <w:p w14:paraId="037988A6" w14:textId="77777777" w:rsidR="00853D48" w:rsidRDefault="00853D48" w:rsidP="00F57D53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</w:rPr>
            </w:pPr>
          </w:p>
        </w:tc>
        <w:tc>
          <w:tcPr>
            <w:tcW w:w="1156" w:type="dxa"/>
          </w:tcPr>
          <w:p w14:paraId="687BECDE" w14:textId="77777777" w:rsidR="00853D48" w:rsidRDefault="00853D48" w:rsidP="00853D48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</w:rPr>
            </w:pPr>
          </w:p>
        </w:tc>
      </w:tr>
      <w:tr w:rsidR="00853D48" w:rsidRPr="008403D9" w14:paraId="768651A5" w14:textId="77777777" w:rsidTr="00113DF4">
        <w:tc>
          <w:tcPr>
            <w:tcW w:w="529" w:type="dxa"/>
          </w:tcPr>
          <w:p w14:paraId="718B94A9" w14:textId="77777777" w:rsidR="00853D48" w:rsidRDefault="00853D48" w:rsidP="008403D9">
            <w:pPr>
              <w:spacing w:line="240" w:lineRule="auto"/>
              <w:jc w:val="right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970" w:type="dxa"/>
          </w:tcPr>
          <w:p w14:paraId="12D30E4F" w14:textId="77777777" w:rsidR="00853D48" w:rsidRDefault="00853D48" w:rsidP="00F57D53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270" w:type="dxa"/>
          </w:tcPr>
          <w:p w14:paraId="45D8AA5D" w14:textId="77777777" w:rsidR="00853D48" w:rsidRDefault="00853D48" w:rsidP="00113DF4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067" w:type="dxa"/>
          </w:tcPr>
          <w:p w14:paraId="240C9E6F" w14:textId="77777777" w:rsidR="00853D48" w:rsidRDefault="00853D48" w:rsidP="00853D48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3036" w:type="dxa"/>
          </w:tcPr>
          <w:p w14:paraId="1326CA57" w14:textId="77777777" w:rsidR="00853D48" w:rsidRDefault="00853D48" w:rsidP="00F57D53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2551" w:type="dxa"/>
          </w:tcPr>
          <w:p w14:paraId="522D200E" w14:textId="77777777" w:rsidR="00853D48" w:rsidRDefault="00853D48" w:rsidP="003B2C6F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  <w:lang w:val="it-IT"/>
              </w:rPr>
            </w:pPr>
          </w:p>
        </w:tc>
        <w:tc>
          <w:tcPr>
            <w:tcW w:w="1560" w:type="dxa"/>
          </w:tcPr>
          <w:p w14:paraId="2833989F" w14:textId="77777777" w:rsidR="00853D48" w:rsidRDefault="00853D48" w:rsidP="00F57D53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</w:rPr>
            </w:pPr>
          </w:p>
        </w:tc>
        <w:tc>
          <w:tcPr>
            <w:tcW w:w="1156" w:type="dxa"/>
          </w:tcPr>
          <w:p w14:paraId="5E72D5F0" w14:textId="77777777" w:rsidR="00853D48" w:rsidRDefault="00853D48" w:rsidP="00853D48">
            <w:pPr>
              <w:spacing w:line="240" w:lineRule="auto"/>
              <w:rPr>
                <w:rFonts w:ascii="Arial" w:eastAsia="Times New Roman" w:hAnsi="Arial"/>
                <w:noProof/>
                <w:color w:val="auto"/>
                <w:spacing w:val="0"/>
                <w:sz w:val="20"/>
              </w:rPr>
            </w:pPr>
          </w:p>
        </w:tc>
      </w:tr>
    </w:tbl>
    <w:p w14:paraId="19F711A4" w14:textId="77777777" w:rsidR="004E077C" w:rsidRDefault="004E077C" w:rsidP="005F4F55">
      <w:pPr>
        <w:pStyle w:val="QMStandart"/>
        <w:rPr>
          <w:u w:val="single"/>
        </w:rPr>
      </w:pPr>
    </w:p>
    <w:p w14:paraId="366C8D3B" w14:textId="77777777" w:rsidR="008403D9" w:rsidRPr="00AF6B1F" w:rsidRDefault="00AF6B1F" w:rsidP="005F4F55">
      <w:pPr>
        <w:pStyle w:val="QMStandart"/>
        <w:rPr>
          <w:u w:val="single"/>
        </w:rPr>
      </w:pPr>
      <w:r w:rsidRPr="00AF6B1F">
        <w:rPr>
          <w:u w:val="single"/>
        </w:rPr>
        <w:t>Legende</w:t>
      </w:r>
    </w:p>
    <w:p w14:paraId="7D72E34D" w14:textId="7762AC58" w:rsidR="00671F6A" w:rsidRDefault="00671F6A" w:rsidP="005F4F55">
      <w:pPr>
        <w:pStyle w:val="QMStandart"/>
      </w:pPr>
      <w:r>
        <w:t>*)</w:t>
      </w:r>
      <w:r w:rsidR="00F57D53">
        <w:t xml:space="preserve"> = </w:t>
      </w:r>
      <w:r>
        <w:t>Kennzeichnung</w:t>
      </w:r>
      <w:r w:rsidR="00816C54">
        <w:t xml:space="preserve">/Beschriftung </w:t>
      </w:r>
      <w:r w:rsidR="004F739C">
        <w:t>ist in „AA-Proben</w:t>
      </w:r>
      <w:r>
        <w:t>kennzeichnung“ genau beschrieben</w:t>
      </w:r>
    </w:p>
    <w:p w14:paraId="3B86FD21" w14:textId="77777777" w:rsidR="00AF6B1F" w:rsidRPr="004F739C" w:rsidRDefault="00F57D53" w:rsidP="005F4F55">
      <w:pPr>
        <w:pStyle w:val="QMStandart"/>
        <w:rPr>
          <w:color w:val="008000"/>
        </w:rPr>
      </w:pPr>
      <w:bookmarkStart w:id="0" w:name="_GoBack"/>
      <w:r w:rsidRPr="004F739C">
        <w:rPr>
          <w:color w:val="008000"/>
        </w:rPr>
        <w:t>MZB =</w:t>
      </w:r>
      <w:r w:rsidR="00AF6B1F" w:rsidRPr="004F739C">
        <w:rPr>
          <w:color w:val="008000"/>
        </w:rPr>
        <w:t xml:space="preserve"> Makrozoobenthos</w:t>
      </w:r>
    </w:p>
    <w:bookmarkEnd w:id="0"/>
    <w:sectPr w:rsidR="00AF6B1F" w:rsidRPr="004F739C" w:rsidSect="00CD18BC">
      <w:headerReference w:type="even" r:id="rId9"/>
      <w:headerReference w:type="default" r:id="rId10"/>
      <w:footerReference w:type="default" r:id="rId11"/>
      <w:pgSz w:w="16838" w:h="11906" w:orient="landscape" w:code="9"/>
      <w:pgMar w:top="1418" w:right="851" w:bottom="567" w:left="851" w:header="425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6E43A5" w14:textId="77777777" w:rsidR="00853D48" w:rsidRDefault="00853D48" w:rsidP="00B32714">
      <w:r>
        <w:separator/>
      </w:r>
    </w:p>
    <w:p w14:paraId="1825ED55" w14:textId="77777777" w:rsidR="00853D48" w:rsidRDefault="00853D48" w:rsidP="00B32714"/>
    <w:p w14:paraId="020E87EF" w14:textId="77777777" w:rsidR="00853D48" w:rsidRDefault="00853D48" w:rsidP="00B32714"/>
  </w:endnote>
  <w:endnote w:type="continuationSeparator" w:id="0">
    <w:p w14:paraId="4151B867" w14:textId="77777777" w:rsidR="00853D48" w:rsidRDefault="00853D48" w:rsidP="00B32714">
      <w:r>
        <w:continuationSeparator/>
      </w:r>
    </w:p>
    <w:p w14:paraId="771C2585" w14:textId="77777777" w:rsidR="00853D48" w:rsidRDefault="00853D48" w:rsidP="00B32714"/>
    <w:p w14:paraId="0DD85D46" w14:textId="77777777" w:rsidR="00853D48" w:rsidRDefault="00853D48" w:rsidP="00B32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rayhorn MT Regular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20CE0E" w14:textId="77777777" w:rsidR="00853D48" w:rsidRPr="005F4F55" w:rsidRDefault="00853D48" w:rsidP="00CD242F">
    <w:pPr>
      <w:pStyle w:val="QMAblufeFu"/>
      <w:tabs>
        <w:tab w:val="center" w:pos="7700"/>
      </w:tabs>
    </w:pPr>
    <w:r>
      <w:rPr>
        <w:noProof/>
        <w:szCs w:val="16"/>
        <w:lang w:eastAsia="de-DE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6A1F1801" wp14:editId="45E8C3E4">
              <wp:simplePos x="0" y="0"/>
              <wp:positionH relativeFrom="page">
                <wp:posOffset>540385</wp:posOffset>
              </wp:positionH>
              <wp:positionV relativeFrom="page">
                <wp:posOffset>7216139</wp:posOffset>
              </wp:positionV>
              <wp:extent cx="9608820" cy="0"/>
              <wp:effectExtent l="0" t="0" r="17780" b="25400"/>
              <wp:wrapNone/>
              <wp:docPr id="8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6088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42.55pt;margin-top:568.2pt;width:756.6pt;height:0;z-index:251663360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" strokecolor="#00a0aa"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0DAFE064" wp14:editId="2F4018A6">
              <wp:simplePos x="0" y="0"/>
              <wp:positionH relativeFrom="page">
                <wp:posOffset>901065</wp:posOffset>
              </wp:positionH>
              <wp:positionV relativeFrom="page">
                <wp:posOffset>10229214</wp:posOffset>
              </wp:positionV>
              <wp:extent cx="6299835" cy="0"/>
              <wp:effectExtent l="0" t="0" r="24765" b="25400"/>
              <wp:wrapNone/>
              <wp:docPr id="9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9" o:spid="_x0000_s1026" type="#_x0000_t32" style="position:absolute;margin-left:70.95pt;margin-top:805.45pt;width:496.05pt;height:0;z-index:251661312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" strokecolor="#00a0aa">
              <w10:wrap anchorx="page" anchory="page"/>
            </v:shape>
          </w:pict>
        </mc:Fallback>
      </mc:AlternateContent>
    </w:r>
    <w:r>
      <w:ptab w:relativeTo="margin" w:alignment="left" w:leader="none"/>
    </w:r>
    <w:r w:rsidR="004F739C">
      <w:fldChar w:fldCharType="begin"/>
    </w:r>
    <w:r w:rsidR="004F739C">
      <w:instrText xml:space="preserve"> FILENAME  \* Lower  \* MERGEFORMAT </w:instrText>
    </w:r>
    <w:r w:rsidR="004F739C">
      <w:fldChar w:fldCharType="separate"/>
    </w:r>
    <w:r>
      <w:rPr>
        <w:noProof/>
      </w:rPr>
      <w:t>li-lagerbereiche-00</w:t>
    </w:r>
    <w:r w:rsidR="004F739C">
      <w:rPr>
        <w:noProof/>
      </w:rPr>
      <w:fldChar w:fldCharType="end"/>
    </w:r>
    <w:r w:rsidRPr="00DB01DD">
      <w:ptab w:relativeTo="margin" w:alignment="right" w:leader="none"/>
    </w:r>
    <w:r w:rsidRPr="0014748D">
      <w:fldChar w:fldCharType="begin"/>
    </w:r>
    <w:r w:rsidRPr="0014748D">
      <w:instrText xml:space="preserve"> PAGE   \* MERGEFORMAT </w:instrText>
    </w:r>
    <w:r w:rsidRPr="0014748D">
      <w:fldChar w:fldCharType="separate"/>
    </w:r>
    <w:r w:rsidR="004F739C">
      <w:rPr>
        <w:noProof/>
      </w:rPr>
      <w:t>1</w:t>
    </w:r>
    <w:r w:rsidRPr="0014748D">
      <w:fldChar w:fldCharType="end"/>
    </w:r>
    <w:r w:rsidRPr="0014748D">
      <w:t xml:space="preserve"> von </w:t>
    </w:r>
    <w:r w:rsidR="004F739C">
      <w:fldChar w:fldCharType="begin"/>
    </w:r>
    <w:r w:rsidR="004F739C">
      <w:instrText xml:space="preserve"> NUMPAGES   \* MERGEFORMAT </w:instrText>
    </w:r>
    <w:r w:rsidR="004F739C">
      <w:fldChar w:fldCharType="separate"/>
    </w:r>
    <w:r w:rsidR="004F739C">
      <w:rPr>
        <w:noProof/>
      </w:rPr>
      <w:t>2</w:t>
    </w:r>
    <w:r w:rsidR="004F739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A9B414" w14:textId="77777777" w:rsidR="00853D48" w:rsidRDefault="00853D48" w:rsidP="00B32714">
      <w:r>
        <w:separator/>
      </w:r>
    </w:p>
    <w:p w14:paraId="3D6E3BFB" w14:textId="77777777" w:rsidR="00853D48" w:rsidRDefault="00853D48" w:rsidP="00B32714"/>
    <w:p w14:paraId="48FFE86C" w14:textId="77777777" w:rsidR="00853D48" w:rsidRDefault="00853D48" w:rsidP="00B32714"/>
  </w:footnote>
  <w:footnote w:type="continuationSeparator" w:id="0">
    <w:p w14:paraId="18D9D217" w14:textId="77777777" w:rsidR="00853D48" w:rsidRDefault="00853D48" w:rsidP="00B32714">
      <w:r>
        <w:continuationSeparator/>
      </w:r>
    </w:p>
    <w:p w14:paraId="775D7034" w14:textId="77777777" w:rsidR="00853D48" w:rsidRDefault="00853D48" w:rsidP="00B32714"/>
    <w:p w14:paraId="56A66F67" w14:textId="77777777" w:rsidR="00853D48" w:rsidRDefault="00853D48" w:rsidP="00B32714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A3473" w14:textId="77777777" w:rsidR="00853D48" w:rsidRPr="002251D7" w:rsidRDefault="00853D48" w:rsidP="002251D7">
    <w:pPr>
      <w:pStyle w:val="Fuzeile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rPr>
        <w:noProof/>
        <w:lang w:val="de-DE"/>
      </w:rPr>
      <w:drawing>
        <wp:anchor distT="0" distB="0" distL="114300" distR="114300" simplePos="0" relativeHeight="251657216" behindDoc="0" locked="0" layoutInCell="1" allowOverlap="1" wp14:anchorId="38530E04" wp14:editId="654D8C23">
          <wp:simplePos x="0" y="0"/>
          <wp:positionH relativeFrom="column">
            <wp:posOffset>-3810</wp:posOffset>
          </wp:positionH>
          <wp:positionV relativeFrom="paragraph">
            <wp:posOffset>-3810</wp:posOffset>
          </wp:positionV>
          <wp:extent cx="829945" cy="330200"/>
          <wp:effectExtent l="0" t="0" r="8255" b="0"/>
          <wp:wrapSquare wrapText="bothSides"/>
          <wp:docPr id="18" name="Bild 8" descr="AquaLyti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quaLyti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330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de-DE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B060F00" wp14:editId="627A6F9B">
              <wp:simplePos x="0" y="0"/>
              <wp:positionH relativeFrom="page">
                <wp:posOffset>360045</wp:posOffset>
              </wp:positionH>
              <wp:positionV relativeFrom="page">
                <wp:posOffset>828039</wp:posOffset>
              </wp:positionV>
              <wp:extent cx="6299835" cy="0"/>
              <wp:effectExtent l="0" t="0" r="24765" b="25400"/>
              <wp:wrapNone/>
              <wp:docPr id="2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28.35pt;margin-top:65.2pt;width:496.05pt;height:0;z-index:251659264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" strokecolor="#00a0aa"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FBE069" w14:textId="06F28EB0" w:rsidR="00853D48" w:rsidRPr="00853D48" w:rsidRDefault="008246DF" w:rsidP="004D5E5E">
    <w:pPr>
      <w:pStyle w:val="QMberschrift1Kopf"/>
      <w:tabs>
        <w:tab w:val="clear" w:pos="9923"/>
        <w:tab w:val="right" w:pos="15168"/>
      </w:tabs>
      <w:rPr>
        <w:color w:val="4F81BD" w:themeColor="accent1"/>
      </w:rPr>
    </w:pPr>
    <w:r w:rsidRPr="0040012E">
      <w:rPr>
        <w:b w:val="0"/>
        <w:noProof/>
        <w:color w:val="4F81BD" w:themeColor="accent1"/>
      </w:rPr>
      <w:drawing>
        <wp:anchor distT="0" distB="0" distL="114300" distR="114300" simplePos="0" relativeHeight="251667456" behindDoc="1" locked="0" layoutInCell="1" allowOverlap="1" wp14:anchorId="2B74EF6F" wp14:editId="3E96171C">
          <wp:simplePos x="0" y="0"/>
          <wp:positionH relativeFrom="column">
            <wp:posOffset>8242300</wp:posOffset>
          </wp:positionH>
          <wp:positionV relativeFrom="paragraph">
            <wp:posOffset>-283845</wp:posOffset>
          </wp:positionV>
          <wp:extent cx="1257300" cy="864870"/>
          <wp:effectExtent l="0" t="0" r="12700" b="0"/>
          <wp:wrapNone/>
          <wp:docPr id="4" name="Bild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GL_Logo_RGB_D_eV_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864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3D48" w:rsidRPr="00853D48">
      <w:rPr>
        <w:b w:val="0"/>
        <w:noProof/>
        <w:color w:val="4F81BD" w:themeColor="accent1"/>
      </w:rPr>
      <w:drawing>
        <wp:anchor distT="0" distB="0" distL="114300" distR="114300" simplePos="0" relativeHeight="251665408" behindDoc="1" locked="0" layoutInCell="1" allowOverlap="1" wp14:anchorId="0E1869D9" wp14:editId="59A169D2">
          <wp:simplePos x="0" y="0"/>
          <wp:positionH relativeFrom="column">
            <wp:posOffset>8172450</wp:posOffset>
          </wp:positionH>
          <wp:positionV relativeFrom="paragraph">
            <wp:posOffset>-283845</wp:posOffset>
          </wp:positionV>
          <wp:extent cx="1257300" cy="865055"/>
          <wp:effectExtent l="0" t="0" r="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GL_Logo_RGB_D_eV_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8650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3D48" w:rsidRPr="00853D48">
      <w:rPr>
        <w:color w:val="4F81BD" w:themeColor="accent1"/>
      </w:rPr>
      <w:t>Liste</w:t>
    </w:r>
  </w:p>
  <w:p w14:paraId="50DD0F4F" w14:textId="6EF34D8A" w:rsidR="00853D48" w:rsidRPr="00C6471D" w:rsidRDefault="00853D48" w:rsidP="00C6471D">
    <w:pPr>
      <w:pStyle w:val="QMberschrift2Kopf"/>
    </w:pPr>
    <w:r>
      <w:t>Lagerbereiche</w:t>
    </w:r>
  </w:p>
  <w:p w14:paraId="4BA12A82" w14:textId="77777777" w:rsidR="00853D48" w:rsidRPr="005A71DC" w:rsidRDefault="00853D48" w:rsidP="0014748D">
    <w:pPr>
      <w:pStyle w:val="QMAblufeFu"/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20657BC7" wp14:editId="704A36A4">
              <wp:simplePos x="0" y="0"/>
              <wp:positionH relativeFrom="page">
                <wp:posOffset>541655</wp:posOffset>
              </wp:positionH>
              <wp:positionV relativeFrom="page">
                <wp:posOffset>830579</wp:posOffset>
              </wp:positionV>
              <wp:extent cx="9608820" cy="0"/>
              <wp:effectExtent l="0" t="0" r="17780" b="25400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6088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42.65pt;margin-top:65.4pt;width:756.6pt;height:0;z-index:251658240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" strokecolor="#00a0aa">
              <w10:wrap anchorx="page" anchory="page"/>
            </v:shape>
          </w:pict>
        </mc:Fallback>
      </mc:AlternateContent>
    </w:r>
    <w:r>
      <w:t>LI</w:t>
    </w:r>
    <w:r w:rsidRPr="00355499">
      <w:t>-</w:t>
    </w:r>
    <w:r>
      <w:t>Lagerbereiche-00</w:t>
    </w:r>
    <w:r w:rsidRPr="005A71DC"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112F"/>
    <w:multiLevelType w:val="hybridMultilevel"/>
    <w:tmpl w:val="DF7AE96C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635592"/>
    <w:multiLevelType w:val="hybridMultilevel"/>
    <w:tmpl w:val="D66444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9E609C"/>
    <w:multiLevelType w:val="hybridMultilevel"/>
    <w:tmpl w:val="5544818A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E84DB3"/>
    <w:multiLevelType w:val="hybridMultilevel"/>
    <w:tmpl w:val="CCCC4A4E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5362AC"/>
    <w:multiLevelType w:val="hybridMultilevel"/>
    <w:tmpl w:val="5EDA30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3957B1"/>
    <w:multiLevelType w:val="hybridMultilevel"/>
    <w:tmpl w:val="485A27B6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8F0DE3"/>
    <w:multiLevelType w:val="hybridMultilevel"/>
    <w:tmpl w:val="00CAA2B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CC7EE4"/>
    <w:multiLevelType w:val="hybridMultilevel"/>
    <w:tmpl w:val="BE8EE79C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A92033"/>
    <w:multiLevelType w:val="hybridMultilevel"/>
    <w:tmpl w:val="02EA2E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264BC2"/>
    <w:multiLevelType w:val="hybridMultilevel"/>
    <w:tmpl w:val="08EEE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FC61F7"/>
    <w:multiLevelType w:val="hybridMultilevel"/>
    <w:tmpl w:val="0AC0A63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D145F7E"/>
    <w:multiLevelType w:val="hybridMultilevel"/>
    <w:tmpl w:val="4322E7D8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21C7D86"/>
    <w:multiLevelType w:val="hybridMultilevel"/>
    <w:tmpl w:val="C2CCAE30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44564B"/>
    <w:multiLevelType w:val="hybridMultilevel"/>
    <w:tmpl w:val="A4F2775C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342462"/>
    <w:multiLevelType w:val="hybridMultilevel"/>
    <w:tmpl w:val="1BDC24BC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B8C00F5"/>
    <w:multiLevelType w:val="hybridMultilevel"/>
    <w:tmpl w:val="B9CC57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B56F44"/>
    <w:multiLevelType w:val="hybridMultilevel"/>
    <w:tmpl w:val="825A359A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D9C18D1"/>
    <w:multiLevelType w:val="hybridMultilevel"/>
    <w:tmpl w:val="2788F768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C14B9D"/>
    <w:multiLevelType w:val="hybridMultilevel"/>
    <w:tmpl w:val="39C495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E556AD"/>
    <w:multiLevelType w:val="hybridMultilevel"/>
    <w:tmpl w:val="F45AE55C"/>
    <w:lvl w:ilvl="0" w:tplc="3D6A7222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A9296B"/>
    <w:multiLevelType w:val="hybridMultilevel"/>
    <w:tmpl w:val="C3144EF2"/>
    <w:lvl w:ilvl="0" w:tplc="06AC6694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3E3B09"/>
    <w:multiLevelType w:val="hybridMultilevel"/>
    <w:tmpl w:val="4AD642BA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B0408B"/>
    <w:multiLevelType w:val="hybridMultilevel"/>
    <w:tmpl w:val="ADAE8284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5D27A5B"/>
    <w:multiLevelType w:val="hybridMultilevel"/>
    <w:tmpl w:val="A3348C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90560F"/>
    <w:multiLevelType w:val="hybridMultilevel"/>
    <w:tmpl w:val="93ACAEF8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6ABC6FC7"/>
    <w:multiLevelType w:val="hybridMultilevel"/>
    <w:tmpl w:val="03588AC8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B2D5AD2"/>
    <w:multiLevelType w:val="hybridMultilevel"/>
    <w:tmpl w:val="F8068564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C007C8A"/>
    <w:multiLevelType w:val="hybridMultilevel"/>
    <w:tmpl w:val="2ABA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0A6908"/>
    <w:multiLevelType w:val="hybridMultilevel"/>
    <w:tmpl w:val="90B853BA"/>
    <w:lvl w:ilvl="0" w:tplc="9A703320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95158D2"/>
    <w:multiLevelType w:val="hybridMultilevel"/>
    <w:tmpl w:val="654815A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981193E"/>
    <w:multiLevelType w:val="hybridMultilevel"/>
    <w:tmpl w:val="619E61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6A180F"/>
    <w:multiLevelType w:val="hybridMultilevel"/>
    <w:tmpl w:val="00203A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9344B1"/>
    <w:multiLevelType w:val="hybridMultilevel"/>
    <w:tmpl w:val="669CEDC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13"/>
  </w:num>
  <w:num w:numId="4">
    <w:abstractNumId w:val="12"/>
  </w:num>
  <w:num w:numId="5">
    <w:abstractNumId w:val="10"/>
  </w:num>
  <w:num w:numId="6">
    <w:abstractNumId w:val="27"/>
  </w:num>
  <w:num w:numId="7">
    <w:abstractNumId w:val="18"/>
  </w:num>
  <w:num w:numId="8">
    <w:abstractNumId w:val="8"/>
  </w:num>
  <w:num w:numId="9">
    <w:abstractNumId w:val="24"/>
  </w:num>
  <w:num w:numId="10">
    <w:abstractNumId w:val="31"/>
  </w:num>
  <w:num w:numId="11">
    <w:abstractNumId w:val="4"/>
  </w:num>
  <w:num w:numId="12">
    <w:abstractNumId w:val="30"/>
  </w:num>
  <w:num w:numId="13">
    <w:abstractNumId w:val="26"/>
  </w:num>
  <w:num w:numId="14">
    <w:abstractNumId w:val="14"/>
  </w:num>
  <w:num w:numId="15">
    <w:abstractNumId w:val="28"/>
  </w:num>
  <w:num w:numId="16">
    <w:abstractNumId w:val="1"/>
  </w:num>
  <w:num w:numId="17">
    <w:abstractNumId w:val="11"/>
  </w:num>
  <w:num w:numId="18">
    <w:abstractNumId w:val="23"/>
  </w:num>
  <w:num w:numId="19">
    <w:abstractNumId w:val="19"/>
  </w:num>
  <w:num w:numId="20">
    <w:abstractNumId w:val="20"/>
  </w:num>
  <w:num w:numId="2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"/>
  </w:num>
  <w:num w:numId="24">
    <w:abstractNumId w:val="0"/>
  </w:num>
  <w:num w:numId="25">
    <w:abstractNumId w:val="32"/>
  </w:num>
  <w:num w:numId="26">
    <w:abstractNumId w:val="16"/>
  </w:num>
  <w:num w:numId="27">
    <w:abstractNumId w:val="5"/>
  </w:num>
  <w:num w:numId="28">
    <w:abstractNumId w:val="22"/>
  </w:num>
  <w:num w:numId="29">
    <w:abstractNumId w:val="3"/>
  </w:num>
  <w:num w:numId="30">
    <w:abstractNumId w:val="21"/>
  </w:num>
  <w:num w:numId="31">
    <w:abstractNumId w:val="7"/>
  </w:num>
  <w:num w:numId="32">
    <w:abstractNumId w:val="25"/>
  </w:num>
  <w:num w:numId="33">
    <w:abstractNumId w:val="17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>
      <o:colormru v:ext="edit" colors="#00a0aa,#eb6b4a,#ff7171,#88bc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5FE"/>
    <w:rsid w:val="000015C6"/>
    <w:rsid w:val="0000169A"/>
    <w:rsid w:val="00015DDF"/>
    <w:rsid w:val="0001726C"/>
    <w:rsid w:val="00020095"/>
    <w:rsid w:val="00023112"/>
    <w:rsid w:val="0003070B"/>
    <w:rsid w:val="00033B90"/>
    <w:rsid w:val="00036A91"/>
    <w:rsid w:val="00040588"/>
    <w:rsid w:val="00041854"/>
    <w:rsid w:val="00043466"/>
    <w:rsid w:val="00044344"/>
    <w:rsid w:val="00045070"/>
    <w:rsid w:val="00046576"/>
    <w:rsid w:val="00047B2F"/>
    <w:rsid w:val="00052389"/>
    <w:rsid w:val="000526EC"/>
    <w:rsid w:val="000558BF"/>
    <w:rsid w:val="00060198"/>
    <w:rsid w:val="00061C2B"/>
    <w:rsid w:val="00070298"/>
    <w:rsid w:val="00071900"/>
    <w:rsid w:val="00071C91"/>
    <w:rsid w:val="000733FA"/>
    <w:rsid w:val="000740D4"/>
    <w:rsid w:val="00074280"/>
    <w:rsid w:val="00074B5D"/>
    <w:rsid w:val="000761FE"/>
    <w:rsid w:val="000801FF"/>
    <w:rsid w:val="000827B1"/>
    <w:rsid w:val="00082D07"/>
    <w:rsid w:val="000843F7"/>
    <w:rsid w:val="000870BE"/>
    <w:rsid w:val="000908CE"/>
    <w:rsid w:val="000928DC"/>
    <w:rsid w:val="00092FD5"/>
    <w:rsid w:val="000930F1"/>
    <w:rsid w:val="00096EAC"/>
    <w:rsid w:val="00097389"/>
    <w:rsid w:val="000A1D4B"/>
    <w:rsid w:val="000A1EF5"/>
    <w:rsid w:val="000A355E"/>
    <w:rsid w:val="000A6C94"/>
    <w:rsid w:val="000B09DB"/>
    <w:rsid w:val="000B17B9"/>
    <w:rsid w:val="000B2542"/>
    <w:rsid w:val="000B2F48"/>
    <w:rsid w:val="000B398B"/>
    <w:rsid w:val="000B6D1D"/>
    <w:rsid w:val="000C4889"/>
    <w:rsid w:val="000C6A5E"/>
    <w:rsid w:val="000C7DA0"/>
    <w:rsid w:val="000D247D"/>
    <w:rsid w:val="000D4820"/>
    <w:rsid w:val="000D4E1B"/>
    <w:rsid w:val="000D588A"/>
    <w:rsid w:val="000E2238"/>
    <w:rsid w:val="000E2B37"/>
    <w:rsid w:val="000E3327"/>
    <w:rsid w:val="000E470B"/>
    <w:rsid w:val="000E5948"/>
    <w:rsid w:val="000E6817"/>
    <w:rsid w:val="000E6DA3"/>
    <w:rsid w:val="000F0B64"/>
    <w:rsid w:val="000F0E9D"/>
    <w:rsid w:val="000F297B"/>
    <w:rsid w:val="000F6C1A"/>
    <w:rsid w:val="000F7594"/>
    <w:rsid w:val="001024CB"/>
    <w:rsid w:val="00102CF4"/>
    <w:rsid w:val="00106652"/>
    <w:rsid w:val="00111911"/>
    <w:rsid w:val="001123D9"/>
    <w:rsid w:val="0011247C"/>
    <w:rsid w:val="001125B2"/>
    <w:rsid w:val="0011271B"/>
    <w:rsid w:val="00112921"/>
    <w:rsid w:val="00113DF4"/>
    <w:rsid w:val="00114922"/>
    <w:rsid w:val="001206EB"/>
    <w:rsid w:val="0012438E"/>
    <w:rsid w:val="00126A5E"/>
    <w:rsid w:val="001330DE"/>
    <w:rsid w:val="00133AE3"/>
    <w:rsid w:val="00136640"/>
    <w:rsid w:val="00140EDA"/>
    <w:rsid w:val="001412BE"/>
    <w:rsid w:val="001442F2"/>
    <w:rsid w:val="00145214"/>
    <w:rsid w:val="00145F9E"/>
    <w:rsid w:val="00146C82"/>
    <w:rsid w:val="0014748D"/>
    <w:rsid w:val="00155FB7"/>
    <w:rsid w:val="001561B5"/>
    <w:rsid w:val="00160E52"/>
    <w:rsid w:val="00161049"/>
    <w:rsid w:val="0016181F"/>
    <w:rsid w:val="001622BC"/>
    <w:rsid w:val="00162D8E"/>
    <w:rsid w:val="0016442C"/>
    <w:rsid w:val="001674D1"/>
    <w:rsid w:val="00171ED6"/>
    <w:rsid w:val="00181422"/>
    <w:rsid w:val="001815B5"/>
    <w:rsid w:val="001840FB"/>
    <w:rsid w:val="00185616"/>
    <w:rsid w:val="00185828"/>
    <w:rsid w:val="00185DE0"/>
    <w:rsid w:val="0019150A"/>
    <w:rsid w:val="00192DA2"/>
    <w:rsid w:val="00197905"/>
    <w:rsid w:val="001A1D77"/>
    <w:rsid w:val="001A272C"/>
    <w:rsid w:val="001A54A3"/>
    <w:rsid w:val="001A772F"/>
    <w:rsid w:val="001B0DBA"/>
    <w:rsid w:val="001B38DE"/>
    <w:rsid w:val="001B4537"/>
    <w:rsid w:val="001B506D"/>
    <w:rsid w:val="001B51EE"/>
    <w:rsid w:val="001B677D"/>
    <w:rsid w:val="001C378E"/>
    <w:rsid w:val="001C4013"/>
    <w:rsid w:val="001C51DC"/>
    <w:rsid w:val="001D013A"/>
    <w:rsid w:val="001D36E7"/>
    <w:rsid w:val="001D40ED"/>
    <w:rsid w:val="001D58E9"/>
    <w:rsid w:val="001D753C"/>
    <w:rsid w:val="001E275D"/>
    <w:rsid w:val="001E3C2E"/>
    <w:rsid w:val="001E522B"/>
    <w:rsid w:val="001F4B80"/>
    <w:rsid w:val="0020012E"/>
    <w:rsid w:val="002019BC"/>
    <w:rsid w:val="00201BCC"/>
    <w:rsid w:val="002138B5"/>
    <w:rsid w:val="002139C9"/>
    <w:rsid w:val="00217097"/>
    <w:rsid w:val="002177D0"/>
    <w:rsid w:val="002211F8"/>
    <w:rsid w:val="00221A6D"/>
    <w:rsid w:val="00222134"/>
    <w:rsid w:val="002251D7"/>
    <w:rsid w:val="0022563F"/>
    <w:rsid w:val="00225CE2"/>
    <w:rsid w:val="00231A31"/>
    <w:rsid w:val="00232117"/>
    <w:rsid w:val="0023299A"/>
    <w:rsid w:val="00232C24"/>
    <w:rsid w:val="002344B1"/>
    <w:rsid w:val="00234C69"/>
    <w:rsid w:val="0023569E"/>
    <w:rsid w:val="00235F07"/>
    <w:rsid w:val="00236A3B"/>
    <w:rsid w:val="00242C04"/>
    <w:rsid w:val="00242DA8"/>
    <w:rsid w:val="00244999"/>
    <w:rsid w:val="00245FDF"/>
    <w:rsid w:val="00250053"/>
    <w:rsid w:val="00250DDC"/>
    <w:rsid w:val="002547FB"/>
    <w:rsid w:val="00254C1D"/>
    <w:rsid w:val="002611FC"/>
    <w:rsid w:val="00261470"/>
    <w:rsid w:val="002644BB"/>
    <w:rsid w:val="00264728"/>
    <w:rsid w:val="0026550A"/>
    <w:rsid w:val="002671F0"/>
    <w:rsid w:val="00270297"/>
    <w:rsid w:val="00270684"/>
    <w:rsid w:val="002722C7"/>
    <w:rsid w:val="00273373"/>
    <w:rsid w:val="00273F2B"/>
    <w:rsid w:val="00275B31"/>
    <w:rsid w:val="00280AED"/>
    <w:rsid w:val="00281C4E"/>
    <w:rsid w:val="00281C68"/>
    <w:rsid w:val="0028253F"/>
    <w:rsid w:val="00282BA7"/>
    <w:rsid w:val="00285BA4"/>
    <w:rsid w:val="00291881"/>
    <w:rsid w:val="00291E1E"/>
    <w:rsid w:val="0029780E"/>
    <w:rsid w:val="002A493E"/>
    <w:rsid w:val="002A715B"/>
    <w:rsid w:val="002A7ED3"/>
    <w:rsid w:val="002B241C"/>
    <w:rsid w:val="002B300A"/>
    <w:rsid w:val="002B4517"/>
    <w:rsid w:val="002B7B69"/>
    <w:rsid w:val="002C3959"/>
    <w:rsid w:val="002C7DCF"/>
    <w:rsid w:val="002D420E"/>
    <w:rsid w:val="002D4541"/>
    <w:rsid w:val="002E0051"/>
    <w:rsid w:val="002E006D"/>
    <w:rsid w:val="002E105C"/>
    <w:rsid w:val="002E1206"/>
    <w:rsid w:val="002E419D"/>
    <w:rsid w:val="002F301B"/>
    <w:rsid w:val="002F488D"/>
    <w:rsid w:val="002F56A4"/>
    <w:rsid w:val="002F61D6"/>
    <w:rsid w:val="002F623C"/>
    <w:rsid w:val="002F6389"/>
    <w:rsid w:val="002F76E6"/>
    <w:rsid w:val="002F7866"/>
    <w:rsid w:val="003015FE"/>
    <w:rsid w:val="00301ECC"/>
    <w:rsid w:val="003051F7"/>
    <w:rsid w:val="00312864"/>
    <w:rsid w:val="00312CCE"/>
    <w:rsid w:val="0031687B"/>
    <w:rsid w:val="00325792"/>
    <w:rsid w:val="003272F4"/>
    <w:rsid w:val="00330BB4"/>
    <w:rsid w:val="0033148F"/>
    <w:rsid w:val="00331E6F"/>
    <w:rsid w:val="00332F03"/>
    <w:rsid w:val="0033589A"/>
    <w:rsid w:val="003359CC"/>
    <w:rsid w:val="003367A3"/>
    <w:rsid w:val="003405CF"/>
    <w:rsid w:val="003408F9"/>
    <w:rsid w:val="00340A9C"/>
    <w:rsid w:val="0034489E"/>
    <w:rsid w:val="00344C4E"/>
    <w:rsid w:val="003455E2"/>
    <w:rsid w:val="003500A6"/>
    <w:rsid w:val="003503B8"/>
    <w:rsid w:val="00350B17"/>
    <w:rsid w:val="00351E2B"/>
    <w:rsid w:val="00355499"/>
    <w:rsid w:val="0035576A"/>
    <w:rsid w:val="00355856"/>
    <w:rsid w:val="00355D77"/>
    <w:rsid w:val="0036140F"/>
    <w:rsid w:val="00362005"/>
    <w:rsid w:val="0036211A"/>
    <w:rsid w:val="003628FC"/>
    <w:rsid w:val="00364CE5"/>
    <w:rsid w:val="00364FFC"/>
    <w:rsid w:val="00371B26"/>
    <w:rsid w:val="003738EB"/>
    <w:rsid w:val="00374587"/>
    <w:rsid w:val="00375008"/>
    <w:rsid w:val="00377A37"/>
    <w:rsid w:val="0038055B"/>
    <w:rsid w:val="003855FC"/>
    <w:rsid w:val="00386173"/>
    <w:rsid w:val="0039189F"/>
    <w:rsid w:val="003925C8"/>
    <w:rsid w:val="003946E8"/>
    <w:rsid w:val="0039788B"/>
    <w:rsid w:val="003A081E"/>
    <w:rsid w:val="003A1371"/>
    <w:rsid w:val="003A1668"/>
    <w:rsid w:val="003A2F8B"/>
    <w:rsid w:val="003A3F87"/>
    <w:rsid w:val="003A7E5E"/>
    <w:rsid w:val="003B09F7"/>
    <w:rsid w:val="003B18E1"/>
    <w:rsid w:val="003B2C6F"/>
    <w:rsid w:val="003C2AB1"/>
    <w:rsid w:val="003C532F"/>
    <w:rsid w:val="003C5AF6"/>
    <w:rsid w:val="003C62C5"/>
    <w:rsid w:val="003C65C2"/>
    <w:rsid w:val="003C6716"/>
    <w:rsid w:val="003D4614"/>
    <w:rsid w:val="003D5D5F"/>
    <w:rsid w:val="003E3504"/>
    <w:rsid w:val="003E50B9"/>
    <w:rsid w:val="003E6FB1"/>
    <w:rsid w:val="003E7422"/>
    <w:rsid w:val="003F0D1D"/>
    <w:rsid w:val="003F4396"/>
    <w:rsid w:val="003F7625"/>
    <w:rsid w:val="0040036A"/>
    <w:rsid w:val="004027B2"/>
    <w:rsid w:val="0040678F"/>
    <w:rsid w:val="00410338"/>
    <w:rsid w:val="004117B8"/>
    <w:rsid w:val="004126BE"/>
    <w:rsid w:val="00414C98"/>
    <w:rsid w:val="00414FA8"/>
    <w:rsid w:val="00416941"/>
    <w:rsid w:val="0041779B"/>
    <w:rsid w:val="004256A3"/>
    <w:rsid w:val="00444698"/>
    <w:rsid w:val="00446076"/>
    <w:rsid w:val="004501F8"/>
    <w:rsid w:val="004526B1"/>
    <w:rsid w:val="00454624"/>
    <w:rsid w:val="00454ADD"/>
    <w:rsid w:val="00455AE2"/>
    <w:rsid w:val="00456A60"/>
    <w:rsid w:val="00457213"/>
    <w:rsid w:val="00462F5C"/>
    <w:rsid w:val="0046453D"/>
    <w:rsid w:val="00464CA2"/>
    <w:rsid w:val="00465725"/>
    <w:rsid w:val="00467942"/>
    <w:rsid w:val="00472BD9"/>
    <w:rsid w:val="00477396"/>
    <w:rsid w:val="00480B06"/>
    <w:rsid w:val="00482FE1"/>
    <w:rsid w:val="00483ADA"/>
    <w:rsid w:val="004857C9"/>
    <w:rsid w:val="00486893"/>
    <w:rsid w:val="00491006"/>
    <w:rsid w:val="0049127B"/>
    <w:rsid w:val="0049576A"/>
    <w:rsid w:val="004974AC"/>
    <w:rsid w:val="00497B68"/>
    <w:rsid w:val="004A3F3A"/>
    <w:rsid w:val="004B1320"/>
    <w:rsid w:val="004B170F"/>
    <w:rsid w:val="004B1EF3"/>
    <w:rsid w:val="004B513A"/>
    <w:rsid w:val="004B542D"/>
    <w:rsid w:val="004B57B2"/>
    <w:rsid w:val="004B60F5"/>
    <w:rsid w:val="004B6D5C"/>
    <w:rsid w:val="004B7FA4"/>
    <w:rsid w:val="004C1DB6"/>
    <w:rsid w:val="004C3477"/>
    <w:rsid w:val="004C4621"/>
    <w:rsid w:val="004C59DB"/>
    <w:rsid w:val="004C65BC"/>
    <w:rsid w:val="004D1236"/>
    <w:rsid w:val="004D4023"/>
    <w:rsid w:val="004D46D7"/>
    <w:rsid w:val="004D5E5E"/>
    <w:rsid w:val="004D6516"/>
    <w:rsid w:val="004E077C"/>
    <w:rsid w:val="004E18E9"/>
    <w:rsid w:val="004E4235"/>
    <w:rsid w:val="004E5C52"/>
    <w:rsid w:val="004F1324"/>
    <w:rsid w:val="004F2126"/>
    <w:rsid w:val="004F739C"/>
    <w:rsid w:val="004F7BC2"/>
    <w:rsid w:val="00500B46"/>
    <w:rsid w:val="005061E0"/>
    <w:rsid w:val="00510311"/>
    <w:rsid w:val="005135DE"/>
    <w:rsid w:val="00514CB8"/>
    <w:rsid w:val="005231C5"/>
    <w:rsid w:val="0052576B"/>
    <w:rsid w:val="00526BFE"/>
    <w:rsid w:val="00531322"/>
    <w:rsid w:val="0053402A"/>
    <w:rsid w:val="00535068"/>
    <w:rsid w:val="00542E1C"/>
    <w:rsid w:val="00543FC2"/>
    <w:rsid w:val="00555D32"/>
    <w:rsid w:val="00555F31"/>
    <w:rsid w:val="0056001F"/>
    <w:rsid w:val="005620B9"/>
    <w:rsid w:val="00563B4C"/>
    <w:rsid w:val="00563CC6"/>
    <w:rsid w:val="00564BD1"/>
    <w:rsid w:val="005656C6"/>
    <w:rsid w:val="005661B5"/>
    <w:rsid w:val="0056662A"/>
    <w:rsid w:val="00567E99"/>
    <w:rsid w:val="00570610"/>
    <w:rsid w:val="00572BEB"/>
    <w:rsid w:val="005742C3"/>
    <w:rsid w:val="0058164B"/>
    <w:rsid w:val="0058701E"/>
    <w:rsid w:val="00591C7A"/>
    <w:rsid w:val="0059304C"/>
    <w:rsid w:val="00593662"/>
    <w:rsid w:val="00594581"/>
    <w:rsid w:val="00595950"/>
    <w:rsid w:val="005967C1"/>
    <w:rsid w:val="005A2B40"/>
    <w:rsid w:val="005A4ADD"/>
    <w:rsid w:val="005A60F3"/>
    <w:rsid w:val="005A71DC"/>
    <w:rsid w:val="005A74C5"/>
    <w:rsid w:val="005B156C"/>
    <w:rsid w:val="005C0F46"/>
    <w:rsid w:val="005C1F82"/>
    <w:rsid w:val="005C1FCC"/>
    <w:rsid w:val="005C1FF3"/>
    <w:rsid w:val="005C4C0C"/>
    <w:rsid w:val="005C522A"/>
    <w:rsid w:val="005C5AFA"/>
    <w:rsid w:val="005C5F1F"/>
    <w:rsid w:val="005C6413"/>
    <w:rsid w:val="005D12E1"/>
    <w:rsid w:val="005D145C"/>
    <w:rsid w:val="005D3B4A"/>
    <w:rsid w:val="005D51BF"/>
    <w:rsid w:val="005D7EC0"/>
    <w:rsid w:val="005E1C75"/>
    <w:rsid w:val="005E238B"/>
    <w:rsid w:val="005E2A8A"/>
    <w:rsid w:val="005E34B6"/>
    <w:rsid w:val="005E666A"/>
    <w:rsid w:val="005E6D98"/>
    <w:rsid w:val="005E7348"/>
    <w:rsid w:val="005F1E13"/>
    <w:rsid w:val="005F4F55"/>
    <w:rsid w:val="005F50BF"/>
    <w:rsid w:val="005F5788"/>
    <w:rsid w:val="005F5837"/>
    <w:rsid w:val="006011E3"/>
    <w:rsid w:val="0060137C"/>
    <w:rsid w:val="006039D7"/>
    <w:rsid w:val="006075F9"/>
    <w:rsid w:val="0061063C"/>
    <w:rsid w:val="00613A7E"/>
    <w:rsid w:val="006157EB"/>
    <w:rsid w:val="006170F8"/>
    <w:rsid w:val="006176B4"/>
    <w:rsid w:val="00620BD1"/>
    <w:rsid w:val="00621DF4"/>
    <w:rsid w:val="00622C9B"/>
    <w:rsid w:val="0062567A"/>
    <w:rsid w:val="00626C79"/>
    <w:rsid w:val="006272E9"/>
    <w:rsid w:val="0063131E"/>
    <w:rsid w:val="00633972"/>
    <w:rsid w:val="0063686F"/>
    <w:rsid w:val="0064093B"/>
    <w:rsid w:val="006409FC"/>
    <w:rsid w:val="006431A3"/>
    <w:rsid w:val="0065018B"/>
    <w:rsid w:val="006534AF"/>
    <w:rsid w:val="00660780"/>
    <w:rsid w:val="00662F4C"/>
    <w:rsid w:val="00664986"/>
    <w:rsid w:val="00670A4B"/>
    <w:rsid w:val="00671F6A"/>
    <w:rsid w:val="00674225"/>
    <w:rsid w:val="006745D7"/>
    <w:rsid w:val="00674665"/>
    <w:rsid w:val="00677C47"/>
    <w:rsid w:val="006805B9"/>
    <w:rsid w:val="00682ACE"/>
    <w:rsid w:val="00684B43"/>
    <w:rsid w:val="00687D18"/>
    <w:rsid w:val="006917A9"/>
    <w:rsid w:val="00692147"/>
    <w:rsid w:val="00696EA7"/>
    <w:rsid w:val="006A2762"/>
    <w:rsid w:val="006A50F8"/>
    <w:rsid w:val="006A7F58"/>
    <w:rsid w:val="006B142C"/>
    <w:rsid w:val="006B31CF"/>
    <w:rsid w:val="006C5DEB"/>
    <w:rsid w:val="006D00CC"/>
    <w:rsid w:val="006D3029"/>
    <w:rsid w:val="006D4D80"/>
    <w:rsid w:val="006D6590"/>
    <w:rsid w:val="006D7048"/>
    <w:rsid w:val="006D71AB"/>
    <w:rsid w:val="006D7D67"/>
    <w:rsid w:val="006E247C"/>
    <w:rsid w:val="006E4B64"/>
    <w:rsid w:val="006F1AEC"/>
    <w:rsid w:val="006F4FE7"/>
    <w:rsid w:val="006F5F3E"/>
    <w:rsid w:val="006F65CE"/>
    <w:rsid w:val="006F7B00"/>
    <w:rsid w:val="007036A6"/>
    <w:rsid w:val="007054BB"/>
    <w:rsid w:val="007072F0"/>
    <w:rsid w:val="00713E13"/>
    <w:rsid w:val="00714B2B"/>
    <w:rsid w:val="007151DD"/>
    <w:rsid w:val="007157F6"/>
    <w:rsid w:val="007217F4"/>
    <w:rsid w:val="00721FAD"/>
    <w:rsid w:val="00722907"/>
    <w:rsid w:val="00726315"/>
    <w:rsid w:val="00734F0A"/>
    <w:rsid w:val="00737DF4"/>
    <w:rsid w:val="00742652"/>
    <w:rsid w:val="00745757"/>
    <w:rsid w:val="00745970"/>
    <w:rsid w:val="00745CDB"/>
    <w:rsid w:val="007465DC"/>
    <w:rsid w:val="00750397"/>
    <w:rsid w:val="007577E8"/>
    <w:rsid w:val="007600C8"/>
    <w:rsid w:val="0076142D"/>
    <w:rsid w:val="00763AF1"/>
    <w:rsid w:val="00765410"/>
    <w:rsid w:val="007658F5"/>
    <w:rsid w:val="007662A6"/>
    <w:rsid w:val="00767D1B"/>
    <w:rsid w:val="007701E2"/>
    <w:rsid w:val="007721CB"/>
    <w:rsid w:val="007759BE"/>
    <w:rsid w:val="007770D7"/>
    <w:rsid w:val="007827AC"/>
    <w:rsid w:val="007851D6"/>
    <w:rsid w:val="007901D3"/>
    <w:rsid w:val="00790595"/>
    <w:rsid w:val="00792F91"/>
    <w:rsid w:val="00793BF0"/>
    <w:rsid w:val="00796A03"/>
    <w:rsid w:val="007A3DDC"/>
    <w:rsid w:val="007A5F3D"/>
    <w:rsid w:val="007B0D17"/>
    <w:rsid w:val="007B35EA"/>
    <w:rsid w:val="007B418A"/>
    <w:rsid w:val="007B42CA"/>
    <w:rsid w:val="007B7BCC"/>
    <w:rsid w:val="007B7EDF"/>
    <w:rsid w:val="007C301B"/>
    <w:rsid w:val="007D238A"/>
    <w:rsid w:val="007E0A0F"/>
    <w:rsid w:val="007E22B5"/>
    <w:rsid w:val="007E259B"/>
    <w:rsid w:val="007E265B"/>
    <w:rsid w:val="007E7331"/>
    <w:rsid w:val="007F089A"/>
    <w:rsid w:val="007F65F8"/>
    <w:rsid w:val="007F7998"/>
    <w:rsid w:val="007F7C4E"/>
    <w:rsid w:val="008005BC"/>
    <w:rsid w:val="00801707"/>
    <w:rsid w:val="0080479B"/>
    <w:rsid w:val="00812639"/>
    <w:rsid w:val="00813647"/>
    <w:rsid w:val="008137AE"/>
    <w:rsid w:val="00816B80"/>
    <w:rsid w:val="00816C54"/>
    <w:rsid w:val="00817BDD"/>
    <w:rsid w:val="008246DF"/>
    <w:rsid w:val="00824E83"/>
    <w:rsid w:val="0082506C"/>
    <w:rsid w:val="00827361"/>
    <w:rsid w:val="008306C1"/>
    <w:rsid w:val="00831E47"/>
    <w:rsid w:val="008345E0"/>
    <w:rsid w:val="00837BD4"/>
    <w:rsid w:val="008403D9"/>
    <w:rsid w:val="00841C4A"/>
    <w:rsid w:val="0084221D"/>
    <w:rsid w:val="00842F90"/>
    <w:rsid w:val="00844822"/>
    <w:rsid w:val="00853D48"/>
    <w:rsid w:val="008563DC"/>
    <w:rsid w:val="00860110"/>
    <w:rsid w:val="0086173E"/>
    <w:rsid w:val="00862B50"/>
    <w:rsid w:val="00865193"/>
    <w:rsid w:val="00866883"/>
    <w:rsid w:val="00867013"/>
    <w:rsid w:val="00870A09"/>
    <w:rsid w:val="00870B5F"/>
    <w:rsid w:val="00874528"/>
    <w:rsid w:val="00876125"/>
    <w:rsid w:val="00876C0F"/>
    <w:rsid w:val="00877082"/>
    <w:rsid w:val="00881587"/>
    <w:rsid w:val="008838B5"/>
    <w:rsid w:val="008876FA"/>
    <w:rsid w:val="008947CD"/>
    <w:rsid w:val="00896FCD"/>
    <w:rsid w:val="00897EFA"/>
    <w:rsid w:val="008A0164"/>
    <w:rsid w:val="008A032D"/>
    <w:rsid w:val="008A4A9A"/>
    <w:rsid w:val="008A656E"/>
    <w:rsid w:val="008A7BD0"/>
    <w:rsid w:val="008B2A2A"/>
    <w:rsid w:val="008B4DA8"/>
    <w:rsid w:val="008B53D6"/>
    <w:rsid w:val="008B6760"/>
    <w:rsid w:val="008C4325"/>
    <w:rsid w:val="008C55AD"/>
    <w:rsid w:val="008C5E06"/>
    <w:rsid w:val="008C676E"/>
    <w:rsid w:val="008C7948"/>
    <w:rsid w:val="008D24E2"/>
    <w:rsid w:val="008D5642"/>
    <w:rsid w:val="008D5A8B"/>
    <w:rsid w:val="008E057B"/>
    <w:rsid w:val="008E344B"/>
    <w:rsid w:val="008E7CEC"/>
    <w:rsid w:val="008F261D"/>
    <w:rsid w:val="0090103F"/>
    <w:rsid w:val="00904691"/>
    <w:rsid w:val="0090561D"/>
    <w:rsid w:val="00912136"/>
    <w:rsid w:val="00916579"/>
    <w:rsid w:val="00920221"/>
    <w:rsid w:val="009209B4"/>
    <w:rsid w:val="00922EA0"/>
    <w:rsid w:val="009253A6"/>
    <w:rsid w:val="00927112"/>
    <w:rsid w:val="0093110E"/>
    <w:rsid w:val="00940112"/>
    <w:rsid w:val="00942CBD"/>
    <w:rsid w:val="00943A13"/>
    <w:rsid w:val="0095005A"/>
    <w:rsid w:val="00952544"/>
    <w:rsid w:val="00954508"/>
    <w:rsid w:val="0095579C"/>
    <w:rsid w:val="00955C98"/>
    <w:rsid w:val="00961428"/>
    <w:rsid w:val="00963919"/>
    <w:rsid w:val="00963B28"/>
    <w:rsid w:val="009655E1"/>
    <w:rsid w:val="009659CF"/>
    <w:rsid w:val="00966279"/>
    <w:rsid w:val="00966BE3"/>
    <w:rsid w:val="0096758A"/>
    <w:rsid w:val="00967A7F"/>
    <w:rsid w:val="00967E1B"/>
    <w:rsid w:val="00976AD3"/>
    <w:rsid w:val="009801D3"/>
    <w:rsid w:val="00980852"/>
    <w:rsid w:val="00985B84"/>
    <w:rsid w:val="0098729B"/>
    <w:rsid w:val="00991DB4"/>
    <w:rsid w:val="0099342D"/>
    <w:rsid w:val="009963F2"/>
    <w:rsid w:val="00996E43"/>
    <w:rsid w:val="009A3088"/>
    <w:rsid w:val="009A72BD"/>
    <w:rsid w:val="009C0086"/>
    <w:rsid w:val="009C0735"/>
    <w:rsid w:val="009D09B1"/>
    <w:rsid w:val="009D1DF7"/>
    <w:rsid w:val="009D1E08"/>
    <w:rsid w:val="009D2DA8"/>
    <w:rsid w:val="009E1205"/>
    <w:rsid w:val="009E5769"/>
    <w:rsid w:val="009F392C"/>
    <w:rsid w:val="009F47AE"/>
    <w:rsid w:val="009F5642"/>
    <w:rsid w:val="00A026CA"/>
    <w:rsid w:val="00A04459"/>
    <w:rsid w:val="00A11861"/>
    <w:rsid w:val="00A11B1A"/>
    <w:rsid w:val="00A13F7D"/>
    <w:rsid w:val="00A15DA3"/>
    <w:rsid w:val="00A21284"/>
    <w:rsid w:val="00A21E09"/>
    <w:rsid w:val="00A26243"/>
    <w:rsid w:val="00A26C8D"/>
    <w:rsid w:val="00A31059"/>
    <w:rsid w:val="00A35DBF"/>
    <w:rsid w:val="00A40547"/>
    <w:rsid w:val="00A46C70"/>
    <w:rsid w:val="00A47996"/>
    <w:rsid w:val="00A508EF"/>
    <w:rsid w:val="00A519F3"/>
    <w:rsid w:val="00A53140"/>
    <w:rsid w:val="00A55858"/>
    <w:rsid w:val="00A55C84"/>
    <w:rsid w:val="00A560AB"/>
    <w:rsid w:val="00A61BF6"/>
    <w:rsid w:val="00A62130"/>
    <w:rsid w:val="00A62948"/>
    <w:rsid w:val="00A66E09"/>
    <w:rsid w:val="00A73F0F"/>
    <w:rsid w:val="00A74884"/>
    <w:rsid w:val="00A74C93"/>
    <w:rsid w:val="00A75E99"/>
    <w:rsid w:val="00A77B55"/>
    <w:rsid w:val="00A86F96"/>
    <w:rsid w:val="00A91D3C"/>
    <w:rsid w:val="00A9508F"/>
    <w:rsid w:val="00A97E8B"/>
    <w:rsid w:val="00AA5C89"/>
    <w:rsid w:val="00AA60B7"/>
    <w:rsid w:val="00AA7F52"/>
    <w:rsid w:val="00AB06E9"/>
    <w:rsid w:val="00AB097B"/>
    <w:rsid w:val="00AB1EDC"/>
    <w:rsid w:val="00AB1F67"/>
    <w:rsid w:val="00AB30A6"/>
    <w:rsid w:val="00AB39A4"/>
    <w:rsid w:val="00AB6568"/>
    <w:rsid w:val="00AB76FF"/>
    <w:rsid w:val="00AC035D"/>
    <w:rsid w:val="00AC3A34"/>
    <w:rsid w:val="00AD05B2"/>
    <w:rsid w:val="00AD2FAA"/>
    <w:rsid w:val="00AD51FA"/>
    <w:rsid w:val="00AD5C2D"/>
    <w:rsid w:val="00AD73ED"/>
    <w:rsid w:val="00AE15D3"/>
    <w:rsid w:val="00AE3402"/>
    <w:rsid w:val="00AE6E87"/>
    <w:rsid w:val="00AF49DF"/>
    <w:rsid w:val="00AF6B1F"/>
    <w:rsid w:val="00AF7B70"/>
    <w:rsid w:val="00B00FB4"/>
    <w:rsid w:val="00B013E3"/>
    <w:rsid w:val="00B0410F"/>
    <w:rsid w:val="00B06018"/>
    <w:rsid w:val="00B06783"/>
    <w:rsid w:val="00B0759D"/>
    <w:rsid w:val="00B1038F"/>
    <w:rsid w:val="00B10B11"/>
    <w:rsid w:val="00B12CAB"/>
    <w:rsid w:val="00B23546"/>
    <w:rsid w:val="00B249E5"/>
    <w:rsid w:val="00B24B23"/>
    <w:rsid w:val="00B257D8"/>
    <w:rsid w:val="00B25867"/>
    <w:rsid w:val="00B25A19"/>
    <w:rsid w:val="00B27B9D"/>
    <w:rsid w:val="00B3111F"/>
    <w:rsid w:val="00B31D1E"/>
    <w:rsid w:val="00B31D2A"/>
    <w:rsid w:val="00B32714"/>
    <w:rsid w:val="00B34B72"/>
    <w:rsid w:val="00B3612F"/>
    <w:rsid w:val="00B45300"/>
    <w:rsid w:val="00B454C2"/>
    <w:rsid w:val="00B45A12"/>
    <w:rsid w:val="00B52069"/>
    <w:rsid w:val="00B54DC4"/>
    <w:rsid w:val="00B554EB"/>
    <w:rsid w:val="00B556D1"/>
    <w:rsid w:val="00B566D2"/>
    <w:rsid w:val="00B60F1E"/>
    <w:rsid w:val="00B615B0"/>
    <w:rsid w:val="00B62B54"/>
    <w:rsid w:val="00B64A42"/>
    <w:rsid w:val="00B64B53"/>
    <w:rsid w:val="00B65A43"/>
    <w:rsid w:val="00B678D3"/>
    <w:rsid w:val="00B67FC3"/>
    <w:rsid w:val="00B708FD"/>
    <w:rsid w:val="00B713C0"/>
    <w:rsid w:val="00B72E13"/>
    <w:rsid w:val="00B73AA5"/>
    <w:rsid w:val="00B749EE"/>
    <w:rsid w:val="00B74D91"/>
    <w:rsid w:val="00B86D3A"/>
    <w:rsid w:val="00B879EC"/>
    <w:rsid w:val="00B87A31"/>
    <w:rsid w:val="00B91ACC"/>
    <w:rsid w:val="00B926B8"/>
    <w:rsid w:val="00BA05AF"/>
    <w:rsid w:val="00BA319A"/>
    <w:rsid w:val="00BA332E"/>
    <w:rsid w:val="00BA3D5D"/>
    <w:rsid w:val="00BA4742"/>
    <w:rsid w:val="00BA4750"/>
    <w:rsid w:val="00BA4FC0"/>
    <w:rsid w:val="00BB0820"/>
    <w:rsid w:val="00BB21C8"/>
    <w:rsid w:val="00BB4668"/>
    <w:rsid w:val="00BB5185"/>
    <w:rsid w:val="00BB646A"/>
    <w:rsid w:val="00BB65A4"/>
    <w:rsid w:val="00BC03B7"/>
    <w:rsid w:val="00BC3033"/>
    <w:rsid w:val="00BC452D"/>
    <w:rsid w:val="00BC4B10"/>
    <w:rsid w:val="00BC6A5A"/>
    <w:rsid w:val="00BC6C50"/>
    <w:rsid w:val="00BC7A33"/>
    <w:rsid w:val="00BD06FF"/>
    <w:rsid w:val="00BD1170"/>
    <w:rsid w:val="00BD32E3"/>
    <w:rsid w:val="00BD4971"/>
    <w:rsid w:val="00BD751E"/>
    <w:rsid w:val="00BE1325"/>
    <w:rsid w:val="00BE6EA3"/>
    <w:rsid w:val="00BE74B3"/>
    <w:rsid w:val="00BE7637"/>
    <w:rsid w:val="00BF2156"/>
    <w:rsid w:val="00BF307B"/>
    <w:rsid w:val="00BF3DA5"/>
    <w:rsid w:val="00BF45AD"/>
    <w:rsid w:val="00BF640F"/>
    <w:rsid w:val="00BF6542"/>
    <w:rsid w:val="00C00384"/>
    <w:rsid w:val="00C0170C"/>
    <w:rsid w:val="00C020EC"/>
    <w:rsid w:val="00C04EA4"/>
    <w:rsid w:val="00C05C56"/>
    <w:rsid w:val="00C0752A"/>
    <w:rsid w:val="00C10187"/>
    <w:rsid w:val="00C10B96"/>
    <w:rsid w:val="00C11F10"/>
    <w:rsid w:val="00C176D2"/>
    <w:rsid w:val="00C177CF"/>
    <w:rsid w:val="00C23AD7"/>
    <w:rsid w:val="00C259FB"/>
    <w:rsid w:val="00C26083"/>
    <w:rsid w:val="00C27E65"/>
    <w:rsid w:val="00C35B58"/>
    <w:rsid w:val="00C368BD"/>
    <w:rsid w:val="00C41DFE"/>
    <w:rsid w:val="00C43392"/>
    <w:rsid w:val="00C43DFD"/>
    <w:rsid w:val="00C44E6B"/>
    <w:rsid w:val="00C4568B"/>
    <w:rsid w:val="00C45E2B"/>
    <w:rsid w:val="00C463B3"/>
    <w:rsid w:val="00C50BE9"/>
    <w:rsid w:val="00C52156"/>
    <w:rsid w:val="00C53E99"/>
    <w:rsid w:val="00C547E1"/>
    <w:rsid w:val="00C548E5"/>
    <w:rsid w:val="00C55D37"/>
    <w:rsid w:val="00C6471D"/>
    <w:rsid w:val="00C65276"/>
    <w:rsid w:val="00C65FD8"/>
    <w:rsid w:val="00C754F3"/>
    <w:rsid w:val="00C765CA"/>
    <w:rsid w:val="00C77180"/>
    <w:rsid w:val="00C80F9F"/>
    <w:rsid w:val="00C812AD"/>
    <w:rsid w:val="00C832BC"/>
    <w:rsid w:val="00C84391"/>
    <w:rsid w:val="00C84412"/>
    <w:rsid w:val="00C845A7"/>
    <w:rsid w:val="00C91D4C"/>
    <w:rsid w:val="00C947DF"/>
    <w:rsid w:val="00C95104"/>
    <w:rsid w:val="00C95706"/>
    <w:rsid w:val="00CA0126"/>
    <w:rsid w:val="00CA303F"/>
    <w:rsid w:val="00CA3776"/>
    <w:rsid w:val="00CA5C5B"/>
    <w:rsid w:val="00CB52B5"/>
    <w:rsid w:val="00CC0413"/>
    <w:rsid w:val="00CC1F7B"/>
    <w:rsid w:val="00CC4E18"/>
    <w:rsid w:val="00CC4E8E"/>
    <w:rsid w:val="00CC56A4"/>
    <w:rsid w:val="00CD18BC"/>
    <w:rsid w:val="00CD242F"/>
    <w:rsid w:val="00CD43BA"/>
    <w:rsid w:val="00CD6058"/>
    <w:rsid w:val="00CD66AD"/>
    <w:rsid w:val="00CD6DFC"/>
    <w:rsid w:val="00CE17ED"/>
    <w:rsid w:val="00CE6608"/>
    <w:rsid w:val="00CF34A1"/>
    <w:rsid w:val="00CF4C54"/>
    <w:rsid w:val="00CF7C95"/>
    <w:rsid w:val="00D043DD"/>
    <w:rsid w:val="00D0483C"/>
    <w:rsid w:val="00D0569B"/>
    <w:rsid w:val="00D05A6D"/>
    <w:rsid w:val="00D065E0"/>
    <w:rsid w:val="00D10F7F"/>
    <w:rsid w:val="00D11DDD"/>
    <w:rsid w:val="00D12924"/>
    <w:rsid w:val="00D12F0F"/>
    <w:rsid w:val="00D14F91"/>
    <w:rsid w:val="00D1701E"/>
    <w:rsid w:val="00D205F9"/>
    <w:rsid w:val="00D21934"/>
    <w:rsid w:val="00D2195A"/>
    <w:rsid w:val="00D230B1"/>
    <w:rsid w:val="00D23F3D"/>
    <w:rsid w:val="00D240D0"/>
    <w:rsid w:val="00D24D73"/>
    <w:rsid w:val="00D26189"/>
    <w:rsid w:val="00D26391"/>
    <w:rsid w:val="00D2717D"/>
    <w:rsid w:val="00D273D3"/>
    <w:rsid w:val="00D356FE"/>
    <w:rsid w:val="00D35B5F"/>
    <w:rsid w:val="00D37F6A"/>
    <w:rsid w:val="00D44228"/>
    <w:rsid w:val="00D44BDE"/>
    <w:rsid w:val="00D50797"/>
    <w:rsid w:val="00D52BBF"/>
    <w:rsid w:val="00D56DA4"/>
    <w:rsid w:val="00D56E8E"/>
    <w:rsid w:val="00D62883"/>
    <w:rsid w:val="00D64EF6"/>
    <w:rsid w:val="00D7369F"/>
    <w:rsid w:val="00D73D23"/>
    <w:rsid w:val="00D8139C"/>
    <w:rsid w:val="00D82CC5"/>
    <w:rsid w:val="00D85388"/>
    <w:rsid w:val="00D85550"/>
    <w:rsid w:val="00D85FDF"/>
    <w:rsid w:val="00D860C5"/>
    <w:rsid w:val="00D86BB4"/>
    <w:rsid w:val="00D9216C"/>
    <w:rsid w:val="00D940C7"/>
    <w:rsid w:val="00DA0408"/>
    <w:rsid w:val="00DA0A6E"/>
    <w:rsid w:val="00DA0CA4"/>
    <w:rsid w:val="00DA36B6"/>
    <w:rsid w:val="00DA4674"/>
    <w:rsid w:val="00DA4D2D"/>
    <w:rsid w:val="00DA5212"/>
    <w:rsid w:val="00DA56F6"/>
    <w:rsid w:val="00DB01DD"/>
    <w:rsid w:val="00DB02D4"/>
    <w:rsid w:val="00DB34AF"/>
    <w:rsid w:val="00DC136E"/>
    <w:rsid w:val="00DC404F"/>
    <w:rsid w:val="00DC56EF"/>
    <w:rsid w:val="00DD10E6"/>
    <w:rsid w:val="00DD360F"/>
    <w:rsid w:val="00DD45EF"/>
    <w:rsid w:val="00DD47D7"/>
    <w:rsid w:val="00DD5598"/>
    <w:rsid w:val="00DD66B3"/>
    <w:rsid w:val="00DD7612"/>
    <w:rsid w:val="00DD7901"/>
    <w:rsid w:val="00DE21A3"/>
    <w:rsid w:val="00DE4F8E"/>
    <w:rsid w:val="00DE6E4C"/>
    <w:rsid w:val="00DF0BF7"/>
    <w:rsid w:val="00DF1645"/>
    <w:rsid w:val="00DF31EE"/>
    <w:rsid w:val="00DF45BF"/>
    <w:rsid w:val="00DF7EAA"/>
    <w:rsid w:val="00E00AF4"/>
    <w:rsid w:val="00E02FAD"/>
    <w:rsid w:val="00E03B99"/>
    <w:rsid w:val="00E03CA1"/>
    <w:rsid w:val="00E0568D"/>
    <w:rsid w:val="00E0686B"/>
    <w:rsid w:val="00E12A84"/>
    <w:rsid w:val="00E1520D"/>
    <w:rsid w:val="00E170D6"/>
    <w:rsid w:val="00E23513"/>
    <w:rsid w:val="00E2483B"/>
    <w:rsid w:val="00E25209"/>
    <w:rsid w:val="00E258C7"/>
    <w:rsid w:val="00E2595E"/>
    <w:rsid w:val="00E302F0"/>
    <w:rsid w:val="00E3288A"/>
    <w:rsid w:val="00E33AB7"/>
    <w:rsid w:val="00E37651"/>
    <w:rsid w:val="00E44891"/>
    <w:rsid w:val="00E5072A"/>
    <w:rsid w:val="00E510B9"/>
    <w:rsid w:val="00E51C01"/>
    <w:rsid w:val="00E52A6A"/>
    <w:rsid w:val="00E536DA"/>
    <w:rsid w:val="00E563AF"/>
    <w:rsid w:val="00E569D1"/>
    <w:rsid w:val="00E6400A"/>
    <w:rsid w:val="00E7131C"/>
    <w:rsid w:val="00E7239C"/>
    <w:rsid w:val="00E80C55"/>
    <w:rsid w:val="00E85B57"/>
    <w:rsid w:val="00E86B83"/>
    <w:rsid w:val="00E912FA"/>
    <w:rsid w:val="00E93896"/>
    <w:rsid w:val="00EA0378"/>
    <w:rsid w:val="00EA38AE"/>
    <w:rsid w:val="00EA7979"/>
    <w:rsid w:val="00EB0DD5"/>
    <w:rsid w:val="00EB0E15"/>
    <w:rsid w:val="00EB18BE"/>
    <w:rsid w:val="00EB469D"/>
    <w:rsid w:val="00EB5A38"/>
    <w:rsid w:val="00EB5C91"/>
    <w:rsid w:val="00EB6F23"/>
    <w:rsid w:val="00EC5C29"/>
    <w:rsid w:val="00EC63A2"/>
    <w:rsid w:val="00ED1724"/>
    <w:rsid w:val="00ED57DA"/>
    <w:rsid w:val="00ED792E"/>
    <w:rsid w:val="00EE0D7B"/>
    <w:rsid w:val="00EE0F4E"/>
    <w:rsid w:val="00EE0FAA"/>
    <w:rsid w:val="00EE2D3D"/>
    <w:rsid w:val="00EE37AC"/>
    <w:rsid w:val="00EE3A7A"/>
    <w:rsid w:val="00EE75C0"/>
    <w:rsid w:val="00EF070C"/>
    <w:rsid w:val="00EF0C8F"/>
    <w:rsid w:val="00EF12CA"/>
    <w:rsid w:val="00EF1F3D"/>
    <w:rsid w:val="00EF335D"/>
    <w:rsid w:val="00EF53B1"/>
    <w:rsid w:val="00EF67C1"/>
    <w:rsid w:val="00EF6CEB"/>
    <w:rsid w:val="00EF770F"/>
    <w:rsid w:val="00F02748"/>
    <w:rsid w:val="00F10401"/>
    <w:rsid w:val="00F10D9B"/>
    <w:rsid w:val="00F12EB5"/>
    <w:rsid w:val="00F14B49"/>
    <w:rsid w:val="00F1648C"/>
    <w:rsid w:val="00F16CB0"/>
    <w:rsid w:val="00F16EAC"/>
    <w:rsid w:val="00F17786"/>
    <w:rsid w:val="00F208FE"/>
    <w:rsid w:val="00F23BA5"/>
    <w:rsid w:val="00F3053F"/>
    <w:rsid w:val="00F326BB"/>
    <w:rsid w:val="00F37FB0"/>
    <w:rsid w:val="00F41CA3"/>
    <w:rsid w:val="00F4295B"/>
    <w:rsid w:val="00F45195"/>
    <w:rsid w:val="00F503F8"/>
    <w:rsid w:val="00F51737"/>
    <w:rsid w:val="00F52E99"/>
    <w:rsid w:val="00F5561E"/>
    <w:rsid w:val="00F57D53"/>
    <w:rsid w:val="00F600A5"/>
    <w:rsid w:val="00F60D1A"/>
    <w:rsid w:val="00F676D6"/>
    <w:rsid w:val="00F71497"/>
    <w:rsid w:val="00F72C34"/>
    <w:rsid w:val="00F730F8"/>
    <w:rsid w:val="00F73362"/>
    <w:rsid w:val="00F7484E"/>
    <w:rsid w:val="00F74B96"/>
    <w:rsid w:val="00F7508E"/>
    <w:rsid w:val="00F75F8E"/>
    <w:rsid w:val="00F80EC3"/>
    <w:rsid w:val="00F81E2C"/>
    <w:rsid w:val="00F849B0"/>
    <w:rsid w:val="00F85CC7"/>
    <w:rsid w:val="00F86F57"/>
    <w:rsid w:val="00F960DC"/>
    <w:rsid w:val="00FA04F5"/>
    <w:rsid w:val="00FA6637"/>
    <w:rsid w:val="00FB00F8"/>
    <w:rsid w:val="00FB039E"/>
    <w:rsid w:val="00FB0F5B"/>
    <w:rsid w:val="00FB7E8B"/>
    <w:rsid w:val="00FC06BC"/>
    <w:rsid w:val="00FC5BC0"/>
    <w:rsid w:val="00FC6904"/>
    <w:rsid w:val="00FD3A15"/>
    <w:rsid w:val="00FD5684"/>
    <w:rsid w:val="00FD65DD"/>
    <w:rsid w:val="00FD7F14"/>
    <w:rsid w:val="00FE4C15"/>
    <w:rsid w:val="00FE586C"/>
    <w:rsid w:val="00FF2A4F"/>
    <w:rsid w:val="00FF6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0a0aa,#eb6b4a,#ff7171,#88bce2"/>
    </o:shapedefaults>
    <o:shapelayout v:ext="edit">
      <o:idmap v:ext="edit" data="1"/>
    </o:shapelayout>
  </w:shapeDefaults>
  <w:decimalSymbol w:val=","/>
  <w:listSeparator w:val=";"/>
  <w14:docId w14:val="5FF2DA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4295B"/>
    <w:pPr>
      <w:spacing w:line="280" w:lineRule="exact"/>
    </w:pPr>
    <w:rPr>
      <w:rFonts w:ascii="Strayhorn MT Regular" w:hAnsi="Strayhorn MT Regular"/>
      <w:color w:val="404040"/>
      <w:spacing w:val="5"/>
      <w:sz w:val="19"/>
      <w:lang w:eastAsia="en-US"/>
    </w:rPr>
  </w:style>
  <w:style w:type="paragraph" w:styleId="berschrift1">
    <w:name w:val="heading 1"/>
    <w:basedOn w:val="Standard"/>
    <w:next w:val="Standard"/>
    <w:link w:val="berschrift1Zeichen"/>
    <w:autoRedefine/>
    <w:uiPriority w:val="9"/>
    <w:qFormat/>
    <w:rsid w:val="008D24E2"/>
    <w:pPr>
      <w:spacing w:after="280" w:line="480" w:lineRule="exact"/>
      <w:outlineLvl w:val="0"/>
    </w:pPr>
    <w:rPr>
      <w:sz w:val="36"/>
      <w:szCs w:val="36"/>
      <w:lang w:val="en-US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EE37AC"/>
    <w:pPr>
      <w:keepNext/>
      <w:spacing w:before="280"/>
      <w:ind w:left="1418" w:hanging="1418"/>
      <w:outlineLvl w:val="1"/>
    </w:pPr>
    <w:rPr>
      <w:rFonts w:eastAsia="Times New Roman"/>
      <w:bCs/>
      <w:iCs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autoRedefine/>
    <w:uiPriority w:val="9"/>
    <w:unhideWhenUsed/>
    <w:qFormat/>
    <w:rsid w:val="0090103F"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eichen"/>
    <w:autoRedefine/>
    <w:uiPriority w:val="9"/>
    <w:unhideWhenUsed/>
    <w:qFormat/>
    <w:rsid w:val="00F45195"/>
    <w:pPr>
      <w:keepNext/>
      <w:spacing w:before="240" w:after="60"/>
      <w:outlineLvl w:val="3"/>
    </w:pPr>
    <w:rPr>
      <w:rFonts w:eastAsia="Times New Roman"/>
      <w:b/>
      <w:bCs/>
      <w:i/>
      <w:szCs w:val="28"/>
    </w:rPr>
  </w:style>
  <w:style w:type="paragraph" w:styleId="berschrift5">
    <w:name w:val="heading 5"/>
    <w:basedOn w:val="Standard"/>
    <w:next w:val="Standard"/>
    <w:link w:val="berschrift5Zeichen"/>
    <w:uiPriority w:val="9"/>
    <w:unhideWhenUsed/>
    <w:qFormat/>
    <w:rsid w:val="00EE2D3D"/>
    <w:pPr>
      <w:spacing w:after="280"/>
      <w:outlineLvl w:val="4"/>
    </w:pPr>
    <w:rPr>
      <w:rFonts w:eastAsia="Times New Roman"/>
      <w:b/>
      <w:bCs/>
      <w:iCs/>
    </w:rPr>
  </w:style>
  <w:style w:type="paragraph" w:styleId="berschrift6">
    <w:name w:val="heading 6"/>
    <w:basedOn w:val="Anhang"/>
    <w:next w:val="Standard"/>
    <w:link w:val="berschrift6Zeichen"/>
    <w:uiPriority w:val="9"/>
    <w:unhideWhenUsed/>
    <w:qFormat/>
    <w:rsid w:val="006A2762"/>
    <w:pPr>
      <w:outlineLvl w:val="5"/>
    </w:pPr>
    <w:rPr>
      <w:b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2DA8"/>
    <w:pPr>
      <w:numPr>
        <w:numId w:val="15"/>
      </w:numPr>
      <w:ind w:left="227" w:hanging="227"/>
      <w:contextualSpacing/>
    </w:pPr>
  </w:style>
  <w:style w:type="character" w:customStyle="1" w:styleId="berschrift1Zeichen">
    <w:name w:val="Überschrift 1 Zeichen"/>
    <w:basedOn w:val="Absatzstandardschriftart"/>
    <w:link w:val="berschrift1"/>
    <w:uiPriority w:val="9"/>
    <w:rsid w:val="008D24E2"/>
    <w:rPr>
      <w:rFonts w:ascii="Strayhorn MT Regular" w:hAnsi="Strayhorn MT Regular"/>
      <w:color w:val="404040"/>
      <w:spacing w:val="5"/>
      <w:sz w:val="36"/>
      <w:szCs w:val="36"/>
      <w:lang w:val="en-US" w:eastAsia="en-US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7A3DD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7A3DDC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EE37AC"/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90103F"/>
    <w:rPr>
      <w:rFonts w:ascii="Strayhorn MT Regular" w:eastAsia="Times New Roman" w:hAnsi="Strayhorn MT Regular"/>
      <w:b/>
      <w:bCs/>
      <w:color w:val="404040"/>
      <w:spacing w:val="5"/>
      <w:szCs w:val="26"/>
      <w:lang w:eastAsia="en-US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F45195"/>
    <w:rPr>
      <w:rFonts w:ascii="Strayhorn MT Regular" w:eastAsia="Times New Roman" w:hAnsi="Strayhorn MT Regular"/>
      <w:b/>
      <w:bCs/>
      <w:i/>
      <w:color w:val="404040"/>
      <w:spacing w:val="5"/>
      <w:szCs w:val="28"/>
      <w:lang w:eastAsia="en-US"/>
    </w:rPr>
  </w:style>
  <w:style w:type="paragraph" w:styleId="Fuzeile">
    <w:name w:val="footer"/>
    <w:basedOn w:val="Standard"/>
    <w:link w:val="FuzeileZeichen"/>
    <w:uiPriority w:val="99"/>
    <w:rsid w:val="002251D7"/>
    <w:pPr>
      <w:widowControl w:val="0"/>
      <w:tabs>
        <w:tab w:val="center" w:pos="4819"/>
        <w:tab w:val="right" w:pos="9071"/>
      </w:tabs>
      <w:spacing w:line="360" w:lineRule="exact"/>
      <w:ind w:left="-3119"/>
    </w:pPr>
    <w:rPr>
      <w:rFonts w:eastAsia="Times New Roman"/>
      <w:color w:val="00A0AA"/>
      <w:sz w:val="36"/>
      <w:szCs w:val="36"/>
      <w:lang w:val="en-US" w:eastAsia="de-DE"/>
    </w:rPr>
  </w:style>
  <w:style w:type="character" w:customStyle="1" w:styleId="FuzeileZeichen">
    <w:name w:val="Fußzeile Zeichen"/>
    <w:basedOn w:val="Absatzstandardschriftart"/>
    <w:link w:val="Fuzeile"/>
    <w:uiPriority w:val="99"/>
    <w:rsid w:val="002251D7"/>
    <w:rPr>
      <w:rFonts w:ascii="Strayhorn MT Regular" w:eastAsia="Times New Roman" w:hAnsi="Strayhorn MT Regular"/>
      <w:color w:val="00A0AA"/>
      <w:spacing w:val="5"/>
      <w:sz w:val="36"/>
      <w:szCs w:val="36"/>
      <w:lang w:val="en-US"/>
    </w:rPr>
  </w:style>
  <w:style w:type="paragraph" w:styleId="Beschriftung">
    <w:name w:val="caption"/>
    <w:basedOn w:val="Standard"/>
    <w:next w:val="Standard"/>
    <w:link w:val="BeschriftungZeichen"/>
    <w:uiPriority w:val="35"/>
    <w:qFormat/>
    <w:rsid w:val="00A97E8B"/>
    <w:pPr>
      <w:spacing w:before="240" w:after="280" w:line="160" w:lineRule="exact"/>
    </w:pPr>
    <w:rPr>
      <w:rFonts w:eastAsia="SimSun"/>
      <w:bCs/>
      <w:i/>
      <w:sz w:val="14"/>
      <w:szCs w:val="14"/>
      <w:lang w:eastAsia="zh-CN"/>
    </w:rPr>
  </w:style>
  <w:style w:type="character" w:customStyle="1" w:styleId="BeschriftungZeichen">
    <w:name w:val="Beschriftung Zeichen"/>
    <w:basedOn w:val="Absatzstandardschriftart"/>
    <w:link w:val="Beschriftung"/>
    <w:uiPriority w:val="35"/>
    <w:rsid w:val="00A97E8B"/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table" w:styleId="Tabellenraster">
    <w:name w:val="Table Grid"/>
    <w:basedOn w:val="NormaleTabelle"/>
    <w:rsid w:val="00CA3776"/>
    <w:rPr>
      <w:rFonts w:ascii="Times New Roman" w:eastAsia="SimSu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standardschriftart"/>
    <w:semiHidden/>
    <w:unhideWhenUsed/>
    <w:rsid w:val="009E5769"/>
    <w:rPr>
      <w:sz w:val="16"/>
      <w:szCs w:val="16"/>
    </w:rPr>
  </w:style>
  <w:style w:type="paragraph" w:styleId="Kommentartext">
    <w:name w:val="annotation text"/>
    <w:basedOn w:val="Standard"/>
    <w:link w:val="KommentartextZeichen"/>
    <w:unhideWhenUsed/>
    <w:rsid w:val="009E5769"/>
    <w:pPr>
      <w:spacing w:line="240" w:lineRule="auto"/>
    </w:pPr>
    <w:rPr>
      <w:rFonts w:ascii="Calibri" w:eastAsia="Times New Roman" w:hAnsi="Calibri"/>
      <w:lang w:eastAsia="de-DE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9E5769"/>
    <w:rPr>
      <w:rFonts w:ascii="Calibri" w:eastAsia="Times New Roman" w:hAnsi="Calibri" w:cs="Times New Roman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E57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E5769"/>
    <w:rPr>
      <w:rFonts w:ascii="Tahoma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17BDD"/>
    <w:pPr>
      <w:keepNext/>
      <w:keepLines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340" w:lineRule="exact"/>
    </w:pPr>
    <w:rPr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678D3"/>
    <w:pPr>
      <w:tabs>
        <w:tab w:val="left" w:pos="737"/>
        <w:tab w:val="right" w:pos="6804"/>
      </w:tabs>
      <w:spacing w:line="340" w:lineRule="exact"/>
    </w:pPr>
    <w:rPr>
      <w:b/>
    </w:rPr>
  </w:style>
  <w:style w:type="paragraph" w:styleId="Verzeichnis3">
    <w:name w:val="toc 3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</w:style>
  <w:style w:type="character" w:styleId="Link">
    <w:name w:val="Hyperlink"/>
    <w:basedOn w:val="Absatzstandardschriftart"/>
    <w:uiPriority w:val="99"/>
    <w:unhideWhenUsed/>
    <w:rsid w:val="00817BDD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Kopfzeile">
    <w:name w:val="header"/>
    <w:basedOn w:val="Standard"/>
    <w:link w:val="KopfzeileZeichen"/>
    <w:uiPriority w:val="99"/>
    <w:unhideWhenUsed/>
    <w:rsid w:val="002251D7"/>
    <w:pPr>
      <w:tabs>
        <w:tab w:val="center" w:pos="4536"/>
        <w:tab w:val="right" w:pos="9072"/>
      </w:tabs>
      <w:spacing w:line="360" w:lineRule="exact"/>
    </w:pPr>
    <w:rPr>
      <w:noProof/>
      <w:color w:val="00A0AA"/>
      <w:sz w:val="36"/>
      <w:szCs w:val="36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2251D7"/>
    <w:rPr>
      <w:rFonts w:ascii="Strayhorn MT Regular" w:hAnsi="Strayhorn MT Regular"/>
      <w:noProof/>
      <w:color w:val="00A0AA"/>
      <w:spacing w:val="5"/>
      <w:sz w:val="36"/>
      <w:szCs w:val="36"/>
      <w:lang w:eastAsia="en-US"/>
    </w:rPr>
  </w:style>
  <w:style w:type="paragraph" w:styleId="Funotentext">
    <w:name w:val="footnote text"/>
    <w:basedOn w:val="Standard"/>
    <w:link w:val="FunotentextZeichen"/>
    <w:uiPriority w:val="99"/>
    <w:unhideWhenUsed/>
    <w:rsid w:val="00980852"/>
  </w:style>
  <w:style w:type="character" w:customStyle="1" w:styleId="FunotentextZeichen">
    <w:name w:val="Fußnotentext Zeichen"/>
    <w:basedOn w:val="Absatzstandardschriftart"/>
    <w:link w:val="Funotentext"/>
    <w:uiPriority w:val="99"/>
    <w:rsid w:val="00980852"/>
    <w:rPr>
      <w:rFonts w:ascii="Arial" w:hAnsi="Arial"/>
      <w:lang w:eastAsia="en-US"/>
    </w:rPr>
  </w:style>
  <w:style w:type="character" w:styleId="Funotenzeichen">
    <w:name w:val="footnote reference"/>
    <w:basedOn w:val="Absatzstandardschriftart"/>
    <w:uiPriority w:val="99"/>
    <w:semiHidden/>
    <w:unhideWhenUsed/>
    <w:rsid w:val="00980852"/>
    <w:rPr>
      <w:vertAlign w:val="superscript"/>
    </w:rPr>
  </w:style>
  <w:style w:type="paragraph" w:styleId="Endnotentext">
    <w:name w:val="endnote text"/>
    <w:basedOn w:val="Standard"/>
    <w:link w:val="EndnotentextZeichen"/>
    <w:semiHidden/>
    <w:rsid w:val="005D51BF"/>
    <w:pPr>
      <w:spacing w:line="360" w:lineRule="auto"/>
      <w:jc w:val="both"/>
    </w:pPr>
    <w:rPr>
      <w:rFonts w:eastAsia="Times New Roman"/>
      <w:lang w:eastAsia="de-DE"/>
    </w:rPr>
  </w:style>
  <w:style w:type="character" w:customStyle="1" w:styleId="EndnotentextZeichen">
    <w:name w:val="Endnotentext Zeichen"/>
    <w:basedOn w:val="Absatzstandardschriftart"/>
    <w:link w:val="Endnotentext"/>
    <w:semiHidden/>
    <w:rsid w:val="005D51BF"/>
    <w:rPr>
      <w:rFonts w:ascii="Arial" w:eastAsia="Times New Roman" w:hAnsi="Arial"/>
    </w:rPr>
  </w:style>
  <w:style w:type="paragraph" w:customStyle="1" w:styleId="Textkrper31">
    <w:name w:val="Textkörper 31"/>
    <w:basedOn w:val="Standard"/>
    <w:rsid w:val="005D51BF"/>
    <w:pPr>
      <w:spacing w:line="360" w:lineRule="auto"/>
      <w:jc w:val="both"/>
    </w:pPr>
    <w:rPr>
      <w:rFonts w:eastAsia="Times New Roman"/>
      <w:lang w:eastAsia="de-DE"/>
    </w:rPr>
  </w:style>
  <w:style w:type="paragraph" w:customStyle="1" w:styleId="berschrift">
    <w:name w:val="Überschrift"/>
    <w:basedOn w:val="Standard"/>
    <w:rsid w:val="005D51BF"/>
    <w:pPr>
      <w:spacing w:before="240" w:line="360" w:lineRule="atLeast"/>
      <w:jc w:val="both"/>
    </w:pPr>
    <w:rPr>
      <w:rFonts w:eastAsia="Times New Roman"/>
      <w:b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2139C9"/>
    <w:pPr>
      <w:spacing w:line="276" w:lineRule="auto"/>
    </w:pPr>
    <w:rPr>
      <w:rFonts w:ascii="Arial" w:eastAsia="Calibri" w:hAnsi="Arial"/>
      <w:b/>
      <w:bCs/>
      <w:lang w:eastAsia="en-US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2139C9"/>
    <w:rPr>
      <w:rFonts w:ascii="Arial" w:eastAsia="Times New Roman" w:hAnsi="Arial" w:cs="Times New Roman"/>
      <w:b/>
      <w:bCs/>
      <w:lang w:eastAsia="en-US"/>
    </w:rPr>
  </w:style>
  <w:style w:type="paragraph" w:styleId="KeinLeerraum">
    <w:name w:val="No Spacing"/>
    <w:uiPriority w:val="1"/>
    <w:qFormat/>
    <w:rsid w:val="005A74C5"/>
    <w:rPr>
      <w:rFonts w:ascii="Strayhorn MT Regular" w:hAnsi="Strayhorn MT Regular"/>
      <w:color w:val="404040"/>
      <w:lang w:eastAsia="en-US"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EE2D3D"/>
    <w:rPr>
      <w:rFonts w:ascii="Strayhorn MT Regular" w:eastAsia="Times New Roman" w:hAnsi="Strayhorn MT Regular"/>
      <w:b/>
      <w:bCs/>
      <w:iCs/>
      <w:color w:val="404040"/>
      <w:lang w:eastAsia="en-US"/>
    </w:rPr>
  </w:style>
  <w:style w:type="character" w:styleId="Betont">
    <w:name w:val="Strong"/>
    <w:basedOn w:val="Absatzstandardschriftart"/>
    <w:uiPriority w:val="22"/>
    <w:qFormat/>
    <w:rsid w:val="00EE2D3D"/>
    <w:rPr>
      <w:b/>
      <w:bCs/>
    </w:rPr>
  </w:style>
  <w:style w:type="character" w:customStyle="1" w:styleId="FettGrn">
    <w:name w:val="Fett Grün"/>
    <w:basedOn w:val="Absatzstandardschriftart"/>
    <w:uiPriority w:val="1"/>
    <w:rsid w:val="00AB39A4"/>
    <w:rPr>
      <w:b/>
      <w:color w:val="00A0AA"/>
    </w:rPr>
  </w:style>
  <w:style w:type="paragraph" w:customStyle="1" w:styleId="Anhang">
    <w:name w:val="Anhang"/>
    <w:qFormat/>
    <w:rsid w:val="00C50BE9"/>
    <w:pPr>
      <w:spacing w:line="220" w:lineRule="exact"/>
    </w:pPr>
    <w:rPr>
      <w:rFonts w:ascii="Strayhorn MT Regular" w:hAnsi="Strayhorn MT Regular"/>
      <w:color w:val="404040"/>
      <w:spacing w:val="5"/>
      <w:sz w:val="16"/>
      <w:lang w:eastAsia="en-US"/>
    </w:rPr>
  </w:style>
  <w:style w:type="character" w:customStyle="1" w:styleId="KursivGrn">
    <w:name w:val="Kursiv Grün"/>
    <w:basedOn w:val="Absatzstandardschriftart"/>
    <w:uiPriority w:val="1"/>
    <w:qFormat/>
    <w:rsid w:val="0000169A"/>
    <w:rPr>
      <w:i/>
      <w:color w:val="00A0AA"/>
    </w:rPr>
  </w:style>
  <w:style w:type="paragraph" w:customStyle="1" w:styleId="HintergrundTrkis">
    <w:name w:val="Hintergrund Türkis"/>
    <w:basedOn w:val="Anhang"/>
    <w:qFormat/>
    <w:rsid w:val="00D230B1"/>
  </w:style>
  <w:style w:type="character" w:customStyle="1" w:styleId="berschrift6Zeichen">
    <w:name w:val="Überschrift 6 Zeichen"/>
    <w:basedOn w:val="Absatzstandardschriftart"/>
    <w:link w:val="berschrift6"/>
    <w:uiPriority w:val="9"/>
    <w:rsid w:val="006A2762"/>
    <w:rPr>
      <w:rFonts w:ascii="Strayhorn MT Regular" w:hAnsi="Strayhorn MT Regular"/>
      <w:b/>
      <w:color w:val="404040"/>
      <w:spacing w:val="5"/>
      <w:sz w:val="16"/>
      <w:lang w:eastAsia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Verzeichnis6">
    <w:name w:val="toc 6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  <w:sz w:val="16"/>
    </w:rPr>
  </w:style>
  <w:style w:type="paragraph" w:customStyle="1" w:styleId="FDF96B62AE524A5AB20BB5C6AA393FF2">
    <w:name w:val="FDF96B62AE524A5AB20BB5C6AA393FF2"/>
    <w:rsid w:val="00C55D37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customStyle="1" w:styleId="ExcelDiagramme">
    <w:name w:val="Excel Diagramme"/>
    <w:qFormat/>
    <w:rsid w:val="00B00FB4"/>
    <w:pPr>
      <w:widowControl w:val="0"/>
    </w:pPr>
    <w:rPr>
      <w:rFonts w:ascii="Strayhorn MT Regular" w:hAnsi="Strayhorn MT Regular"/>
      <w:noProof/>
      <w:color w:val="404040"/>
    </w:rPr>
  </w:style>
  <w:style w:type="paragraph" w:customStyle="1" w:styleId="QM">
    <w:name w:val="QM"/>
    <w:basedOn w:val="Standard"/>
    <w:rsid w:val="00102CF4"/>
    <w:pPr>
      <w:spacing w:line="240" w:lineRule="auto"/>
    </w:pPr>
    <w:rPr>
      <w:rFonts w:ascii="Arial" w:eastAsia="Times New Roman" w:hAnsi="Arial" w:cs="Arial"/>
      <w:color w:val="auto"/>
      <w:spacing w:val="0"/>
      <w:sz w:val="20"/>
      <w:lang w:eastAsia="de-DE"/>
    </w:rPr>
  </w:style>
  <w:style w:type="paragraph" w:customStyle="1" w:styleId="QMStandart">
    <w:name w:val="QM Standart"/>
    <w:basedOn w:val="Standard"/>
    <w:qFormat/>
    <w:rsid w:val="004D4023"/>
    <w:rPr>
      <w:rFonts w:ascii="Arial" w:hAnsi="Arial"/>
      <w:color w:val="000000" w:themeColor="text1"/>
      <w:sz w:val="20"/>
    </w:rPr>
  </w:style>
  <w:style w:type="paragraph" w:customStyle="1" w:styleId="QMTabellenText">
    <w:name w:val="QM Tabellen Text"/>
    <w:basedOn w:val="QMStandart"/>
    <w:qFormat/>
    <w:rsid w:val="007F7C4E"/>
    <w:pPr>
      <w:spacing w:before="60" w:line="240" w:lineRule="auto"/>
    </w:pPr>
  </w:style>
  <w:style w:type="paragraph" w:customStyle="1" w:styleId="QMTabellenKopf">
    <w:name w:val="QM Tabellen Kopf"/>
    <w:basedOn w:val="QMStandart"/>
    <w:qFormat/>
    <w:rsid w:val="007F7C4E"/>
    <w:pPr>
      <w:spacing w:before="60" w:line="240" w:lineRule="auto"/>
    </w:pPr>
    <w:rPr>
      <w:b/>
    </w:rPr>
  </w:style>
  <w:style w:type="paragraph" w:customStyle="1" w:styleId="QMAblufeFu">
    <w:name w:val="QM Abläufe + Fuß"/>
    <w:basedOn w:val="QMStandart"/>
    <w:qFormat/>
    <w:rsid w:val="007E259B"/>
    <w:pPr>
      <w:spacing w:line="240" w:lineRule="auto"/>
    </w:pPr>
    <w:rPr>
      <w:sz w:val="16"/>
    </w:rPr>
  </w:style>
  <w:style w:type="paragraph" w:customStyle="1" w:styleId="QMberschrift1Kopf">
    <w:name w:val="QM Überschrift 1 Kopf"/>
    <w:basedOn w:val="QMTabellenKopf"/>
    <w:qFormat/>
    <w:rsid w:val="00C6471D"/>
    <w:pPr>
      <w:tabs>
        <w:tab w:val="right" w:pos="9923"/>
      </w:tabs>
      <w:spacing w:before="120"/>
    </w:pPr>
    <w:rPr>
      <w:rFonts w:cs="Arial"/>
      <w:color w:val="00A0AA"/>
      <w:sz w:val="24"/>
      <w:szCs w:val="24"/>
      <w:lang w:eastAsia="de-DE"/>
    </w:rPr>
  </w:style>
  <w:style w:type="paragraph" w:customStyle="1" w:styleId="QMberschrift2Kopf">
    <w:name w:val="QM Überschrift 2 Kopf"/>
    <w:basedOn w:val="QMStandart"/>
    <w:qFormat/>
    <w:rsid w:val="00C6471D"/>
    <w:rPr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4295B"/>
    <w:pPr>
      <w:spacing w:line="280" w:lineRule="exact"/>
    </w:pPr>
    <w:rPr>
      <w:rFonts w:ascii="Strayhorn MT Regular" w:hAnsi="Strayhorn MT Regular"/>
      <w:color w:val="404040"/>
      <w:spacing w:val="5"/>
      <w:sz w:val="19"/>
      <w:lang w:eastAsia="en-US"/>
    </w:rPr>
  </w:style>
  <w:style w:type="paragraph" w:styleId="berschrift1">
    <w:name w:val="heading 1"/>
    <w:basedOn w:val="Standard"/>
    <w:next w:val="Standard"/>
    <w:link w:val="berschrift1Zeichen"/>
    <w:autoRedefine/>
    <w:uiPriority w:val="9"/>
    <w:qFormat/>
    <w:rsid w:val="008D24E2"/>
    <w:pPr>
      <w:spacing w:after="280" w:line="480" w:lineRule="exact"/>
      <w:outlineLvl w:val="0"/>
    </w:pPr>
    <w:rPr>
      <w:sz w:val="36"/>
      <w:szCs w:val="36"/>
      <w:lang w:val="en-US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EE37AC"/>
    <w:pPr>
      <w:keepNext/>
      <w:spacing w:before="280"/>
      <w:ind w:left="1418" w:hanging="1418"/>
      <w:outlineLvl w:val="1"/>
    </w:pPr>
    <w:rPr>
      <w:rFonts w:eastAsia="Times New Roman"/>
      <w:bCs/>
      <w:iCs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autoRedefine/>
    <w:uiPriority w:val="9"/>
    <w:unhideWhenUsed/>
    <w:qFormat/>
    <w:rsid w:val="0090103F"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eichen"/>
    <w:autoRedefine/>
    <w:uiPriority w:val="9"/>
    <w:unhideWhenUsed/>
    <w:qFormat/>
    <w:rsid w:val="00F45195"/>
    <w:pPr>
      <w:keepNext/>
      <w:spacing w:before="240" w:after="60"/>
      <w:outlineLvl w:val="3"/>
    </w:pPr>
    <w:rPr>
      <w:rFonts w:eastAsia="Times New Roman"/>
      <w:b/>
      <w:bCs/>
      <w:i/>
      <w:szCs w:val="28"/>
    </w:rPr>
  </w:style>
  <w:style w:type="paragraph" w:styleId="berschrift5">
    <w:name w:val="heading 5"/>
    <w:basedOn w:val="Standard"/>
    <w:next w:val="Standard"/>
    <w:link w:val="berschrift5Zeichen"/>
    <w:uiPriority w:val="9"/>
    <w:unhideWhenUsed/>
    <w:qFormat/>
    <w:rsid w:val="00EE2D3D"/>
    <w:pPr>
      <w:spacing w:after="280"/>
      <w:outlineLvl w:val="4"/>
    </w:pPr>
    <w:rPr>
      <w:rFonts w:eastAsia="Times New Roman"/>
      <w:b/>
      <w:bCs/>
      <w:iCs/>
    </w:rPr>
  </w:style>
  <w:style w:type="paragraph" w:styleId="berschrift6">
    <w:name w:val="heading 6"/>
    <w:basedOn w:val="Anhang"/>
    <w:next w:val="Standard"/>
    <w:link w:val="berschrift6Zeichen"/>
    <w:uiPriority w:val="9"/>
    <w:unhideWhenUsed/>
    <w:qFormat/>
    <w:rsid w:val="006A2762"/>
    <w:pPr>
      <w:outlineLvl w:val="5"/>
    </w:pPr>
    <w:rPr>
      <w:b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2DA8"/>
    <w:pPr>
      <w:numPr>
        <w:numId w:val="15"/>
      </w:numPr>
      <w:ind w:left="227" w:hanging="227"/>
      <w:contextualSpacing/>
    </w:pPr>
  </w:style>
  <w:style w:type="character" w:customStyle="1" w:styleId="berschrift1Zeichen">
    <w:name w:val="Überschrift 1 Zeichen"/>
    <w:basedOn w:val="Absatzstandardschriftart"/>
    <w:link w:val="berschrift1"/>
    <w:uiPriority w:val="9"/>
    <w:rsid w:val="008D24E2"/>
    <w:rPr>
      <w:rFonts w:ascii="Strayhorn MT Regular" w:hAnsi="Strayhorn MT Regular"/>
      <w:color w:val="404040"/>
      <w:spacing w:val="5"/>
      <w:sz w:val="36"/>
      <w:szCs w:val="36"/>
      <w:lang w:val="en-US" w:eastAsia="en-US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7A3DD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7A3DDC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EE37AC"/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90103F"/>
    <w:rPr>
      <w:rFonts w:ascii="Strayhorn MT Regular" w:eastAsia="Times New Roman" w:hAnsi="Strayhorn MT Regular"/>
      <w:b/>
      <w:bCs/>
      <w:color w:val="404040"/>
      <w:spacing w:val="5"/>
      <w:szCs w:val="26"/>
      <w:lang w:eastAsia="en-US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F45195"/>
    <w:rPr>
      <w:rFonts w:ascii="Strayhorn MT Regular" w:eastAsia="Times New Roman" w:hAnsi="Strayhorn MT Regular"/>
      <w:b/>
      <w:bCs/>
      <w:i/>
      <w:color w:val="404040"/>
      <w:spacing w:val="5"/>
      <w:szCs w:val="28"/>
      <w:lang w:eastAsia="en-US"/>
    </w:rPr>
  </w:style>
  <w:style w:type="paragraph" w:styleId="Fuzeile">
    <w:name w:val="footer"/>
    <w:basedOn w:val="Standard"/>
    <w:link w:val="FuzeileZeichen"/>
    <w:uiPriority w:val="99"/>
    <w:rsid w:val="002251D7"/>
    <w:pPr>
      <w:widowControl w:val="0"/>
      <w:tabs>
        <w:tab w:val="center" w:pos="4819"/>
        <w:tab w:val="right" w:pos="9071"/>
      </w:tabs>
      <w:spacing w:line="360" w:lineRule="exact"/>
      <w:ind w:left="-3119"/>
    </w:pPr>
    <w:rPr>
      <w:rFonts w:eastAsia="Times New Roman"/>
      <w:color w:val="00A0AA"/>
      <w:sz w:val="36"/>
      <w:szCs w:val="36"/>
      <w:lang w:val="en-US" w:eastAsia="de-DE"/>
    </w:rPr>
  </w:style>
  <w:style w:type="character" w:customStyle="1" w:styleId="FuzeileZeichen">
    <w:name w:val="Fußzeile Zeichen"/>
    <w:basedOn w:val="Absatzstandardschriftart"/>
    <w:link w:val="Fuzeile"/>
    <w:uiPriority w:val="99"/>
    <w:rsid w:val="002251D7"/>
    <w:rPr>
      <w:rFonts w:ascii="Strayhorn MT Regular" w:eastAsia="Times New Roman" w:hAnsi="Strayhorn MT Regular"/>
      <w:color w:val="00A0AA"/>
      <w:spacing w:val="5"/>
      <w:sz w:val="36"/>
      <w:szCs w:val="36"/>
      <w:lang w:val="en-US"/>
    </w:rPr>
  </w:style>
  <w:style w:type="paragraph" w:styleId="Beschriftung">
    <w:name w:val="caption"/>
    <w:basedOn w:val="Standard"/>
    <w:next w:val="Standard"/>
    <w:link w:val="BeschriftungZeichen"/>
    <w:uiPriority w:val="35"/>
    <w:qFormat/>
    <w:rsid w:val="00A97E8B"/>
    <w:pPr>
      <w:spacing w:before="240" w:after="280" w:line="160" w:lineRule="exact"/>
    </w:pPr>
    <w:rPr>
      <w:rFonts w:eastAsia="SimSun"/>
      <w:bCs/>
      <w:i/>
      <w:sz w:val="14"/>
      <w:szCs w:val="14"/>
      <w:lang w:eastAsia="zh-CN"/>
    </w:rPr>
  </w:style>
  <w:style w:type="character" w:customStyle="1" w:styleId="BeschriftungZeichen">
    <w:name w:val="Beschriftung Zeichen"/>
    <w:basedOn w:val="Absatzstandardschriftart"/>
    <w:link w:val="Beschriftung"/>
    <w:uiPriority w:val="35"/>
    <w:rsid w:val="00A97E8B"/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table" w:styleId="Tabellenraster">
    <w:name w:val="Table Grid"/>
    <w:basedOn w:val="NormaleTabelle"/>
    <w:rsid w:val="00CA3776"/>
    <w:rPr>
      <w:rFonts w:ascii="Times New Roman" w:eastAsia="SimSu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standardschriftart"/>
    <w:semiHidden/>
    <w:unhideWhenUsed/>
    <w:rsid w:val="009E5769"/>
    <w:rPr>
      <w:sz w:val="16"/>
      <w:szCs w:val="16"/>
    </w:rPr>
  </w:style>
  <w:style w:type="paragraph" w:styleId="Kommentartext">
    <w:name w:val="annotation text"/>
    <w:basedOn w:val="Standard"/>
    <w:link w:val="KommentartextZeichen"/>
    <w:unhideWhenUsed/>
    <w:rsid w:val="009E5769"/>
    <w:pPr>
      <w:spacing w:line="240" w:lineRule="auto"/>
    </w:pPr>
    <w:rPr>
      <w:rFonts w:ascii="Calibri" w:eastAsia="Times New Roman" w:hAnsi="Calibri"/>
      <w:lang w:eastAsia="de-DE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9E5769"/>
    <w:rPr>
      <w:rFonts w:ascii="Calibri" w:eastAsia="Times New Roman" w:hAnsi="Calibri" w:cs="Times New Roman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E57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E5769"/>
    <w:rPr>
      <w:rFonts w:ascii="Tahoma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17BDD"/>
    <w:pPr>
      <w:keepNext/>
      <w:keepLines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340" w:lineRule="exact"/>
    </w:pPr>
    <w:rPr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678D3"/>
    <w:pPr>
      <w:tabs>
        <w:tab w:val="left" w:pos="737"/>
        <w:tab w:val="right" w:pos="6804"/>
      </w:tabs>
      <w:spacing w:line="340" w:lineRule="exact"/>
    </w:pPr>
    <w:rPr>
      <w:b/>
    </w:rPr>
  </w:style>
  <w:style w:type="paragraph" w:styleId="Verzeichnis3">
    <w:name w:val="toc 3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</w:style>
  <w:style w:type="character" w:styleId="Link">
    <w:name w:val="Hyperlink"/>
    <w:basedOn w:val="Absatzstandardschriftart"/>
    <w:uiPriority w:val="99"/>
    <w:unhideWhenUsed/>
    <w:rsid w:val="00817BDD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Kopfzeile">
    <w:name w:val="header"/>
    <w:basedOn w:val="Standard"/>
    <w:link w:val="KopfzeileZeichen"/>
    <w:uiPriority w:val="99"/>
    <w:unhideWhenUsed/>
    <w:rsid w:val="002251D7"/>
    <w:pPr>
      <w:tabs>
        <w:tab w:val="center" w:pos="4536"/>
        <w:tab w:val="right" w:pos="9072"/>
      </w:tabs>
      <w:spacing w:line="360" w:lineRule="exact"/>
    </w:pPr>
    <w:rPr>
      <w:noProof/>
      <w:color w:val="00A0AA"/>
      <w:sz w:val="36"/>
      <w:szCs w:val="36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2251D7"/>
    <w:rPr>
      <w:rFonts w:ascii="Strayhorn MT Regular" w:hAnsi="Strayhorn MT Regular"/>
      <w:noProof/>
      <w:color w:val="00A0AA"/>
      <w:spacing w:val="5"/>
      <w:sz w:val="36"/>
      <w:szCs w:val="36"/>
      <w:lang w:eastAsia="en-US"/>
    </w:rPr>
  </w:style>
  <w:style w:type="paragraph" w:styleId="Funotentext">
    <w:name w:val="footnote text"/>
    <w:basedOn w:val="Standard"/>
    <w:link w:val="FunotentextZeichen"/>
    <w:uiPriority w:val="99"/>
    <w:unhideWhenUsed/>
    <w:rsid w:val="00980852"/>
  </w:style>
  <w:style w:type="character" w:customStyle="1" w:styleId="FunotentextZeichen">
    <w:name w:val="Fußnotentext Zeichen"/>
    <w:basedOn w:val="Absatzstandardschriftart"/>
    <w:link w:val="Funotentext"/>
    <w:uiPriority w:val="99"/>
    <w:rsid w:val="00980852"/>
    <w:rPr>
      <w:rFonts w:ascii="Arial" w:hAnsi="Arial"/>
      <w:lang w:eastAsia="en-US"/>
    </w:rPr>
  </w:style>
  <w:style w:type="character" w:styleId="Funotenzeichen">
    <w:name w:val="footnote reference"/>
    <w:basedOn w:val="Absatzstandardschriftart"/>
    <w:uiPriority w:val="99"/>
    <w:semiHidden/>
    <w:unhideWhenUsed/>
    <w:rsid w:val="00980852"/>
    <w:rPr>
      <w:vertAlign w:val="superscript"/>
    </w:rPr>
  </w:style>
  <w:style w:type="paragraph" w:styleId="Endnotentext">
    <w:name w:val="endnote text"/>
    <w:basedOn w:val="Standard"/>
    <w:link w:val="EndnotentextZeichen"/>
    <w:semiHidden/>
    <w:rsid w:val="005D51BF"/>
    <w:pPr>
      <w:spacing w:line="360" w:lineRule="auto"/>
      <w:jc w:val="both"/>
    </w:pPr>
    <w:rPr>
      <w:rFonts w:eastAsia="Times New Roman"/>
      <w:lang w:eastAsia="de-DE"/>
    </w:rPr>
  </w:style>
  <w:style w:type="character" w:customStyle="1" w:styleId="EndnotentextZeichen">
    <w:name w:val="Endnotentext Zeichen"/>
    <w:basedOn w:val="Absatzstandardschriftart"/>
    <w:link w:val="Endnotentext"/>
    <w:semiHidden/>
    <w:rsid w:val="005D51BF"/>
    <w:rPr>
      <w:rFonts w:ascii="Arial" w:eastAsia="Times New Roman" w:hAnsi="Arial"/>
    </w:rPr>
  </w:style>
  <w:style w:type="paragraph" w:customStyle="1" w:styleId="Textkrper31">
    <w:name w:val="Textkörper 31"/>
    <w:basedOn w:val="Standard"/>
    <w:rsid w:val="005D51BF"/>
    <w:pPr>
      <w:spacing w:line="360" w:lineRule="auto"/>
      <w:jc w:val="both"/>
    </w:pPr>
    <w:rPr>
      <w:rFonts w:eastAsia="Times New Roman"/>
      <w:lang w:eastAsia="de-DE"/>
    </w:rPr>
  </w:style>
  <w:style w:type="paragraph" w:customStyle="1" w:styleId="berschrift">
    <w:name w:val="Überschrift"/>
    <w:basedOn w:val="Standard"/>
    <w:rsid w:val="005D51BF"/>
    <w:pPr>
      <w:spacing w:before="240" w:line="360" w:lineRule="atLeast"/>
      <w:jc w:val="both"/>
    </w:pPr>
    <w:rPr>
      <w:rFonts w:eastAsia="Times New Roman"/>
      <w:b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2139C9"/>
    <w:pPr>
      <w:spacing w:line="276" w:lineRule="auto"/>
    </w:pPr>
    <w:rPr>
      <w:rFonts w:ascii="Arial" w:eastAsia="Calibri" w:hAnsi="Arial"/>
      <w:b/>
      <w:bCs/>
      <w:lang w:eastAsia="en-US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2139C9"/>
    <w:rPr>
      <w:rFonts w:ascii="Arial" w:eastAsia="Times New Roman" w:hAnsi="Arial" w:cs="Times New Roman"/>
      <w:b/>
      <w:bCs/>
      <w:lang w:eastAsia="en-US"/>
    </w:rPr>
  </w:style>
  <w:style w:type="paragraph" w:styleId="KeinLeerraum">
    <w:name w:val="No Spacing"/>
    <w:uiPriority w:val="1"/>
    <w:qFormat/>
    <w:rsid w:val="005A74C5"/>
    <w:rPr>
      <w:rFonts w:ascii="Strayhorn MT Regular" w:hAnsi="Strayhorn MT Regular"/>
      <w:color w:val="404040"/>
      <w:lang w:eastAsia="en-US"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EE2D3D"/>
    <w:rPr>
      <w:rFonts w:ascii="Strayhorn MT Regular" w:eastAsia="Times New Roman" w:hAnsi="Strayhorn MT Regular"/>
      <w:b/>
      <w:bCs/>
      <w:iCs/>
      <w:color w:val="404040"/>
      <w:lang w:eastAsia="en-US"/>
    </w:rPr>
  </w:style>
  <w:style w:type="character" w:styleId="Betont">
    <w:name w:val="Strong"/>
    <w:basedOn w:val="Absatzstandardschriftart"/>
    <w:uiPriority w:val="22"/>
    <w:qFormat/>
    <w:rsid w:val="00EE2D3D"/>
    <w:rPr>
      <w:b/>
      <w:bCs/>
    </w:rPr>
  </w:style>
  <w:style w:type="character" w:customStyle="1" w:styleId="FettGrn">
    <w:name w:val="Fett Grün"/>
    <w:basedOn w:val="Absatzstandardschriftart"/>
    <w:uiPriority w:val="1"/>
    <w:rsid w:val="00AB39A4"/>
    <w:rPr>
      <w:b/>
      <w:color w:val="00A0AA"/>
    </w:rPr>
  </w:style>
  <w:style w:type="paragraph" w:customStyle="1" w:styleId="Anhang">
    <w:name w:val="Anhang"/>
    <w:qFormat/>
    <w:rsid w:val="00C50BE9"/>
    <w:pPr>
      <w:spacing w:line="220" w:lineRule="exact"/>
    </w:pPr>
    <w:rPr>
      <w:rFonts w:ascii="Strayhorn MT Regular" w:hAnsi="Strayhorn MT Regular"/>
      <w:color w:val="404040"/>
      <w:spacing w:val="5"/>
      <w:sz w:val="16"/>
      <w:lang w:eastAsia="en-US"/>
    </w:rPr>
  </w:style>
  <w:style w:type="character" w:customStyle="1" w:styleId="KursivGrn">
    <w:name w:val="Kursiv Grün"/>
    <w:basedOn w:val="Absatzstandardschriftart"/>
    <w:uiPriority w:val="1"/>
    <w:qFormat/>
    <w:rsid w:val="0000169A"/>
    <w:rPr>
      <w:i/>
      <w:color w:val="00A0AA"/>
    </w:rPr>
  </w:style>
  <w:style w:type="paragraph" w:customStyle="1" w:styleId="HintergrundTrkis">
    <w:name w:val="Hintergrund Türkis"/>
    <w:basedOn w:val="Anhang"/>
    <w:qFormat/>
    <w:rsid w:val="00D230B1"/>
  </w:style>
  <w:style w:type="character" w:customStyle="1" w:styleId="berschrift6Zeichen">
    <w:name w:val="Überschrift 6 Zeichen"/>
    <w:basedOn w:val="Absatzstandardschriftart"/>
    <w:link w:val="berschrift6"/>
    <w:uiPriority w:val="9"/>
    <w:rsid w:val="006A2762"/>
    <w:rPr>
      <w:rFonts w:ascii="Strayhorn MT Regular" w:hAnsi="Strayhorn MT Regular"/>
      <w:b/>
      <w:color w:val="404040"/>
      <w:spacing w:val="5"/>
      <w:sz w:val="16"/>
      <w:lang w:eastAsia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Verzeichnis6">
    <w:name w:val="toc 6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  <w:sz w:val="16"/>
    </w:rPr>
  </w:style>
  <w:style w:type="paragraph" w:customStyle="1" w:styleId="FDF96B62AE524A5AB20BB5C6AA393FF2">
    <w:name w:val="FDF96B62AE524A5AB20BB5C6AA393FF2"/>
    <w:rsid w:val="00C55D37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customStyle="1" w:styleId="ExcelDiagramme">
    <w:name w:val="Excel Diagramme"/>
    <w:qFormat/>
    <w:rsid w:val="00B00FB4"/>
    <w:pPr>
      <w:widowControl w:val="0"/>
    </w:pPr>
    <w:rPr>
      <w:rFonts w:ascii="Strayhorn MT Regular" w:hAnsi="Strayhorn MT Regular"/>
      <w:noProof/>
      <w:color w:val="404040"/>
    </w:rPr>
  </w:style>
  <w:style w:type="paragraph" w:customStyle="1" w:styleId="QM">
    <w:name w:val="QM"/>
    <w:basedOn w:val="Standard"/>
    <w:rsid w:val="00102CF4"/>
    <w:pPr>
      <w:spacing w:line="240" w:lineRule="auto"/>
    </w:pPr>
    <w:rPr>
      <w:rFonts w:ascii="Arial" w:eastAsia="Times New Roman" w:hAnsi="Arial" w:cs="Arial"/>
      <w:color w:val="auto"/>
      <w:spacing w:val="0"/>
      <w:sz w:val="20"/>
      <w:lang w:eastAsia="de-DE"/>
    </w:rPr>
  </w:style>
  <w:style w:type="paragraph" w:customStyle="1" w:styleId="QMStandart">
    <w:name w:val="QM Standart"/>
    <w:basedOn w:val="Standard"/>
    <w:qFormat/>
    <w:rsid w:val="004D4023"/>
    <w:rPr>
      <w:rFonts w:ascii="Arial" w:hAnsi="Arial"/>
      <w:color w:val="000000" w:themeColor="text1"/>
      <w:sz w:val="20"/>
    </w:rPr>
  </w:style>
  <w:style w:type="paragraph" w:customStyle="1" w:styleId="QMTabellenText">
    <w:name w:val="QM Tabellen Text"/>
    <w:basedOn w:val="QMStandart"/>
    <w:qFormat/>
    <w:rsid w:val="007F7C4E"/>
    <w:pPr>
      <w:spacing w:before="60" w:line="240" w:lineRule="auto"/>
    </w:pPr>
  </w:style>
  <w:style w:type="paragraph" w:customStyle="1" w:styleId="QMTabellenKopf">
    <w:name w:val="QM Tabellen Kopf"/>
    <w:basedOn w:val="QMStandart"/>
    <w:qFormat/>
    <w:rsid w:val="007F7C4E"/>
    <w:pPr>
      <w:spacing w:before="60" w:line="240" w:lineRule="auto"/>
    </w:pPr>
    <w:rPr>
      <w:b/>
    </w:rPr>
  </w:style>
  <w:style w:type="paragraph" w:customStyle="1" w:styleId="QMAblufeFu">
    <w:name w:val="QM Abläufe + Fuß"/>
    <w:basedOn w:val="QMStandart"/>
    <w:qFormat/>
    <w:rsid w:val="007E259B"/>
    <w:pPr>
      <w:spacing w:line="240" w:lineRule="auto"/>
    </w:pPr>
    <w:rPr>
      <w:sz w:val="16"/>
    </w:rPr>
  </w:style>
  <w:style w:type="paragraph" w:customStyle="1" w:styleId="QMberschrift1Kopf">
    <w:name w:val="QM Überschrift 1 Kopf"/>
    <w:basedOn w:val="QMTabellenKopf"/>
    <w:qFormat/>
    <w:rsid w:val="00C6471D"/>
    <w:pPr>
      <w:tabs>
        <w:tab w:val="right" w:pos="9923"/>
      </w:tabs>
      <w:spacing w:before="120"/>
    </w:pPr>
    <w:rPr>
      <w:rFonts w:cs="Arial"/>
      <w:color w:val="00A0AA"/>
      <w:sz w:val="24"/>
      <w:szCs w:val="24"/>
      <w:lang w:eastAsia="de-DE"/>
    </w:rPr>
  </w:style>
  <w:style w:type="paragraph" w:customStyle="1" w:styleId="QMberschrift2Kopf">
    <w:name w:val="QM Überschrift 2 Kopf"/>
    <w:basedOn w:val="QMStandart"/>
    <w:qFormat/>
    <w:rsid w:val="00C6471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5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0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L_SB\Beratung\AquaLytis\QM-Vorgabedokumente\Freigabe\04%20FB\FB-Layout%20quer-00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C1FAC-E565-024B-AAC6-D74D4717D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\AL_SB\Beratung\AquaLytis\QM-Vorgabedokumente\Freigabe\04 FB\FB-Layout quer-00.dotx</Template>
  <TotalTime>0</TotalTime>
  <Pages>2</Pages>
  <Words>321</Words>
  <Characters>2026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Aqualytis</Company>
  <LinksUpToDate>false</LinksUpToDate>
  <CharactersWithSpaces>2343</CharactersWithSpaces>
  <SharedDoc>false</SharedDoc>
  <HLinks>
    <vt:vector size="216" baseType="variant"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_Toc217016938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_Toc217016937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_Toc217016936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_Toc217016935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_Toc217016934</vt:lpwstr>
      </vt:variant>
      <vt:variant>
        <vt:i4>1245245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_Toc217016933</vt:lpwstr>
      </vt:variant>
      <vt:variant>
        <vt:i4>1245245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_Toc217016932</vt:lpwstr>
      </vt:variant>
      <vt:variant>
        <vt:i4>1245245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_Toc217016931</vt:lpwstr>
      </vt:variant>
      <vt:variant>
        <vt:i4>1245245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_Toc217016930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_Toc217016929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_Toc217016928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_Toc217016927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_Toc217016926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_Toc217016925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_Toc217016924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_Toc217016923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_Toc217016922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_Toc217016921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_Toc217016920</vt:lpwstr>
      </vt:variant>
      <vt:variant>
        <vt:i4>1114173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_Toc217016919</vt:lpwstr>
      </vt:variant>
      <vt:variant>
        <vt:i4>1114173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_Toc217016918</vt:lpwstr>
      </vt:variant>
      <vt:variant>
        <vt:i4>1114173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_Toc217016917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_Toc217016916</vt:lpwstr>
      </vt:variant>
      <vt:variant>
        <vt:i4>1114173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_Toc217016915</vt:lpwstr>
      </vt:variant>
      <vt:variant>
        <vt:i4>1114173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_Toc217016914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_Toc217016913</vt:lpwstr>
      </vt:variant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_Toc217016912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_Toc217016911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_Toc217016910</vt:lpwstr>
      </vt:variant>
      <vt:variant>
        <vt:i4>1048637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_Toc217016909</vt:lpwstr>
      </vt:variant>
      <vt:variant>
        <vt:i4>1048637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_Toc217016908</vt:lpwstr>
      </vt:variant>
      <vt:variant>
        <vt:i4>1048637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_Toc217016907</vt:lpwstr>
      </vt:variant>
      <vt:variant>
        <vt:i4>1048637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_Toc217016906</vt:lpwstr>
      </vt:variant>
      <vt:variant>
        <vt:i4>1048637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_Toc217016905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_Toc217016904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_Toc217016903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 Lorz</dc:creator>
  <cp:lastModifiedBy>Ariane</cp:lastModifiedBy>
  <cp:revision>5</cp:revision>
  <cp:lastPrinted>2011-06-15T12:47:00Z</cp:lastPrinted>
  <dcterms:created xsi:type="dcterms:W3CDTF">2015-12-01T16:36:00Z</dcterms:created>
  <dcterms:modified xsi:type="dcterms:W3CDTF">2016-12-16T15:49:00Z</dcterms:modified>
</cp:coreProperties>
</file>