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2B224B" w14:textId="22DA6CF4" w:rsidR="008246DF" w:rsidRPr="00476674" w:rsidRDefault="00476674" w:rsidP="005F4F55">
      <w:pPr>
        <w:pStyle w:val="QMStandart"/>
        <w:rPr>
          <w:b/>
          <w:color w:val="008000"/>
        </w:rPr>
      </w:pPr>
      <w:r w:rsidRPr="00476674">
        <w:rPr>
          <w:b/>
          <w:color w:val="008000"/>
        </w:rPr>
        <w:t>Multiparametersonde WTW Multi 3420</w:t>
      </w:r>
    </w:p>
    <w:p w14:paraId="3E2B6BFC" w14:textId="77777777" w:rsidR="00476674" w:rsidRPr="00476674" w:rsidRDefault="00476674" w:rsidP="005F4F55">
      <w:pPr>
        <w:pStyle w:val="QMStandart"/>
        <w:rPr>
          <w:color w:val="008000"/>
        </w:rPr>
      </w:pPr>
    </w:p>
    <w:p w14:paraId="30928E47" w14:textId="01691822" w:rsidR="00476674" w:rsidRPr="00476674" w:rsidRDefault="00476674" w:rsidP="005F4F55">
      <w:pPr>
        <w:pStyle w:val="QMStandart"/>
        <w:rPr>
          <w:b/>
          <w:color w:val="008000"/>
        </w:rPr>
      </w:pPr>
      <w:r w:rsidRPr="00476674">
        <w:rPr>
          <w:b/>
          <w:color w:val="008000"/>
        </w:rPr>
        <w:t>pH-Wert</w:t>
      </w:r>
    </w:p>
    <w:p w14:paraId="37CF77C4" w14:textId="4F3EBD48" w:rsidR="00476674" w:rsidRPr="00476674" w:rsidRDefault="0087603C" w:rsidP="005F4F55">
      <w:pPr>
        <w:pStyle w:val="QMStandart"/>
        <w:rPr>
          <w:color w:val="008000"/>
        </w:rPr>
      </w:pPr>
      <w:r>
        <w:rPr>
          <w:color w:val="008000"/>
        </w:rPr>
        <w:t>3-Punkt-Kalibrierung</w:t>
      </w:r>
      <w:r w:rsidR="00476674" w:rsidRPr="00476674">
        <w:rPr>
          <w:color w:val="008000"/>
        </w:rPr>
        <w:t xml:space="preserve"> mit Puffer 4,01, 7,00 (WTW) und 10,0 (Merck)</w:t>
      </w:r>
      <w:r>
        <w:rPr>
          <w:color w:val="008000"/>
        </w:rPr>
        <w:t>,</w:t>
      </w:r>
      <w:r w:rsidRPr="0087603C">
        <w:rPr>
          <w:color w:val="008000"/>
        </w:rPr>
        <w:t xml:space="preserve"> </w:t>
      </w:r>
      <w:r w:rsidR="008A25BD">
        <w:rPr>
          <w:color w:val="008000"/>
        </w:rPr>
        <w:t xml:space="preserve">Steigung -60,5 ... -58, </w:t>
      </w:r>
      <w:r w:rsidR="0080259E">
        <w:rPr>
          <w:color w:val="008000"/>
        </w:rPr>
        <w:t>oder 1-Punk</w:t>
      </w:r>
      <w:r w:rsidR="00D95515">
        <w:rPr>
          <w:color w:val="008000"/>
        </w:rPr>
        <w:t>t</w:t>
      </w:r>
      <w:bookmarkStart w:id="0" w:name="_GoBack"/>
      <w:bookmarkEnd w:id="0"/>
      <w:r w:rsidR="0080259E">
        <w:rPr>
          <w:color w:val="008000"/>
        </w:rPr>
        <w:t>-Kalibrierung mit Puffer 7,0,</w:t>
      </w:r>
      <w:r w:rsidRPr="00476674">
        <w:rPr>
          <w:color w:val="008000"/>
        </w:rPr>
        <w:t>Intervall monatlich</w:t>
      </w:r>
    </w:p>
    <w:p w14:paraId="16B965FF" w14:textId="6B49548B" w:rsidR="00476674" w:rsidRPr="00476674" w:rsidRDefault="008A25BD" w:rsidP="00476674">
      <w:pPr>
        <w:pStyle w:val="QMStandart"/>
        <w:rPr>
          <w:color w:val="008000"/>
        </w:rPr>
      </w:pPr>
      <w:r>
        <w:rPr>
          <w:color w:val="008000"/>
        </w:rPr>
        <w:t>Überprüfung</w:t>
      </w:r>
      <w:r w:rsidR="00476674" w:rsidRPr="00476674">
        <w:rPr>
          <w:color w:val="008000"/>
        </w:rPr>
        <w:t xml:space="preserve"> mit Puffer </w:t>
      </w:r>
      <w:r w:rsidR="0080259E">
        <w:rPr>
          <w:color w:val="008000"/>
        </w:rPr>
        <w:t>7,0</w:t>
      </w:r>
      <w:r w:rsidR="00476674" w:rsidRPr="00476674">
        <w:rPr>
          <w:color w:val="008000"/>
        </w:rPr>
        <w:t xml:space="preserve"> (Merck)</w:t>
      </w:r>
      <w:r w:rsidR="0087603C">
        <w:rPr>
          <w:color w:val="008000"/>
        </w:rPr>
        <w:t>,</w:t>
      </w:r>
      <w:r w:rsidR="0087603C" w:rsidRPr="0087603C">
        <w:rPr>
          <w:color w:val="008000"/>
        </w:rPr>
        <w:t xml:space="preserve"> </w:t>
      </w:r>
      <w:r w:rsidR="0087603C" w:rsidRPr="00476674">
        <w:rPr>
          <w:color w:val="008000"/>
        </w:rPr>
        <w:t>Intervall arbeitstäglich</w:t>
      </w:r>
    </w:p>
    <w:p w14:paraId="4BAC96DC" w14:textId="77777777" w:rsidR="00476674" w:rsidRDefault="00476674" w:rsidP="005F4F55">
      <w:pPr>
        <w:pStyle w:val="QMStandart"/>
      </w:pPr>
    </w:p>
    <w:tbl>
      <w:tblPr>
        <w:tblW w:w="148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509"/>
        <w:gridCol w:w="2126"/>
        <w:gridCol w:w="2126"/>
        <w:gridCol w:w="1985"/>
        <w:gridCol w:w="4677"/>
        <w:gridCol w:w="2410"/>
      </w:tblGrid>
      <w:tr w:rsidR="00476674" w:rsidRPr="008403D9" w14:paraId="16FFC86E" w14:textId="77777777" w:rsidTr="00856C66">
        <w:trPr>
          <w:trHeight w:val="730"/>
          <w:tblHeader/>
        </w:trPr>
        <w:tc>
          <w:tcPr>
            <w:tcW w:w="1509" w:type="dxa"/>
            <w:tcBorders>
              <w:bottom w:val="nil"/>
            </w:tcBorders>
            <w:shd w:val="clear" w:color="auto" w:fill="E6E6E6"/>
          </w:tcPr>
          <w:p w14:paraId="2C871703" w14:textId="79864D4A" w:rsidR="00476674" w:rsidRPr="008403D9" w:rsidRDefault="00476674" w:rsidP="008403D9">
            <w:pPr>
              <w:pStyle w:val="QMTabellenKopf"/>
              <w:jc w:val="center"/>
              <w:rPr>
                <w:noProof/>
              </w:rPr>
            </w:pPr>
            <w:r>
              <w:rPr>
                <w:noProof/>
              </w:rPr>
              <w:t>Datum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E6E6E6"/>
          </w:tcPr>
          <w:p w14:paraId="558A93D9" w14:textId="2E76C1BE" w:rsidR="00476674" w:rsidRPr="008403D9" w:rsidRDefault="00856C66" w:rsidP="008403D9">
            <w:pPr>
              <w:pStyle w:val="QMTabellenKopf"/>
              <w:jc w:val="center"/>
              <w:rPr>
                <w:noProof/>
              </w:rPr>
            </w:pPr>
            <w:r>
              <w:t>Überprüfung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E6E6E6"/>
          </w:tcPr>
          <w:p w14:paraId="4056C9CB" w14:textId="1E5B4825" w:rsidR="00476674" w:rsidRPr="008403D9" w:rsidRDefault="00476674" w:rsidP="008403D9">
            <w:pPr>
              <w:pStyle w:val="QMTabellenKopf"/>
              <w:jc w:val="center"/>
              <w:rPr>
                <w:noProof/>
              </w:rPr>
            </w:pPr>
            <w:r>
              <w:t>3-Punkt-Kalibrierung</w:t>
            </w:r>
          </w:p>
        </w:tc>
        <w:tc>
          <w:tcPr>
            <w:tcW w:w="1985" w:type="dxa"/>
            <w:tcBorders>
              <w:bottom w:val="nil"/>
            </w:tcBorders>
            <w:shd w:val="clear" w:color="auto" w:fill="E6E6E6"/>
          </w:tcPr>
          <w:p w14:paraId="5C88420B" w14:textId="6D9F55BA" w:rsidR="00476674" w:rsidRPr="008403D9" w:rsidRDefault="00476674" w:rsidP="008403D9">
            <w:pPr>
              <w:pStyle w:val="QMTabellenKopf"/>
              <w:jc w:val="center"/>
              <w:rPr>
                <w:noProof/>
              </w:rPr>
            </w:pPr>
            <w:r>
              <w:rPr>
                <w:noProof/>
              </w:rPr>
              <w:t>Steigung (mV/pH)</w:t>
            </w:r>
          </w:p>
        </w:tc>
        <w:tc>
          <w:tcPr>
            <w:tcW w:w="4677" w:type="dxa"/>
            <w:tcBorders>
              <w:bottom w:val="nil"/>
            </w:tcBorders>
            <w:shd w:val="clear" w:color="auto" w:fill="E6E6E6"/>
          </w:tcPr>
          <w:p w14:paraId="725A7CE8" w14:textId="31507ABD" w:rsidR="00476674" w:rsidRPr="008403D9" w:rsidRDefault="00593CF5" w:rsidP="00A31059">
            <w:pPr>
              <w:pStyle w:val="QMTabellenKopf"/>
              <w:jc w:val="center"/>
              <w:rPr>
                <w:noProof/>
              </w:rPr>
            </w:pPr>
            <w:r>
              <w:rPr>
                <w:noProof/>
              </w:rPr>
              <w:t>Bewertung / ggf. Maßnahmen</w:t>
            </w:r>
          </w:p>
        </w:tc>
        <w:tc>
          <w:tcPr>
            <w:tcW w:w="2410" w:type="dxa"/>
            <w:tcBorders>
              <w:bottom w:val="nil"/>
            </w:tcBorders>
            <w:shd w:val="clear" w:color="auto" w:fill="E6E6E6"/>
          </w:tcPr>
          <w:p w14:paraId="1476B31D" w14:textId="7F8F59E6" w:rsidR="00476674" w:rsidRPr="008403D9" w:rsidRDefault="00476674" w:rsidP="008403D9">
            <w:pPr>
              <w:pStyle w:val="QMTabellenKopf"/>
              <w:jc w:val="center"/>
              <w:rPr>
                <w:noProof/>
              </w:rPr>
            </w:pPr>
            <w:r>
              <w:rPr>
                <w:noProof/>
              </w:rPr>
              <w:t>Unterschrift</w:t>
            </w:r>
          </w:p>
        </w:tc>
      </w:tr>
      <w:tr w:rsidR="00476674" w:rsidRPr="008403D9" w14:paraId="180C107C" w14:textId="77777777" w:rsidTr="00856C66">
        <w:tc>
          <w:tcPr>
            <w:tcW w:w="1509" w:type="dxa"/>
          </w:tcPr>
          <w:p w14:paraId="57107737" w14:textId="77777777" w:rsidR="00476674" w:rsidRDefault="00476674" w:rsidP="008403D9">
            <w:pPr>
              <w:spacing w:line="240" w:lineRule="auto"/>
              <w:jc w:val="right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2126" w:type="dxa"/>
          </w:tcPr>
          <w:p w14:paraId="2DBA609C" w14:textId="77777777" w:rsidR="00476674" w:rsidRDefault="00476674" w:rsidP="00F57D53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2126" w:type="dxa"/>
          </w:tcPr>
          <w:p w14:paraId="6218FC2A" w14:textId="77777777" w:rsidR="00476674" w:rsidRDefault="00476674" w:rsidP="00113DF4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985" w:type="dxa"/>
          </w:tcPr>
          <w:p w14:paraId="738EB9A3" w14:textId="77777777" w:rsidR="00476674" w:rsidRDefault="00476674" w:rsidP="00853D48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4677" w:type="dxa"/>
          </w:tcPr>
          <w:p w14:paraId="45748F03" w14:textId="77777777" w:rsidR="00476674" w:rsidRDefault="00476674" w:rsidP="00F57D53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2410" w:type="dxa"/>
          </w:tcPr>
          <w:p w14:paraId="239F360A" w14:textId="77777777" w:rsidR="00476674" w:rsidRDefault="00476674" w:rsidP="003B2C6F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</w:tr>
      <w:tr w:rsidR="00476674" w:rsidRPr="008403D9" w14:paraId="753AF310" w14:textId="77777777" w:rsidTr="00856C66">
        <w:tc>
          <w:tcPr>
            <w:tcW w:w="1509" w:type="dxa"/>
          </w:tcPr>
          <w:p w14:paraId="21E1354C" w14:textId="77777777" w:rsidR="00476674" w:rsidRDefault="00476674" w:rsidP="008403D9">
            <w:pPr>
              <w:spacing w:line="240" w:lineRule="auto"/>
              <w:jc w:val="right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2126" w:type="dxa"/>
          </w:tcPr>
          <w:p w14:paraId="57C66CB0" w14:textId="77777777" w:rsidR="00476674" w:rsidRDefault="00476674" w:rsidP="00F57D53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2126" w:type="dxa"/>
          </w:tcPr>
          <w:p w14:paraId="72449219" w14:textId="77777777" w:rsidR="00476674" w:rsidRDefault="00476674" w:rsidP="00113DF4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985" w:type="dxa"/>
          </w:tcPr>
          <w:p w14:paraId="4BA5B414" w14:textId="77777777" w:rsidR="00476674" w:rsidRDefault="00476674" w:rsidP="00853D48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4677" w:type="dxa"/>
          </w:tcPr>
          <w:p w14:paraId="2EFA4BCB" w14:textId="77777777" w:rsidR="00476674" w:rsidRDefault="00476674" w:rsidP="00F57D53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2410" w:type="dxa"/>
          </w:tcPr>
          <w:p w14:paraId="533A6D22" w14:textId="77777777" w:rsidR="00476674" w:rsidRDefault="00476674" w:rsidP="003B2C6F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</w:tr>
      <w:tr w:rsidR="00476674" w:rsidRPr="008403D9" w14:paraId="768651A5" w14:textId="77777777" w:rsidTr="00856C66">
        <w:tc>
          <w:tcPr>
            <w:tcW w:w="1509" w:type="dxa"/>
          </w:tcPr>
          <w:p w14:paraId="718B94A9" w14:textId="77777777" w:rsidR="00476674" w:rsidRDefault="00476674" w:rsidP="008403D9">
            <w:pPr>
              <w:spacing w:line="240" w:lineRule="auto"/>
              <w:jc w:val="right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2126" w:type="dxa"/>
          </w:tcPr>
          <w:p w14:paraId="12D30E4F" w14:textId="77777777" w:rsidR="00476674" w:rsidRDefault="00476674" w:rsidP="00F57D53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2126" w:type="dxa"/>
          </w:tcPr>
          <w:p w14:paraId="45D8AA5D" w14:textId="77777777" w:rsidR="00476674" w:rsidRDefault="00476674" w:rsidP="00113DF4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985" w:type="dxa"/>
          </w:tcPr>
          <w:p w14:paraId="240C9E6F" w14:textId="77777777" w:rsidR="00476674" w:rsidRDefault="00476674" w:rsidP="00853D48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4677" w:type="dxa"/>
          </w:tcPr>
          <w:p w14:paraId="1326CA57" w14:textId="77777777" w:rsidR="00476674" w:rsidRDefault="00476674" w:rsidP="00F57D53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2410" w:type="dxa"/>
          </w:tcPr>
          <w:p w14:paraId="522D200E" w14:textId="77777777" w:rsidR="00476674" w:rsidRDefault="00476674" w:rsidP="003B2C6F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</w:tr>
      <w:tr w:rsidR="00593CF5" w:rsidRPr="008403D9" w14:paraId="6EB0E35F" w14:textId="77777777" w:rsidTr="00856C66">
        <w:tc>
          <w:tcPr>
            <w:tcW w:w="1509" w:type="dxa"/>
          </w:tcPr>
          <w:p w14:paraId="5446ACF3" w14:textId="77777777" w:rsidR="00593CF5" w:rsidRDefault="00593CF5" w:rsidP="008403D9">
            <w:pPr>
              <w:spacing w:line="240" w:lineRule="auto"/>
              <w:jc w:val="right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2126" w:type="dxa"/>
          </w:tcPr>
          <w:p w14:paraId="3665CD14" w14:textId="77777777" w:rsidR="00593CF5" w:rsidRDefault="00593CF5" w:rsidP="00F57D53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2126" w:type="dxa"/>
          </w:tcPr>
          <w:p w14:paraId="7A795A32" w14:textId="77777777" w:rsidR="00593CF5" w:rsidRDefault="00593CF5" w:rsidP="00113DF4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985" w:type="dxa"/>
          </w:tcPr>
          <w:p w14:paraId="1C861984" w14:textId="77777777" w:rsidR="00593CF5" w:rsidRDefault="00593CF5" w:rsidP="00853D48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4677" w:type="dxa"/>
          </w:tcPr>
          <w:p w14:paraId="5F8D9F6A" w14:textId="77777777" w:rsidR="00593CF5" w:rsidRDefault="00593CF5" w:rsidP="00F57D53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2410" w:type="dxa"/>
          </w:tcPr>
          <w:p w14:paraId="572983C4" w14:textId="77777777" w:rsidR="00593CF5" w:rsidRDefault="00593CF5" w:rsidP="003B2C6F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</w:tr>
      <w:tr w:rsidR="00593CF5" w:rsidRPr="008403D9" w14:paraId="3B95A4D5" w14:textId="77777777" w:rsidTr="00856C66">
        <w:tc>
          <w:tcPr>
            <w:tcW w:w="1509" w:type="dxa"/>
          </w:tcPr>
          <w:p w14:paraId="5B37535C" w14:textId="77777777" w:rsidR="00593CF5" w:rsidRDefault="00593CF5" w:rsidP="008403D9">
            <w:pPr>
              <w:spacing w:line="240" w:lineRule="auto"/>
              <w:jc w:val="right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2126" w:type="dxa"/>
          </w:tcPr>
          <w:p w14:paraId="7485CB62" w14:textId="77777777" w:rsidR="00593CF5" w:rsidRDefault="00593CF5" w:rsidP="00F57D53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2126" w:type="dxa"/>
          </w:tcPr>
          <w:p w14:paraId="4BD85C12" w14:textId="77777777" w:rsidR="00593CF5" w:rsidRDefault="00593CF5" w:rsidP="00113DF4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985" w:type="dxa"/>
          </w:tcPr>
          <w:p w14:paraId="465106EA" w14:textId="77777777" w:rsidR="00593CF5" w:rsidRDefault="00593CF5" w:rsidP="00853D48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4677" w:type="dxa"/>
          </w:tcPr>
          <w:p w14:paraId="2D8319D3" w14:textId="77777777" w:rsidR="00593CF5" w:rsidRDefault="00593CF5" w:rsidP="00F57D53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2410" w:type="dxa"/>
          </w:tcPr>
          <w:p w14:paraId="19826CD3" w14:textId="77777777" w:rsidR="00593CF5" w:rsidRDefault="00593CF5" w:rsidP="003B2C6F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</w:tr>
      <w:tr w:rsidR="00593CF5" w:rsidRPr="008403D9" w14:paraId="669051D0" w14:textId="77777777" w:rsidTr="00856C66">
        <w:tc>
          <w:tcPr>
            <w:tcW w:w="1509" w:type="dxa"/>
          </w:tcPr>
          <w:p w14:paraId="71AB8497" w14:textId="77777777" w:rsidR="00593CF5" w:rsidRDefault="00593CF5" w:rsidP="008403D9">
            <w:pPr>
              <w:spacing w:line="240" w:lineRule="auto"/>
              <w:jc w:val="right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2126" w:type="dxa"/>
          </w:tcPr>
          <w:p w14:paraId="5C0A9C53" w14:textId="77777777" w:rsidR="00593CF5" w:rsidRDefault="00593CF5" w:rsidP="00F57D53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2126" w:type="dxa"/>
          </w:tcPr>
          <w:p w14:paraId="1E1C0594" w14:textId="77777777" w:rsidR="00593CF5" w:rsidRDefault="00593CF5" w:rsidP="00113DF4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985" w:type="dxa"/>
          </w:tcPr>
          <w:p w14:paraId="340EC80C" w14:textId="77777777" w:rsidR="00593CF5" w:rsidRDefault="00593CF5" w:rsidP="00853D48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4677" w:type="dxa"/>
          </w:tcPr>
          <w:p w14:paraId="361D4090" w14:textId="77777777" w:rsidR="00593CF5" w:rsidRDefault="00593CF5" w:rsidP="00F57D53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2410" w:type="dxa"/>
          </w:tcPr>
          <w:p w14:paraId="1B42A3BD" w14:textId="77777777" w:rsidR="00593CF5" w:rsidRDefault="00593CF5" w:rsidP="003B2C6F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</w:tr>
      <w:tr w:rsidR="00593CF5" w:rsidRPr="008403D9" w14:paraId="77A7AEC1" w14:textId="77777777" w:rsidTr="00856C66">
        <w:tc>
          <w:tcPr>
            <w:tcW w:w="1509" w:type="dxa"/>
          </w:tcPr>
          <w:p w14:paraId="60096D0D" w14:textId="77777777" w:rsidR="00593CF5" w:rsidRDefault="00593CF5" w:rsidP="008403D9">
            <w:pPr>
              <w:spacing w:line="240" w:lineRule="auto"/>
              <w:jc w:val="right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2126" w:type="dxa"/>
          </w:tcPr>
          <w:p w14:paraId="64A97FA3" w14:textId="77777777" w:rsidR="00593CF5" w:rsidRDefault="00593CF5" w:rsidP="00F57D53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2126" w:type="dxa"/>
          </w:tcPr>
          <w:p w14:paraId="559269FA" w14:textId="77777777" w:rsidR="00593CF5" w:rsidRDefault="00593CF5" w:rsidP="00113DF4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985" w:type="dxa"/>
          </w:tcPr>
          <w:p w14:paraId="6CF88CE2" w14:textId="77777777" w:rsidR="00593CF5" w:rsidRDefault="00593CF5" w:rsidP="00853D48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4677" w:type="dxa"/>
          </w:tcPr>
          <w:p w14:paraId="1641BDFA" w14:textId="77777777" w:rsidR="00593CF5" w:rsidRDefault="00593CF5" w:rsidP="00F57D53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2410" w:type="dxa"/>
          </w:tcPr>
          <w:p w14:paraId="7321EDAB" w14:textId="77777777" w:rsidR="00593CF5" w:rsidRDefault="00593CF5" w:rsidP="003B2C6F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</w:tr>
      <w:tr w:rsidR="00593CF5" w:rsidRPr="008403D9" w14:paraId="4BBE390C" w14:textId="77777777" w:rsidTr="00856C66">
        <w:tc>
          <w:tcPr>
            <w:tcW w:w="1509" w:type="dxa"/>
          </w:tcPr>
          <w:p w14:paraId="4EF15AA4" w14:textId="77777777" w:rsidR="00593CF5" w:rsidRDefault="00593CF5" w:rsidP="008403D9">
            <w:pPr>
              <w:spacing w:line="240" w:lineRule="auto"/>
              <w:jc w:val="right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2126" w:type="dxa"/>
          </w:tcPr>
          <w:p w14:paraId="1C2F250A" w14:textId="77777777" w:rsidR="00593CF5" w:rsidRDefault="00593CF5" w:rsidP="00F57D53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2126" w:type="dxa"/>
          </w:tcPr>
          <w:p w14:paraId="57ACB3D8" w14:textId="77777777" w:rsidR="00593CF5" w:rsidRDefault="00593CF5" w:rsidP="00113DF4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985" w:type="dxa"/>
          </w:tcPr>
          <w:p w14:paraId="177C3CB0" w14:textId="77777777" w:rsidR="00593CF5" w:rsidRDefault="00593CF5" w:rsidP="00853D48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4677" w:type="dxa"/>
          </w:tcPr>
          <w:p w14:paraId="1430EFE7" w14:textId="77777777" w:rsidR="00593CF5" w:rsidRDefault="00593CF5" w:rsidP="00F57D53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2410" w:type="dxa"/>
          </w:tcPr>
          <w:p w14:paraId="34701ABB" w14:textId="77777777" w:rsidR="00593CF5" w:rsidRDefault="00593CF5" w:rsidP="003B2C6F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</w:tr>
      <w:tr w:rsidR="00593CF5" w:rsidRPr="008403D9" w14:paraId="005A5381" w14:textId="77777777" w:rsidTr="00856C66">
        <w:tc>
          <w:tcPr>
            <w:tcW w:w="1509" w:type="dxa"/>
          </w:tcPr>
          <w:p w14:paraId="10DA7DEB" w14:textId="77777777" w:rsidR="00593CF5" w:rsidRDefault="00593CF5" w:rsidP="008403D9">
            <w:pPr>
              <w:spacing w:line="240" w:lineRule="auto"/>
              <w:jc w:val="right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2126" w:type="dxa"/>
          </w:tcPr>
          <w:p w14:paraId="291D58DE" w14:textId="77777777" w:rsidR="00593CF5" w:rsidRDefault="00593CF5" w:rsidP="00F57D53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2126" w:type="dxa"/>
          </w:tcPr>
          <w:p w14:paraId="65E714D6" w14:textId="77777777" w:rsidR="00593CF5" w:rsidRDefault="00593CF5" w:rsidP="00113DF4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985" w:type="dxa"/>
          </w:tcPr>
          <w:p w14:paraId="6D174DED" w14:textId="77777777" w:rsidR="00593CF5" w:rsidRDefault="00593CF5" w:rsidP="00853D48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4677" w:type="dxa"/>
          </w:tcPr>
          <w:p w14:paraId="3215646D" w14:textId="77777777" w:rsidR="00593CF5" w:rsidRDefault="00593CF5" w:rsidP="00F57D53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2410" w:type="dxa"/>
          </w:tcPr>
          <w:p w14:paraId="79BA6FA7" w14:textId="77777777" w:rsidR="00593CF5" w:rsidRDefault="00593CF5" w:rsidP="003B2C6F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</w:tr>
      <w:tr w:rsidR="00593CF5" w:rsidRPr="008403D9" w14:paraId="5823A95B" w14:textId="77777777" w:rsidTr="00856C66">
        <w:tc>
          <w:tcPr>
            <w:tcW w:w="1509" w:type="dxa"/>
          </w:tcPr>
          <w:p w14:paraId="6C2BFA8A" w14:textId="77777777" w:rsidR="00593CF5" w:rsidRDefault="00593CF5" w:rsidP="008403D9">
            <w:pPr>
              <w:spacing w:line="240" w:lineRule="auto"/>
              <w:jc w:val="right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2126" w:type="dxa"/>
          </w:tcPr>
          <w:p w14:paraId="6E376C7A" w14:textId="77777777" w:rsidR="00593CF5" w:rsidRDefault="00593CF5" w:rsidP="00F57D53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2126" w:type="dxa"/>
          </w:tcPr>
          <w:p w14:paraId="5F497755" w14:textId="77777777" w:rsidR="00593CF5" w:rsidRDefault="00593CF5" w:rsidP="00113DF4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985" w:type="dxa"/>
          </w:tcPr>
          <w:p w14:paraId="2073F131" w14:textId="77777777" w:rsidR="00593CF5" w:rsidRDefault="00593CF5" w:rsidP="00853D48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4677" w:type="dxa"/>
          </w:tcPr>
          <w:p w14:paraId="1AF89B34" w14:textId="77777777" w:rsidR="00593CF5" w:rsidRDefault="00593CF5" w:rsidP="00F57D53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2410" w:type="dxa"/>
          </w:tcPr>
          <w:p w14:paraId="4E66C86C" w14:textId="77777777" w:rsidR="00593CF5" w:rsidRDefault="00593CF5" w:rsidP="003B2C6F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</w:tr>
      <w:tr w:rsidR="00593CF5" w:rsidRPr="008403D9" w14:paraId="0BFB4CDC" w14:textId="77777777" w:rsidTr="00856C66">
        <w:tc>
          <w:tcPr>
            <w:tcW w:w="1509" w:type="dxa"/>
          </w:tcPr>
          <w:p w14:paraId="5D515FC9" w14:textId="77777777" w:rsidR="00593CF5" w:rsidRDefault="00593CF5" w:rsidP="008403D9">
            <w:pPr>
              <w:spacing w:line="240" w:lineRule="auto"/>
              <w:jc w:val="right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2126" w:type="dxa"/>
          </w:tcPr>
          <w:p w14:paraId="15D47950" w14:textId="77777777" w:rsidR="00593CF5" w:rsidRDefault="00593CF5" w:rsidP="00F57D53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2126" w:type="dxa"/>
          </w:tcPr>
          <w:p w14:paraId="133EBCFE" w14:textId="77777777" w:rsidR="00593CF5" w:rsidRDefault="00593CF5" w:rsidP="00113DF4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985" w:type="dxa"/>
          </w:tcPr>
          <w:p w14:paraId="68E52853" w14:textId="77777777" w:rsidR="00593CF5" w:rsidRDefault="00593CF5" w:rsidP="00853D48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4677" w:type="dxa"/>
          </w:tcPr>
          <w:p w14:paraId="3A48E001" w14:textId="77777777" w:rsidR="00593CF5" w:rsidRDefault="00593CF5" w:rsidP="00F57D53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2410" w:type="dxa"/>
          </w:tcPr>
          <w:p w14:paraId="18C656C4" w14:textId="77777777" w:rsidR="00593CF5" w:rsidRDefault="00593CF5" w:rsidP="003B2C6F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</w:tr>
      <w:tr w:rsidR="00593CF5" w:rsidRPr="008403D9" w14:paraId="234BC107" w14:textId="77777777" w:rsidTr="00856C66">
        <w:tc>
          <w:tcPr>
            <w:tcW w:w="1509" w:type="dxa"/>
          </w:tcPr>
          <w:p w14:paraId="2456EA79" w14:textId="77777777" w:rsidR="00593CF5" w:rsidRDefault="00593CF5" w:rsidP="008403D9">
            <w:pPr>
              <w:spacing w:line="240" w:lineRule="auto"/>
              <w:jc w:val="right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2126" w:type="dxa"/>
          </w:tcPr>
          <w:p w14:paraId="356DF40E" w14:textId="77777777" w:rsidR="00593CF5" w:rsidRDefault="00593CF5" w:rsidP="00F57D53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2126" w:type="dxa"/>
          </w:tcPr>
          <w:p w14:paraId="56389D98" w14:textId="77777777" w:rsidR="00593CF5" w:rsidRDefault="00593CF5" w:rsidP="00113DF4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985" w:type="dxa"/>
          </w:tcPr>
          <w:p w14:paraId="5502A842" w14:textId="77777777" w:rsidR="00593CF5" w:rsidRDefault="00593CF5" w:rsidP="00853D48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4677" w:type="dxa"/>
          </w:tcPr>
          <w:p w14:paraId="61FDD639" w14:textId="77777777" w:rsidR="00593CF5" w:rsidRDefault="00593CF5" w:rsidP="00F57D53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2410" w:type="dxa"/>
          </w:tcPr>
          <w:p w14:paraId="62103846" w14:textId="77777777" w:rsidR="00593CF5" w:rsidRDefault="00593CF5" w:rsidP="003B2C6F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</w:tr>
    </w:tbl>
    <w:p w14:paraId="19F711A4" w14:textId="77777777" w:rsidR="004E077C" w:rsidRDefault="004E077C" w:rsidP="005F4F55">
      <w:pPr>
        <w:pStyle w:val="QMStandart"/>
        <w:rPr>
          <w:u w:val="single"/>
        </w:rPr>
      </w:pPr>
    </w:p>
    <w:p w14:paraId="3B86FD21" w14:textId="2C38FD17" w:rsidR="00593CF5" w:rsidRDefault="00593CF5">
      <w:pPr>
        <w:spacing w:line="240" w:lineRule="auto"/>
        <w:rPr>
          <w:rFonts w:ascii="Arial" w:hAnsi="Arial"/>
          <w:color w:val="000000" w:themeColor="text1"/>
          <w:sz w:val="20"/>
        </w:rPr>
      </w:pPr>
      <w:r>
        <w:br w:type="page"/>
      </w:r>
    </w:p>
    <w:p w14:paraId="0AAA8B7C" w14:textId="77777777" w:rsidR="00593CF5" w:rsidRPr="00476674" w:rsidRDefault="00593CF5" w:rsidP="00593CF5">
      <w:pPr>
        <w:pStyle w:val="QMStandart"/>
        <w:rPr>
          <w:b/>
          <w:color w:val="008000"/>
        </w:rPr>
      </w:pPr>
      <w:r w:rsidRPr="00476674">
        <w:rPr>
          <w:b/>
          <w:color w:val="008000"/>
        </w:rPr>
        <w:lastRenderedPageBreak/>
        <w:t>Multiparametersonde WTW Multi 3420</w:t>
      </w:r>
    </w:p>
    <w:p w14:paraId="21522324" w14:textId="77777777" w:rsidR="00AF6B1F" w:rsidRDefault="00AF6B1F" w:rsidP="005F4F55">
      <w:pPr>
        <w:pStyle w:val="QMStandart"/>
      </w:pPr>
    </w:p>
    <w:p w14:paraId="4BB5D4B6" w14:textId="19AE1A98" w:rsidR="00593CF5" w:rsidRPr="00593CF5" w:rsidRDefault="00593CF5" w:rsidP="005F4F55">
      <w:pPr>
        <w:pStyle w:val="QMStandart"/>
        <w:rPr>
          <w:b/>
          <w:color w:val="008000"/>
        </w:rPr>
      </w:pPr>
      <w:r w:rsidRPr="00593CF5">
        <w:rPr>
          <w:b/>
          <w:color w:val="008000"/>
        </w:rPr>
        <w:t>Sauerstoff</w:t>
      </w:r>
    </w:p>
    <w:p w14:paraId="7C32C7DC" w14:textId="0C9D47D2" w:rsidR="00593CF5" w:rsidRPr="00DE3099" w:rsidRDefault="00593CF5" w:rsidP="005F4F55">
      <w:pPr>
        <w:pStyle w:val="QMStandart"/>
        <w:rPr>
          <w:color w:val="008000"/>
        </w:rPr>
      </w:pPr>
      <w:r w:rsidRPr="00DE3099">
        <w:rPr>
          <w:color w:val="008000"/>
        </w:rPr>
        <w:t>Kalibrierung</w:t>
      </w:r>
      <w:r w:rsidR="0087603C">
        <w:rPr>
          <w:color w:val="008000"/>
        </w:rPr>
        <w:t xml:space="preserve"> in wasserdampfgesättigter Luft</w:t>
      </w:r>
      <w:r w:rsidRPr="00DE3099">
        <w:rPr>
          <w:color w:val="008000"/>
        </w:rPr>
        <w:t xml:space="preserve">, </w:t>
      </w:r>
      <w:r w:rsidR="00DE3099">
        <w:rPr>
          <w:color w:val="008000"/>
        </w:rPr>
        <w:t xml:space="preserve">Kalibrierwert </w:t>
      </w:r>
      <w:r w:rsidRPr="00DE3099">
        <w:rPr>
          <w:color w:val="008000"/>
        </w:rPr>
        <w:t>relative Steilheit, Sollwert S= 0,94 bis 1,06</w:t>
      </w:r>
      <w:r w:rsidR="0087603C">
        <w:rPr>
          <w:color w:val="008000"/>
        </w:rPr>
        <w:t>,</w:t>
      </w:r>
      <w:r w:rsidR="0087603C" w:rsidRPr="0087603C">
        <w:rPr>
          <w:color w:val="008000"/>
        </w:rPr>
        <w:t xml:space="preserve"> </w:t>
      </w:r>
      <w:r w:rsidR="0087603C" w:rsidRPr="00DE3099">
        <w:rPr>
          <w:color w:val="008000"/>
        </w:rPr>
        <w:t>Intervall nach Bedarf</w:t>
      </w:r>
    </w:p>
    <w:p w14:paraId="432A4C1E" w14:textId="01A2D5CA" w:rsidR="00593CF5" w:rsidRPr="00DE3099" w:rsidRDefault="00593CF5" w:rsidP="005F4F55">
      <w:pPr>
        <w:pStyle w:val="QMStandart"/>
        <w:rPr>
          <w:color w:val="008000"/>
        </w:rPr>
      </w:pPr>
      <w:r w:rsidRPr="00DE3099">
        <w:rPr>
          <w:color w:val="008000"/>
        </w:rPr>
        <w:t>Überprüfung</w:t>
      </w:r>
      <w:r w:rsidR="0087603C">
        <w:rPr>
          <w:color w:val="008000"/>
        </w:rPr>
        <w:t xml:space="preserve"> in wasserdampfgesättigter Luft</w:t>
      </w:r>
      <w:r w:rsidRPr="00DE3099">
        <w:rPr>
          <w:color w:val="008000"/>
        </w:rPr>
        <w:t>, Gültigkeitsbereich 98 bis 102 %</w:t>
      </w:r>
      <w:r w:rsidR="0087603C">
        <w:rPr>
          <w:color w:val="008000"/>
        </w:rPr>
        <w:t>,</w:t>
      </w:r>
      <w:r w:rsidR="0087603C" w:rsidRPr="0087603C">
        <w:rPr>
          <w:color w:val="008000"/>
        </w:rPr>
        <w:t xml:space="preserve"> </w:t>
      </w:r>
      <w:r w:rsidR="0087603C" w:rsidRPr="00DE3099">
        <w:rPr>
          <w:color w:val="008000"/>
        </w:rPr>
        <w:t>Intervall arbeitstäglich</w:t>
      </w:r>
    </w:p>
    <w:p w14:paraId="1C861B0F" w14:textId="19A1A9C1" w:rsidR="00593CF5" w:rsidRDefault="00593CF5" w:rsidP="00593CF5">
      <w:pPr>
        <w:pStyle w:val="Beschriftung"/>
        <w:keepNext/>
      </w:pPr>
    </w:p>
    <w:tbl>
      <w:tblPr>
        <w:tblW w:w="142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509"/>
        <w:gridCol w:w="1417"/>
        <w:gridCol w:w="1559"/>
        <w:gridCol w:w="1701"/>
        <w:gridCol w:w="1843"/>
        <w:gridCol w:w="4678"/>
        <w:gridCol w:w="1559"/>
      </w:tblGrid>
      <w:tr w:rsidR="00B82807" w:rsidRPr="008403D9" w14:paraId="24FA674E" w14:textId="77777777" w:rsidTr="00B82807">
        <w:trPr>
          <w:trHeight w:val="730"/>
          <w:tblHeader/>
        </w:trPr>
        <w:tc>
          <w:tcPr>
            <w:tcW w:w="1509" w:type="dxa"/>
            <w:tcBorders>
              <w:bottom w:val="nil"/>
            </w:tcBorders>
            <w:shd w:val="clear" w:color="auto" w:fill="E6E6E6"/>
          </w:tcPr>
          <w:p w14:paraId="40506B1E" w14:textId="77777777" w:rsidR="00B82807" w:rsidRPr="008403D9" w:rsidRDefault="00B82807" w:rsidP="00593CF5">
            <w:pPr>
              <w:pStyle w:val="QMTabellenKopf"/>
              <w:jc w:val="center"/>
              <w:rPr>
                <w:noProof/>
              </w:rPr>
            </w:pPr>
            <w:r>
              <w:rPr>
                <w:noProof/>
              </w:rPr>
              <w:t>Datum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E6E6E6"/>
          </w:tcPr>
          <w:p w14:paraId="682A2441" w14:textId="3BB396CF" w:rsidR="00B82807" w:rsidRPr="008403D9" w:rsidRDefault="00B82807" w:rsidP="00593CF5">
            <w:pPr>
              <w:pStyle w:val="QMTabellenKopf"/>
              <w:jc w:val="center"/>
              <w:rPr>
                <w:noProof/>
              </w:rPr>
            </w:pPr>
            <w:r>
              <w:t>Überprüfung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E6E6E6"/>
          </w:tcPr>
          <w:p w14:paraId="33BDC0F5" w14:textId="73AD4416" w:rsidR="00B82807" w:rsidRPr="008403D9" w:rsidRDefault="00B82807" w:rsidP="00593CF5">
            <w:pPr>
              <w:pStyle w:val="QMTabellenKopf"/>
              <w:jc w:val="center"/>
              <w:rPr>
                <w:noProof/>
              </w:rPr>
            </w:pPr>
            <w:r>
              <w:t>Kalibrierung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E6E6E6"/>
          </w:tcPr>
          <w:p w14:paraId="11A04DB3" w14:textId="0E2E2229" w:rsidR="00B82807" w:rsidRPr="008403D9" w:rsidRDefault="00B82807" w:rsidP="00593CF5">
            <w:pPr>
              <w:pStyle w:val="QMTabellenKopf"/>
              <w:jc w:val="center"/>
              <w:rPr>
                <w:noProof/>
              </w:rPr>
            </w:pPr>
            <w:r>
              <w:rPr>
                <w:noProof/>
              </w:rPr>
              <w:t>Kontrollwert %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E6E6E6"/>
          </w:tcPr>
          <w:p w14:paraId="702EE74B" w14:textId="3D6EB4E1" w:rsidR="00B82807" w:rsidRDefault="00B82807" w:rsidP="00593CF5">
            <w:pPr>
              <w:pStyle w:val="QMTabellenKopf"/>
              <w:jc w:val="center"/>
              <w:rPr>
                <w:noProof/>
              </w:rPr>
            </w:pPr>
            <w:r>
              <w:rPr>
                <w:noProof/>
              </w:rPr>
              <w:t>Relative Steilheit</w:t>
            </w:r>
          </w:p>
        </w:tc>
        <w:tc>
          <w:tcPr>
            <w:tcW w:w="4678" w:type="dxa"/>
            <w:tcBorders>
              <w:bottom w:val="nil"/>
            </w:tcBorders>
            <w:shd w:val="clear" w:color="auto" w:fill="E6E6E6"/>
          </w:tcPr>
          <w:p w14:paraId="4DD18592" w14:textId="20DD9878" w:rsidR="00B82807" w:rsidRPr="008403D9" w:rsidRDefault="00B82807" w:rsidP="00593CF5">
            <w:pPr>
              <w:pStyle w:val="QMTabellenKopf"/>
              <w:jc w:val="center"/>
              <w:rPr>
                <w:noProof/>
              </w:rPr>
            </w:pPr>
            <w:r>
              <w:rPr>
                <w:noProof/>
              </w:rPr>
              <w:t>Bewertung / ggf. Maßnahmen</w:t>
            </w:r>
          </w:p>
        </w:tc>
        <w:tc>
          <w:tcPr>
            <w:tcW w:w="1559" w:type="dxa"/>
            <w:tcBorders>
              <w:bottom w:val="nil"/>
            </w:tcBorders>
            <w:shd w:val="clear" w:color="auto" w:fill="E6E6E6"/>
          </w:tcPr>
          <w:p w14:paraId="79FE1F0E" w14:textId="77777777" w:rsidR="00B82807" w:rsidRPr="008403D9" w:rsidRDefault="00B82807" w:rsidP="00593CF5">
            <w:pPr>
              <w:pStyle w:val="QMTabellenKopf"/>
              <w:jc w:val="center"/>
              <w:rPr>
                <w:noProof/>
              </w:rPr>
            </w:pPr>
            <w:r>
              <w:rPr>
                <w:noProof/>
              </w:rPr>
              <w:t>Unterschrift</w:t>
            </w:r>
          </w:p>
        </w:tc>
      </w:tr>
      <w:tr w:rsidR="00B82807" w:rsidRPr="008403D9" w14:paraId="3421415A" w14:textId="77777777" w:rsidTr="00B82807">
        <w:tc>
          <w:tcPr>
            <w:tcW w:w="1509" w:type="dxa"/>
          </w:tcPr>
          <w:p w14:paraId="3559E1B2" w14:textId="77777777" w:rsidR="00B82807" w:rsidRDefault="00B82807" w:rsidP="00593CF5">
            <w:pPr>
              <w:spacing w:line="240" w:lineRule="auto"/>
              <w:jc w:val="right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417" w:type="dxa"/>
          </w:tcPr>
          <w:p w14:paraId="543432A5" w14:textId="77777777" w:rsidR="00B82807" w:rsidRDefault="00B82807" w:rsidP="00593CF5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559" w:type="dxa"/>
          </w:tcPr>
          <w:p w14:paraId="7187BAA1" w14:textId="77777777" w:rsidR="00B82807" w:rsidRDefault="00B82807" w:rsidP="00593CF5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701" w:type="dxa"/>
          </w:tcPr>
          <w:p w14:paraId="7F0FB8C2" w14:textId="77777777" w:rsidR="00B82807" w:rsidRDefault="00B82807" w:rsidP="00593CF5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843" w:type="dxa"/>
          </w:tcPr>
          <w:p w14:paraId="168181C2" w14:textId="77777777" w:rsidR="00B82807" w:rsidRDefault="00B82807" w:rsidP="00593CF5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4678" w:type="dxa"/>
          </w:tcPr>
          <w:p w14:paraId="192FD780" w14:textId="526C0ED2" w:rsidR="00B82807" w:rsidRDefault="00B82807" w:rsidP="00593CF5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559" w:type="dxa"/>
          </w:tcPr>
          <w:p w14:paraId="5B6B0810" w14:textId="77777777" w:rsidR="00B82807" w:rsidRDefault="00B82807" w:rsidP="00593CF5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</w:tr>
      <w:tr w:rsidR="00B82807" w:rsidRPr="008403D9" w14:paraId="0065A7BC" w14:textId="77777777" w:rsidTr="00B82807">
        <w:tc>
          <w:tcPr>
            <w:tcW w:w="1509" w:type="dxa"/>
          </w:tcPr>
          <w:p w14:paraId="7AD4F6FA" w14:textId="77777777" w:rsidR="00B82807" w:rsidRDefault="00B82807" w:rsidP="00593CF5">
            <w:pPr>
              <w:spacing w:line="240" w:lineRule="auto"/>
              <w:jc w:val="right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417" w:type="dxa"/>
          </w:tcPr>
          <w:p w14:paraId="5713DA7E" w14:textId="77777777" w:rsidR="00B82807" w:rsidRDefault="00B82807" w:rsidP="00593CF5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559" w:type="dxa"/>
          </w:tcPr>
          <w:p w14:paraId="2FB1EF69" w14:textId="77777777" w:rsidR="00B82807" w:rsidRDefault="00B82807" w:rsidP="00593CF5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701" w:type="dxa"/>
          </w:tcPr>
          <w:p w14:paraId="583A6E9A" w14:textId="77777777" w:rsidR="00B82807" w:rsidRDefault="00B82807" w:rsidP="00593CF5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843" w:type="dxa"/>
          </w:tcPr>
          <w:p w14:paraId="33002264" w14:textId="77777777" w:rsidR="00B82807" w:rsidRDefault="00B82807" w:rsidP="00593CF5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4678" w:type="dxa"/>
          </w:tcPr>
          <w:p w14:paraId="54B1F385" w14:textId="015B9F6F" w:rsidR="00B82807" w:rsidRDefault="00B82807" w:rsidP="00593CF5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559" w:type="dxa"/>
          </w:tcPr>
          <w:p w14:paraId="49D80C88" w14:textId="77777777" w:rsidR="00B82807" w:rsidRDefault="00B82807" w:rsidP="00593CF5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</w:tr>
      <w:tr w:rsidR="00B82807" w:rsidRPr="008403D9" w14:paraId="6C91E83E" w14:textId="77777777" w:rsidTr="00B82807">
        <w:tc>
          <w:tcPr>
            <w:tcW w:w="1509" w:type="dxa"/>
          </w:tcPr>
          <w:p w14:paraId="56E0811B" w14:textId="77777777" w:rsidR="00B82807" w:rsidRDefault="00B82807" w:rsidP="00593CF5">
            <w:pPr>
              <w:spacing w:line="240" w:lineRule="auto"/>
              <w:jc w:val="right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417" w:type="dxa"/>
          </w:tcPr>
          <w:p w14:paraId="7DC5D048" w14:textId="77777777" w:rsidR="00B82807" w:rsidRDefault="00B82807" w:rsidP="00593CF5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559" w:type="dxa"/>
          </w:tcPr>
          <w:p w14:paraId="28D462D4" w14:textId="77777777" w:rsidR="00B82807" w:rsidRDefault="00B82807" w:rsidP="00593CF5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701" w:type="dxa"/>
          </w:tcPr>
          <w:p w14:paraId="76E01E7A" w14:textId="77777777" w:rsidR="00B82807" w:rsidRDefault="00B82807" w:rsidP="00593CF5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843" w:type="dxa"/>
          </w:tcPr>
          <w:p w14:paraId="185F5C57" w14:textId="77777777" w:rsidR="00B82807" w:rsidRDefault="00B82807" w:rsidP="00593CF5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4678" w:type="dxa"/>
          </w:tcPr>
          <w:p w14:paraId="0EFE28C2" w14:textId="27343198" w:rsidR="00B82807" w:rsidRDefault="00B82807" w:rsidP="00593CF5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559" w:type="dxa"/>
          </w:tcPr>
          <w:p w14:paraId="476E4676" w14:textId="77777777" w:rsidR="00B82807" w:rsidRDefault="00B82807" w:rsidP="00593CF5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</w:tr>
      <w:tr w:rsidR="00B82807" w:rsidRPr="008403D9" w14:paraId="56202A00" w14:textId="77777777" w:rsidTr="00B82807">
        <w:tc>
          <w:tcPr>
            <w:tcW w:w="1509" w:type="dxa"/>
          </w:tcPr>
          <w:p w14:paraId="34878863" w14:textId="77777777" w:rsidR="00B82807" w:rsidRDefault="00B82807" w:rsidP="00593CF5">
            <w:pPr>
              <w:spacing w:line="240" w:lineRule="auto"/>
              <w:jc w:val="right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417" w:type="dxa"/>
          </w:tcPr>
          <w:p w14:paraId="4E880D2A" w14:textId="77777777" w:rsidR="00B82807" w:rsidRDefault="00B82807" w:rsidP="00593CF5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559" w:type="dxa"/>
          </w:tcPr>
          <w:p w14:paraId="546DDDDF" w14:textId="77777777" w:rsidR="00B82807" w:rsidRDefault="00B82807" w:rsidP="00593CF5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701" w:type="dxa"/>
          </w:tcPr>
          <w:p w14:paraId="15E59725" w14:textId="77777777" w:rsidR="00B82807" w:rsidRDefault="00B82807" w:rsidP="00593CF5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843" w:type="dxa"/>
          </w:tcPr>
          <w:p w14:paraId="75273682" w14:textId="77777777" w:rsidR="00B82807" w:rsidRDefault="00B82807" w:rsidP="00593CF5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4678" w:type="dxa"/>
          </w:tcPr>
          <w:p w14:paraId="23E425D5" w14:textId="1D6635B6" w:rsidR="00B82807" w:rsidRDefault="00B82807" w:rsidP="00593CF5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559" w:type="dxa"/>
          </w:tcPr>
          <w:p w14:paraId="028C297C" w14:textId="77777777" w:rsidR="00B82807" w:rsidRDefault="00B82807" w:rsidP="00593CF5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</w:tr>
      <w:tr w:rsidR="00B82807" w:rsidRPr="008403D9" w14:paraId="1C678009" w14:textId="77777777" w:rsidTr="00B82807">
        <w:tc>
          <w:tcPr>
            <w:tcW w:w="1509" w:type="dxa"/>
          </w:tcPr>
          <w:p w14:paraId="2AF8256F" w14:textId="77777777" w:rsidR="00B82807" w:rsidRDefault="00B82807" w:rsidP="00593CF5">
            <w:pPr>
              <w:spacing w:line="240" w:lineRule="auto"/>
              <w:jc w:val="right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417" w:type="dxa"/>
          </w:tcPr>
          <w:p w14:paraId="0CC0DF3B" w14:textId="77777777" w:rsidR="00B82807" w:rsidRDefault="00B82807" w:rsidP="00593CF5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559" w:type="dxa"/>
          </w:tcPr>
          <w:p w14:paraId="5E408DFC" w14:textId="77777777" w:rsidR="00B82807" w:rsidRDefault="00B82807" w:rsidP="00593CF5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701" w:type="dxa"/>
          </w:tcPr>
          <w:p w14:paraId="6D93D52F" w14:textId="77777777" w:rsidR="00B82807" w:rsidRDefault="00B82807" w:rsidP="00593CF5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843" w:type="dxa"/>
          </w:tcPr>
          <w:p w14:paraId="7D4E3B36" w14:textId="77777777" w:rsidR="00B82807" w:rsidRDefault="00B82807" w:rsidP="00593CF5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4678" w:type="dxa"/>
          </w:tcPr>
          <w:p w14:paraId="5B6667B4" w14:textId="7C6301EF" w:rsidR="00B82807" w:rsidRDefault="00B82807" w:rsidP="00593CF5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559" w:type="dxa"/>
          </w:tcPr>
          <w:p w14:paraId="02A55982" w14:textId="77777777" w:rsidR="00B82807" w:rsidRDefault="00B82807" w:rsidP="00593CF5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</w:tr>
      <w:tr w:rsidR="00B82807" w:rsidRPr="008403D9" w14:paraId="42B4AA4B" w14:textId="77777777" w:rsidTr="00B82807">
        <w:tc>
          <w:tcPr>
            <w:tcW w:w="1509" w:type="dxa"/>
          </w:tcPr>
          <w:p w14:paraId="49A78867" w14:textId="77777777" w:rsidR="00B82807" w:rsidRDefault="00B82807" w:rsidP="00593CF5">
            <w:pPr>
              <w:spacing w:line="240" w:lineRule="auto"/>
              <w:jc w:val="right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417" w:type="dxa"/>
          </w:tcPr>
          <w:p w14:paraId="3B28AB90" w14:textId="77777777" w:rsidR="00B82807" w:rsidRDefault="00B82807" w:rsidP="00593CF5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559" w:type="dxa"/>
          </w:tcPr>
          <w:p w14:paraId="224A8C7B" w14:textId="77777777" w:rsidR="00B82807" w:rsidRDefault="00B82807" w:rsidP="00593CF5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701" w:type="dxa"/>
          </w:tcPr>
          <w:p w14:paraId="20FC0402" w14:textId="77777777" w:rsidR="00B82807" w:rsidRDefault="00B82807" w:rsidP="00593CF5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843" w:type="dxa"/>
          </w:tcPr>
          <w:p w14:paraId="3AD68813" w14:textId="77777777" w:rsidR="00B82807" w:rsidRDefault="00B82807" w:rsidP="00593CF5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4678" w:type="dxa"/>
          </w:tcPr>
          <w:p w14:paraId="7F32727A" w14:textId="3D427D87" w:rsidR="00B82807" w:rsidRDefault="00B82807" w:rsidP="00593CF5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559" w:type="dxa"/>
          </w:tcPr>
          <w:p w14:paraId="4D5EA389" w14:textId="77777777" w:rsidR="00B82807" w:rsidRDefault="00B82807" w:rsidP="00593CF5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</w:tr>
      <w:tr w:rsidR="00B82807" w:rsidRPr="008403D9" w14:paraId="0A4C400F" w14:textId="77777777" w:rsidTr="00B82807">
        <w:tc>
          <w:tcPr>
            <w:tcW w:w="1509" w:type="dxa"/>
          </w:tcPr>
          <w:p w14:paraId="27F5CBD3" w14:textId="77777777" w:rsidR="00B82807" w:rsidRDefault="00B82807" w:rsidP="00593CF5">
            <w:pPr>
              <w:spacing w:line="240" w:lineRule="auto"/>
              <w:jc w:val="right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417" w:type="dxa"/>
          </w:tcPr>
          <w:p w14:paraId="1B99298F" w14:textId="77777777" w:rsidR="00B82807" w:rsidRDefault="00B82807" w:rsidP="00593CF5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559" w:type="dxa"/>
          </w:tcPr>
          <w:p w14:paraId="5DDC0680" w14:textId="77777777" w:rsidR="00B82807" w:rsidRDefault="00B82807" w:rsidP="00593CF5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701" w:type="dxa"/>
          </w:tcPr>
          <w:p w14:paraId="5CF23524" w14:textId="77777777" w:rsidR="00B82807" w:rsidRDefault="00B82807" w:rsidP="00593CF5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843" w:type="dxa"/>
          </w:tcPr>
          <w:p w14:paraId="4E337E73" w14:textId="77777777" w:rsidR="00B82807" w:rsidRDefault="00B82807" w:rsidP="00593CF5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4678" w:type="dxa"/>
          </w:tcPr>
          <w:p w14:paraId="52ED7B58" w14:textId="532F072F" w:rsidR="00B82807" w:rsidRDefault="00B82807" w:rsidP="00593CF5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559" w:type="dxa"/>
          </w:tcPr>
          <w:p w14:paraId="7BA1D3EE" w14:textId="77777777" w:rsidR="00B82807" w:rsidRDefault="00B82807" w:rsidP="00593CF5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</w:tr>
      <w:tr w:rsidR="00B82807" w:rsidRPr="008403D9" w14:paraId="6702996B" w14:textId="77777777" w:rsidTr="00B82807">
        <w:tc>
          <w:tcPr>
            <w:tcW w:w="1509" w:type="dxa"/>
          </w:tcPr>
          <w:p w14:paraId="2A4236D3" w14:textId="77777777" w:rsidR="00B82807" w:rsidRDefault="00B82807" w:rsidP="00DE3099">
            <w:pPr>
              <w:spacing w:line="240" w:lineRule="auto"/>
              <w:jc w:val="right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417" w:type="dxa"/>
          </w:tcPr>
          <w:p w14:paraId="493DF90B" w14:textId="77777777" w:rsidR="00B82807" w:rsidRDefault="00B82807" w:rsidP="00DE3099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559" w:type="dxa"/>
          </w:tcPr>
          <w:p w14:paraId="69880445" w14:textId="77777777" w:rsidR="00B82807" w:rsidRDefault="00B82807" w:rsidP="00DE3099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701" w:type="dxa"/>
          </w:tcPr>
          <w:p w14:paraId="2218ACC6" w14:textId="77777777" w:rsidR="00B82807" w:rsidRDefault="00B82807" w:rsidP="00DE3099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843" w:type="dxa"/>
          </w:tcPr>
          <w:p w14:paraId="58C96C63" w14:textId="77777777" w:rsidR="00B82807" w:rsidRDefault="00B82807" w:rsidP="00DE3099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4678" w:type="dxa"/>
          </w:tcPr>
          <w:p w14:paraId="27A8FC60" w14:textId="2886DC98" w:rsidR="00B82807" w:rsidRDefault="00B82807" w:rsidP="00DE3099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559" w:type="dxa"/>
          </w:tcPr>
          <w:p w14:paraId="18E6BD8D" w14:textId="77777777" w:rsidR="00B82807" w:rsidRDefault="00B82807" w:rsidP="00DE3099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</w:tr>
      <w:tr w:rsidR="00B82807" w:rsidRPr="008403D9" w14:paraId="1316A7A4" w14:textId="77777777" w:rsidTr="00B82807">
        <w:tc>
          <w:tcPr>
            <w:tcW w:w="1509" w:type="dxa"/>
          </w:tcPr>
          <w:p w14:paraId="69C49DD9" w14:textId="77777777" w:rsidR="00B82807" w:rsidRDefault="00B82807" w:rsidP="00DE3099">
            <w:pPr>
              <w:spacing w:line="240" w:lineRule="auto"/>
              <w:jc w:val="right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417" w:type="dxa"/>
          </w:tcPr>
          <w:p w14:paraId="36E870F7" w14:textId="77777777" w:rsidR="00B82807" w:rsidRDefault="00B82807" w:rsidP="00DE3099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559" w:type="dxa"/>
          </w:tcPr>
          <w:p w14:paraId="0E427320" w14:textId="77777777" w:rsidR="00B82807" w:rsidRDefault="00B82807" w:rsidP="00DE3099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701" w:type="dxa"/>
          </w:tcPr>
          <w:p w14:paraId="2647395D" w14:textId="77777777" w:rsidR="00B82807" w:rsidRDefault="00B82807" w:rsidP="00DE3099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843" w:type="dxa"/>
          </w:tcPr>
          <w:p w14:paraId="127D0853" w14:textId="77777777" w:rsidR="00B82807" w:rsidRDefault="00B82807" w:rsidP="00DE3099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4678" w:type="dxa"/>
          </w:tcPr>
          <w:p w14:paraId="15707B1B" w14:textId="42500282" w:rsidR="00B82807" w:rsidRDefault="00B82807" w:rsidP="00DE3099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559" w:type="dxa"/>
          </w:tcPr>
          <w:p w14:paraId="172F77E1" w14:textId="77777777" w:rsidR="00B82807" w:rsidRDefault="00B82807" w:rsidP="00DE3099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</w:tr>
      <w:tr w:rsidR="00B82807" w:rsidRPr="008403D9" w14:paraId="64C09E74" w14:textId="77777777" w:rsidTr="00B82807">
        <w:tc>
          <w:tcPr>
            <w:tcW w:w="1509" w:type="dxa"/>
          </w:tcPr>
          <w:p w14:paraId="6729FB31" w14:textId="77777777" w:rsidR="00B82807" w:rsidRDefault="00B82807" w:rsidP="00DE3099">
            <w:pPr>
              <w:spacing w:line="240" w:lineRule="auto"/>
              <w:jc w:val="right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417" w:type="dxa"/>
          </w:tcPr>
          <w:p w14:paraId="509684FB" w14:textId="77777777" w:rsidR="00B82807" w:rsidRDefault="00B82807" w:rsidP="00DE3099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559" w:type="dxa"/>
          </w:tcPr>
          <w:p w14:paraId="39786687" w14:textId="77777777" w:rsidR="00B82807" w:rsidRDefault="00B82807" w:rsidP="00DE3099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701" w:type="dxa"/>
          </w:tcPr>
          <w:p w14:paraId="5B021E9C" w14:textId="77777777" w:rsidR="00B82807" w:rsidRDefault="00B82807" w:rsidP="00DE3099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843" w:type="dxa"/>
          </w:tcPr>
          <w:p w14:paraId="7C12B40F" w14:textId="77777777" w:rsidR="00B82807" w:rsidRDefault="00B82807" w:rsidP="00DE3099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4678" w:type="dxa"/>
          </w:tcPr>
          <w:p w14:paraId="7B5D3124" w14:textId="61B51C7C" w:rsidR="00B82807" w:rsidRDefault="00B82807" w:rsidP="00DE3099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559" w:type="dxa"/>
          </w:tcPr>
          <w:p w14:paraId="4133368D" w14:textId="77777777" w:rsidR="00B82807" w:rsidRDefault="00B82807" w:rsidP="00DE3099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</w:tr>
      <w:tr w:rsidR="00B82807" w:rsidRPr="008403D9" w14:paraId="41614E2F" w14:textId="77777777" w:rsidTr="00B82807">
        <w:tc>
          <w:tcPr>
            <w:tcW w:w="1509" w:type="dxa"/>
          </w:tcPr>
          <w:p w14:paraId="4C8BC32C" w14:textId="77777777" w:rsidR="00B82807" w:rsidRDefault="00B82807" w:rsidP="00DE3099">
            <w:pPr>
              <w:spacing w:line="240" w:lineRule="auto"/>
              <w:jc w:val="right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417" w:type="dxa"/>
          </w:tcPr>
          <w:p w14:paraId="28CB5291" w14:textId="77777777" w:rsidR="00B82807" w:rsidRDefault="00B82807" w:rsidP="00DE3099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559" w:type="dxa"/>
          </w:tcPr>
          <w:p w14:paraId="1B2B4784" w14:textId="77777777" w:rsidR="00B82807" w:rsidRDefault="00B82807" w:rsidP="00DE3099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701" w:type="dxa"/>
          </w:tcPr>
          <w:p w14:paraId="66634753" w14:textId="77777777" w:rsidR="00B82807" w:rsidRDefault="00B82807" w:rsidP="00DE3099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843" w:type="dxa"/>
          </w:tcPr>
          <w:p w14:paraId="3791BB85" w14:textId="77777777" w:rsidR="00B82807" w:rsidRDefault="00B82807" w:rsidP="00DE3099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4678" w:type="dxa"/>
          </w:tcPr>
          <w:p w14:paraId="09B43A16" w14:textId="74929CAE" w:rsidR="00B82807" w:rsidRDefault="00B82807" w:rsidP="00DE3099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559" w:type="dxa"/>
          </w:tcPr>
          <w:p w14:paraId="622505ED" w14:textId="77777777" w:rsidR="00B82807" w:rsidRDefault="00B82807" w:rsidP="00DE3099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</w:tr>
      <w:tr w:rsidR="00B82807" w:rsidRPr="008403D9" w14:paraId="60EDC407" w14:textId="77777777" w:rsidTr="00B82807">
        <w:tc>
          <w:tcPr>
            <w:tcW w:w="1509" w:type="dxa"/>
          </w:tcPr>
          <w:p w14:paraId="4D0128EE" w14:textId="77777777" w:rsidR="00B82807" w:rsidRDefault="00B82807" w:rsidP="00DE3099">
            <w:pPr>
              <w:spacing w:line="240" w:lineRule="auto"/>
              <w:jc w:val="right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417" w:type="dxa"/>
          </w:tcPr>
          <w:p w14:paraId="408C13B8" w14:textId="77777777" w:rsidR="00B82807" w:rsidRDefault="00B82807" w:rsidP="00DE3099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559" w:type="dxa"/>
          </w:tcPr>
          <w:p w14:paraId="58DD4AD7" w14:textId="77777777" w:rsidR="00B82807" w:rsidRDefault="00B82807" w:rsidP="00DE3099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701" w:type="dxa"/>
          </w:tcPr>
          <w:p w14:paraId="3C8D0182" w14:textId="77777777" w:rsidR="00B82807" w:rsidRDefault="00B82807" w:rsidP="00DE3099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843" w:type="dxa"/>
          </w:tcPr>
          <w:p w14:paraId="0D6076A9" w14:textId="77777777" w:rsidR="00B82807" w:rsidRDefault="00B82807" w:rsidP="00DE3099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4678" w:type="dxa"/>
          </w:tcPr>
          <w:p w14:paraId="087FA52E" w14:textId="6CD39DFA" w:rsidR="00B82807" w:rsidRDefault="00B82807" w:rsidP="00DE3099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559" w:type="dxa"/>
          </w:tcPr>
          <w:p w14:paraId="23F09E18" w14:textId="77777777" w:rsidR="00B82807" w:rsidRDefault="00B82807" w:rsidP="00DE3099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</w:tr>
    </w:tbl>
    <w:p w14:paraId="74BE36FD" w14:textId="77777777" w:rsidR="00593CF5" w:rsidRDefault="00593CF5" w:rsidP="005F4F55">
      <w:pPr>
        <w:pStyle w:val="QMStandart"/>
      </w:pPr>
    </w:p>
    <w:p w14:paraId="0285B383" w14:textId="5E4459F7" w:rsidR="002F3B20" w:rsidRDefault="002F3B20">
      <w:pPr>
        <w:spacing w:line="240" w:lineRule="auto"/>
        <w:rPr>
          <w:rFonts w:ascii="Arial" w:hAnsi="Arial"/>
          <w:color w:val="000000" w:themeColor="text1"/>
          <w:sz w:val="20"/>
        </w:rPr>
      </w:pPr>
      <w:r>
        <w:br w:type="page"/>
      </w:r>
    </w:p>
    <w:p w14:paraId="6A8D028D" w14:textId="77777777" w:rsidR="002F3B20" w:rsidRPr="00476674" w:rsidRDefault="002F3B20" w:rsidP="002F3B20">
      <w:pPr>
        <w:pStyle w:val="QMStandart"/>
        <w:rPr>
          <w:b/>
          <w:color w:val="008000"/>
        </w:rPr>
      </w:pPr>
      <w:r w:rsidRPr="00476674">
        <w:rPr>
          <w:b/>
          <w:color w:val="008000"/>
        </w:rPr>
        <w:lastRenderedPageBreak/>
        <w:t>Multiparametersonde WTW Multi 3420</w:t>
      </w:r>
    </w:p>
    <w:p w14:paraId="7F3C4D78" w14:textId="77777777" w:rsidR="002F3B20" w:rsidRDefault="002F3B20" w:rsidP="005F4F55">
      <w:pPr>
        <w:pStyle w:val="QMStandart"/>
      </w:pPr>
    </w:p>
    <w:p w14:paraId="3EA7BDAE" w14:textId="48C017DD" w:rsidR="002F3B20" w:rsidRPr="002F3B20" w:rsidRDefault="002F3B20" w:rsidP="005F4F55">
      <w:pPr>
        <w:pStyle w:val="QMStandart"/>
        <w:rPr>
          <w:b/>
          <w:color w:val="008000"/>
        </w:rPr>
      </w:pPr>
      <w:r w:rsidRPr="002F3B20">
        <w:rPr>
          <w:b/>
          <w:color w:val="008000"/>
        </w:rPr>
        <w:t>Leitfähigkeit</w:t>
      </w:r>
    </w:p>
    <w:p w14:paraId="4424899D" w14:textId="14734A4D" w:rsidR="002F3B20" w:rsidRPr="001E167B" w:rsidRDefault="006628F2" w:rsidP="005F4F55">
      <w:pPr>
        <w:pStyle w:val="QMStandart"/>
        <w:rPr>
          <w:color w:val="008000"/>
        </w:rPr>
      </w:pPr>
      <w:r w:rsidRPr="001E167B">
        <w:rPr>
          <w:color w:val="008000"/>
        </w:rPr>
        <w:t>Kalibrierung (Bestimmung der Zellenkonstante) im Kontrollstandard 0,01 mol/l KCl, Bereich 0,450 ... 0,500 cm</w:t>
      </w:r>
      <w:r w:rsidRPr="001E167B">
        <w:rPr>
          <w:color w:val="008000"/>
          <w:vertAlign w:val="superscript"/>
        </w:rPr>
        <w:t>-1</w:t>
      </w:r>
      <w:r w:rsidRPr="001E167B">
        <w:rPr>
          <w:color w:val="008000"/>
        </w:rPr>
        <w:t>, Intervall alle 6 Monate</w:t>
      </w:r>
      <w:r w:rsidR="001E167B">
        <w:rPr>
          <w:color w:val="008000"/>
        </w:rPr>
        <w:t xml:space="preserve"> (Empfehlung des Herstellers)</w:t>
      </w:r>
    </w:p>
    <w:p w14:paraId="4C7AC567" w14:textId="3BD6AA90" w:rsidR="00895810" w:rsidRDefault="00895810" w:rsidP="00895810">
      <w:pPr>
        <w:pStyle w:val="Beschriftung"/>
        <w:keepNext/>
      </w:pPr>
    </w:p>
    <w:tbl>
      <w:tblPr>
        <w:tblW w:w="105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509"/>
        <w:gridCol w:w="1984"/>
        <w:gridCol w:w="5245"/>
        <w:gridCol w:w="1842"/>
      </w:tblGrid>
      <w:tr w:rsidR="00895810" w:rsidRPr="008403D9" w14:paraId="18935BE5" w14:textId="77777777" w:rsidTr="00895810">
        <w:trPr>
          <w:trHeight w:val="730"/>
          <w:tblHeader/>
        </w:trPr>
        <w:tc>
          <w:tcPr>
            <w:tcW w:w="1509" w:type="dxa"/>
            <w:tcBorders>
              <w:bottom w:val="nil"/>
            </w:tcBorders>
            <w:shd w:val="clear" w:color="auto" w:fill="E6E6E6"/>
          </w:tcPr>
          <w:p w14:paraId="0A3A633B" w14:textId="77777777" w:rsidR="00895810" w:rsidRPr="008403D9" w:rsidRDefault="00895810" w:rsidP="00895810">
            <w:pPr>
              <w:pStyle w:val="QMTabellenKopf"/>
              <w:jc w:val="center"/>
              <w:rPr>
                <w:noProof/>
              </w:rPr>
            </w:pPr>
            <w:r>
              <w:rPr>
                <w:noProof/>
              </w:rPr>
              <w:t>Datum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E6E6E6"/>
          </w:tcPr>
          <w:p w14:paraId="7CFD8F0E" w14:textId="5F272326" w:rsidR="00895810" w:rsidRPr="008403D9" w:rsidRDefault="00895810" w:rsidP="00895810">
            <w:pPr>
              <w:pStyle w:val="QMTabellenKopf"/>
              <w:jc w:val="center"/>
              <w:rPr>
                <w:noProof/>
              </w:rPr>
            </w:pPr>
            <w:r>
              <w:t>Zellenkonstante cm</w:t>
            </w:r>
            <w:r w:rsidRPr="00895810">
              <w:rPr>
                <w:vertAlign w:val="superscript"/>
              </w:rPr>
              <w:t>-1</w:t>
            </w:r>
          </w:p>
        </w:tc>
        <w:tc>
          <w:tcPr>
            <w:tcW w:w="5245" w:type="dxa"/>
            <w:tcBorders>
              <w:bottom w:val="nil"/>
            </w:tcBorders>
            <w:shd w:val="clear" w:color="auto" w:fill="E6E6E6"/>
          </w:tcPr>
          <w:p w14:paraId="567C38AC" w14:textId="77777777" w:rsidR="00895810" w:rsidRPr="008403D9" w:rsidRDefault="00895810" w:rsidP="00895810">
            <w:pPr>
              <w:pStyle w:val="QMTabellenKopf"/>
              <w:jc w:val="center"/>
              <w:rPr>
                <w:noProof/>
              </w:rPr>
            </w:pPr>
            <w:r>
              <w:rPr>
                <w:noProof/>
              </w:rPr>
              <w:t>Bewertung / ggf. Maßnahmen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E6E6E6"/>
          </w:tcPr>
          <w:p w14:paraId="7696F71F" w14:textId="77777777" w:rsidR="00895810" w:rsidRPr="008403D9" w:rsidRDefault="00895810" w:rsidP="00895810">
            <w:pPr>
              <w:pStyle w:val="QMTabellenKopf"/>
              <w:jc w:val="center"/>
              <w:rPr>
                <w:noProof/>
              </w:rPr>
            </w:pPr>
            <w:r>
              <w:rPr>
                <w:noProof/>
              </w:rPr>
              <w:t>Unterschrift</w:t>
            </w:r>
          </w:p>
        </w:tc>
      </w:tr>
      <w:tr w:rsidR="00895810" w14:paraId="3A056C72" w14:textId="77777777" w:rsidTr="00895810">
        <w:tc>
          <w:tcPr>
            <w:tcW w:w="1509" w:type="dxa"/>
          </w:tcPr>
          <w:p w14:paraId="68392EF0" w14:textId="77777777" w:rsidR="00895810" w:rsidRDefault="00895810" w:rsidP="00895810">
            <w:pPr>
              <w:spacing w:line="240" w:lineRule="auto"/>
              <w:jc w:val="right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984" w:type="dxa"/>
          </w:tcPr>
          <w:p w14:paraId="74CAA9B7" w14:textId="77777777" w:rsidR="00895810" w:rsidRDefault="00895810" w:rsidP="00895810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5245" w:type="dxa"/>
          </w:tcPr>
          <w:p w14:paraId="6D6C447C" w14:textId="77777777" w:rsidR="00895810" w:rsidRDefault="00895810" w:rsidP="00895810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842" w:type="dxa"/>
          </w:tcPr>
          <w:p w14:paraId="6D8C4A25" w14:textId="77777777" w:rsidR="00895810" w:rsidRDefault="00895810" w:rsidP="00895810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</w:tr>
      <w:tr w:rsidR="00895810" w14:paraId="6013B710" w14:textId="77777777" w:rsidTr="00895810">
        <w:tc>
          <w:tcPr>
            <w:tcW w:w="1509" w:type="dxa"/>
          </w:tcPr>
          <w:p w14:paraId="7D1E26C1" w14:textId="77777777" w:rsidR="00895810" w:rsidRDefault="00895810" w:rsidP="00895810">
            <w:pPr>
              <w:spacing w:line="240" w:lineRule="auto"/>
              <w:jc w:val="right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984" w:type="dxa"/>
          </w:tcPr>
          <w:p w14:paraId="08C1B60C" w14:textId="77777777" w:rsidR="00895810" w:rsidRDefault="00895810" w:rsidP="00895810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5245" w:type="dxa"/>
          </w:tcPr>
          <w:p w14:paraId="58D71F68" w14:textId="77777777" w:rsidR="00895810" w:rsidRDefault="00895810" w:rsidP="00895810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842" w:type="dxa"/>
          </w:tcPr>
          <w:p w14:paraId="4FDCAE33" w14:textId="77777777" w:rsidR="00895810" w:rsidRDefault="00895810" w:rsidP="00895810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</w:tr>
      <w:tr w:rsidR="00895810" w14:paraId="220F0397" w14:textId="77777777" w:rsidTr="00895810">
        <w:tc>
          <w:tcPr>
            <w:tcW w:w="1509" w:type="dxa"/>
          </w:tcPr>
          <w:p w14:paraId="6F62C729" w14:textId="77777777" w:rsidR="00895810" w:rsidRDefault="00895810" w:rsidP="00895810">
            <w:pPr>
              <w:spacing w:line="240" w:lineRule="auto"/>
              <w:jc w:val="right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984" w:type="dxa"/>
          </w:tcPr>
          <w:p w14:paraId="3B7F74BE" w14:textId="77777777" w:rsidR="00895810" w:rsidRDefault="00895810" w:rsidP="00895810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5245" w:type="dxa"/>
          </w:tcPr>
          <w:p w14:paraId="5A9ACA8D" w14:textId="77777777" w:rsidR="00895810" w:rsidRDefault="00895810" w:rsidP="00895810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842" w:type="dxa"/>
          </w:tcPr>
          <w:p w14:paraId="7F595B43" w14:textId="77777777" w:rsidR="00895810" w:rsidRDefault="00895810" w:rsidP="00895810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</w:tr>
      <w:tr w:rsidR="00895810" w14:paraId="63CAA084" w14:textId="77777777" w:rsidTr="00895810">
        <w:tc>
          <w:tcPr>
            <w:tcW w:w="1509" w:type="dxa"/>
          </w:tcPr>
          <w:p w14:paraId="35098136" w14:textId="77777777" w:rsidR="00895810" w:rsidRDefault="00895810" w:rsidP="00895810">
            <w:pPr>
              <w:spacing w:line="240" w:lineRule="auto"/>
              <w:jc w:val="right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984" w:type="dxa"/>
          </w:tcPr>
          <w:p w14:paraId="48AEC7CA" w14:textId="77777777" w:rsidR="00895810" w:rsidRDefault="00895810" w:rsidP="00895810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5245" w:type="dxa"/>
          </w:tcPr>
          <w:p w14:paraId="53C9C9D7" w14:textId="77777777" w:rsidR="00895810" w:rsidRDefault="00895810" w:rsidP="00895810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842" w:type="dxa"/>
          </w:tcPr>
          <w:p w14:paraId="7F510F73" w14:textId="77777777" w:rsidR="00895810" w:rsidRDefault="00895810" w:rsidP="00895810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</w:tr>
      <w:tr w:rsidR="00895810" w14:paraId="0F36A1AB" w14:textId="77777777" w:rsidTr="00895810">
        <w:tc>
          <w:tcPr>
            <w:tcW w:w="1509" w:type="dxa"/>
          </w:tcPr>
          <w:p w14:paraId="6F7CDDF6" w14:textId="77777777" w:rsidR="00895810" w:rsidRDefault="00895810" w:rsidP="00895810">
            <w:pPr>
              <w:spacing w:line="240" w:lineRule="auto"/>
              <w:jc w:val="right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984" w:type="dxa"/>
          </w:tcPr>
          <w:p w14:paraId="245C29CB" w14:textId="77777777" w:rsidR="00895810" w:rsidRDefault="00895810" w:rsidP="00895810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5245" w:type="dxa"/>
          </w:tcPr>
          <w:p w14:paraId="16D0591B" w14:textId="77777777" w:rsidR="00895810" w:rsidRDefault="00895810" w:rsidP="00895810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842" w:type="dxa"/>
          </w:tcPr>
          <w:p w14:paraId="51F716E8" w14:textId="77777777" w:rsidR="00895810" w:rsidRDefault="00895810" w:rsidP="00895810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</w:tr>
      <w:tr w:rsidR="00895810" w14:paraId="2CA08956" w14:textId="77777777" w:rsidTr="00895810">
        <w:tc>
          <w:tcPr>
            <w:tcW w:w="1509" w:type="dxa"/>
          </w:tcPr>
          <w:p w14:paraId="3DE4D95D" w14:textId="77777777" w:rsidR="00895810" w:rsidRDefault="00895810" w:rsidP="00895810">
            <w:pPr>
              <w:spacing w:line="240" w:lineRule="auto"/>
              <w:jc w:val="right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984" w:type="dxa"/>
          </w:tcPr>
          <w:p w14:paraId="0F73A020" w14:textId="77777777" w:rsidR="00895810" w:rsidRDefault="00895810" w:rsidP="00895810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5245" w:type="dxa"/>
          </w:tcPr>
          <w:p w14:paraId="773298C7" w14:textId="77777777" w:rsidR="00895810" w:rsidRDefault="00895810" w:rsidP="00895810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842" w:type="dxa"/>
          </w:tcPr>
          <w:p w14:paraId="6B1C02B3" w14:textId="77777777" w:rsidR="00895810" w:rsidRDefault="00895810" w:rsidP="00895810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</w:tr>
      <w:tr w:rsidR="00895810" w14:paraId="5B169866" w14:textId="77777777" w:rsidTr="00895810">
        <w:tc>
          <w:tcPr>
            <w:tcW w:w="1509" w:type="dxa"/>
          </w:tcPr>
          <w:p w14:paraId="25C168E8" w14:textId="77777777" w:rsidR="00895810" w:rsidRDefault="00895810" w:rsidP="00895810">
            <w:pPr>
              <w:spacing w:line="240" w:lineRule="auto"/>
              <w:jc w:val="right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984" w:type="dxa"/>
          </w:tcPr>
          <w:p w14:paraId="07E25CC2" w14:textId="77777777" w:rsidR="00895810" w:rsidRDefault="00895810" w:rsidP="00895810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5245" w:type="dxa"/>
          </w:tcPr>
          <w:p w14:paraId="60AB48DC" w14:textId="77777777" w:rsidR="00895810" w:rsidRDefault="00895810" w:rsidP="00895810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842" w:type="dxa"/>
          </w:tcPr>
          <w:p w14:paraId="2616FDE2" w14:textId="77777777" w:rsidR="00895810" w:rsidRDefault="00895810" w:rsidP="00895810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</w:tr>
      <w:tr w:rsidR="00895810" w14:paraId="72FABEF0" w14:textId="77777777" w:rsidTr="00895810">
        <w:tc>
          <w:tcPr>
            <w:tcW w:w="1509" w:type="dxa"/>
          </w:tcPr>
          <w:p w14:paraId="0CE15DF8" w14:textId="77777777" w:rsidR="00895810" w:rsidRDefault="00895810" w:rsidP="00371C49">
            <w:pPr>
              <w:spacing w:line="240" w:lineRule="auto"/>
              <w:jc w:val="right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984" w:type="dxa"/>
          </w:tcPr>
          <w:p w14:paraId="3CDEAF90" w14:textId="77777777" w:rsidR="00895810" w:rsidRDefault="00895810" w:rsidP="00371C49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5245" w:type="dxa"/>
          </w:tcPr>
          <w:p w14:paraId="26C424C9" w14:textId="77777777" w:rsidR="00895810" w:rsidRDefault="00895810" w:rsidP="00371C49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842" w:type="dxa"/>
          </w:tcPr>
          <w:p w14:paraId="4DC3FE2C" w14:textId="77777777" w:rsidR="00895810" w:rsidRDefault="00895810" w:rsidP="00371C49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</w:tr>
      <w:tr w:rsidR="00895810" w14:paraId="7EF88D0E" w14:textId="77777777" w:rsidTr="00895810">
        <w:tc>
          <w:tcPr>
            <w:tcW w:w="1509" w:type="dxa"/>
          </w:tcPr>
          <w:p w14:paraId="187BFF0A" w14:textId="77777777" w:rsidR="00895810" w:rsidRDefault="00895810" w:rsidP="00371C49">
            <w:pPr>
              <w:spacing w:line="240" w:lineRule="auto"/>
              <w:jc w:val="right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984" w:type="dxa"/>
          </w:tcPr>
          <w:p w14:paraId="67F3F43A" w14:textId="77777777" w:rsidR="00895810" w:rsidRDefault="00895810" w:rsidP="00371C49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5245" w:type="dxa"/>
          </w:tcPr>
          <w:p w14:paraId="54203BA9" w14:textId="77777777" w:rsidR="00895810" w:rsidRDefault="00895810" w:rsidP="00371C49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842" w:type="dxa"/>
          </w:tcPr>
          <w:p w14:paraId="739D920A" w14:textId="77777777" w:rsidR="00895810" w:rsidRDefault="00895810" w:rsidP="00371C49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</w:tr>
      <w:tr w:rsidR="00895810" w14:paraId="020E54E0" w14:textId="77777777" w:rsidTr="00895810">
        <w:tc>
          <w:tcPr>
            <w:tcW w:w="1509" w:type="dxa"/>
          </w:tcPr>
          <w:p w14:paraId="20484301" w14:textId="77777777" w:rsidR="00895810" w:rsidRDefault="00895810" w:rsidP="00371C49">
            <w:pPr>
              <w:spacing w:line="240" w:lineRule="auto"/>
              <w:jc w:val="right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984" w:type="dxa"/>
          </w:tcPr>
          <w:p w14:paraId="0F3F4D04" w14:textId="77777777" w:rsidR="00895810" w:rsidRDefault="00895810" w:rsidP="00371C49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5245" w:type="dxa"/>
          </w:tcPr>
          <w:p w14:paraId="2DDBF40A" w14:textId="77777777" w:rsidR="00895810" w:rsidRDefault="00895810" w:rsidP="00371C49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842" w:type="dxa"/>
          </w:tcPr>
          <w:p w14:paraId="6A2E01F7" w14:textId="77777777" w:rsidR="00895810" w:rsidRDefault="00895810" w:rsidP="00371C49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</w:tr>
      <w:tr w:rsidR="00895810" w14:paraId="78321EE9" w14:textId="77777777" w:rsidTr="00895810">
        <w:tc>
          <w:tcPr>
            <w:tcW w:w="1509" w:type="dxa"/>
          </w:tcPr>
          <w:p w14:paraId="7ADAB750" w14:textId="77777777" w:rsidR="00895810" w:rsidRDefault="00895810" w:rsidP="00371C49">
            <w:pPr>
              <w:spacing w:line="240" w:lineRule="auto"/>
              <w:jc w:val="right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984" w:type="dxa"/>
          </w:tcPr>
          <w:p w14:paraId="33B78322" w14:textId="77777777" w:rsidR="00895810" w:rsidRDefault="00895810" w:rsidP="00371C49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5245" w:type="dxa"/>
          </w:tcPr>
          <w:p w14:paraId="09B488A8" w14:textId="77777777" w:rsidR="00895810" w:rsidRDefault="00895810" w:rsidP="00371C49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842" w:type="dxa"/>
          </w:tcPr>
          <w:p w14:paraId="6DEB553E" w14:textId="77777777" w:rsidR="00895810" w:rsidRDefault="00895810" w:rsidP="00371C49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</w:tr>
      <w:tr w:rsidR="00895810" w14:paraId="6BC0549C" w14:textId="77777777" w:rsidTr="00895810">
        <w:tc>
          <w:tcPr>
            <w:tcW w:w="1509" w:type="dxa"/>
          </w:tcPr>
          <w:p w14:paraId="35D8C65C" w14:textId="77777777" w:rsidR="00895810" w:rsidRDefault="00895810" w:rsidP="00371C49">
            <w:pPr>
              <w:spacing w:line="240" w:lineRule="auto"/>
              <w:jc w:val="right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984" w:type="dxa"/>
          </w:tcPr>
          <w:p w14:paraId="583E78AF" w14:textId="77777777" w:rsidR="00895810" w:rsidRDefault="00895810" w:rsidP="00371C49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5245" w:type="dxa"/>
          </w:tcPr>
          <w:p w14:paraId="1554A77B" w14:textId="77777777" w:rsidR="00895810" w:rsidRDefault="00895810" w:rsidP="00371C49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842" w:type="dxa"/>
          </w:tcPr>
          <w:p w14:paraId="6BA9CA3C" w14:textId="77777777" w:rsidR="00895810" w:rsidRDefault="00895810" w:rsidP="00371C49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</w:tr>
    </w:tbl>
    <w:p w14:paraId="705DAB87" w14:textId="77777777" w:rsidR="006628F2" w:rsidRPr="0082506C" w:rsidRDefault="006628F2" w:rsidP="005F4F55">
      <w:pPr>
        <w:pStyle w:val="QMStandart"/>
      </w:pPr>
    </w:p>
    <w:sectPr w:rsidR="006628F2" w:rsidRPr="0082506C" w:rsidSect="00CD18BC">
      <w:headerReference w:type="even" r:id="rId8"/>
      <w:headerReference w:type="default" r:id="rId9"/>
      <w:footerReference w:type="default" r:id="rId10"/>
      <w:pgSz w:w="16838" w:h="11906" w:orient="landscape" w:code="9"/>
      <w:pgMar w:top="1418" w:right="851" w:bottom="567" w:left="851" w:header="425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5A72F6" w14:textId="77777777" w:rsidR="00A21885" w:rsidRDefault="00A21885" w:rsidP="00B32714">
      <w:r>
        <w:separator/>
      </w:r>
    </w:p>
    <w:p w14:paraId="1DF936CA" w14:textId="77777777" w:rsidR="00A21885" w:rsidRDefault="00A21885" w:rsidP="00B32714"/>
    <w:p w14:paraId="7CB79AC0" w14:textId="77777777" w:rsidR="00A21885" w:rsidRDefault="00A21885" w:rsidP="00B32714"/>
  </w:endnote>
  <w:endnote w:type="continuationSeparator" w:id="0">
    <w:p w14:paraId="0CCBEE13" w14:textId="77777777" w:rsidR="00A21885" w:rsidRDefault="00A21885" w:rsidP="00B32714">
      <w:r>
        <w:continuationSeparator/>
      </w:r>
    </w:p>
    <w:p w14:paraId="06791830" w14:textId="77777777" w:rsidR="00A21885" w:rsidRDefault="00A21885" w:rsidP="00B32714"/>
    <w:p w14:paraId="6EA18F46" w14:textId="77777777" w:rsidR="00A21885" w:rsidRDefault="00A21885" w:rsidP="00B327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rayhorn MT Regular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20CE0E" w14:textId="1B9C7DCE" w:rsidR="006628F2" w:rsidRPr="005F4F55" w:rsidRDefault="006628F2" w:rsidP="00CD242F">
    <w:pPr>
      <w:pStyle w:val="QMAblufeFu"/>
      <w:tabs>
        <w:tab w:val="center" w:pos="7700"/>
      </w:tabs>
    </w:pPr>
    <w:r>
      <w:rPr>
        <w:noProof/>
        <w:szCs w:val="16"/>
        <w:lang w:eastAsia="de-DE"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6A1F1801" wp14:editId="45E8C3E4">
              <wp:simplePos x="0" y="0"/>
              <wp:positionH relativeFrom="page">
                <wp:posOffset>540385</wp:posOffset>
              </wp:positionH>
              <wp:positionV relativeFrom="page">
                <wp:posOffset>7216139</wp:posOffset>
              </wp:positionV>
              <wp:extent cx="9608820" cy="0"/>
              <wp:effectExtent l="0" t="0" r="17780" b="25400"/>
              <wp:wrapNone/>
              <wp:docPr id="8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6088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91F6F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42.55pt;margin-top:568.2pt;width:756.6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" strokecolor="#00a0aa"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0DAFE064" wp14:editId="2F4018A6">
              <wp:simplePos x="0" y="0"/>
              <wp:positionH relativeFrom="page">
                <wp:posOffset>901065</wp:posOffset>
              </wp:positionH>
              <wp:positionV relativeFrom="page">
                <wp:posOffset>10229214</wp:posOffset>
              </wp:positionV>
              <wp:extent cx="6299835" cy="0"/>
              <wp:effectExtent l="0" t="0" r="24765" b="25400"/>
              <wp:wrapNone/>
              <wp:docPr id="9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55DF44B" id="AutoShape 9" o:spid="_x0000_s1026" type="#_x0000_t32" style="position:absolute;margin-left:70.95pt;margin-top:805.45pt;width:496.0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" strokecolor="#00a0aa">
              <w10:wrap anchorx="page" anchory="page"/>
            </v:shape>
          </w:pict>
        </mc:Fallback>
      </mc:AlternateContent>
    </w:r>
    <w:r>
      <w:ptab w:relativeTo="margin" w:alignment="left" w:leader="none"/>
    </w:r>
    <w:fldSimple w:instr=" FILENAME  \* Lower  \* MERGEFORMAT ">
      <w:r>
        <w:rPr>
          <w:noProof/>
        </w:rPr>
        <w:t>li-messgeräte-überwachung-00</w:t>
      </w:r>
    </w:fldSimple>
    <w:r w:rsidRPr="00DB01DD">
      <w:ptab w:relativeTo="margin" w:alignment="right" w:leader="none"/>
    </w:r>
    <w:r w:rsidRPr="0014748D">
      <w:fldChar w:fldCharType="begin"/>
    </w:r>
    <w:r w:rsidRPr="0014748D">
      <w:instrText xml:space="preserve"> PAGE   \* MERGEFORMAT </w:instrText>
    </w:r>
    <w:r w:rsidRPr="0014748D">
      <w:fldChar w:fldCharType="separate"/>
    </w:r>
    <w:r w:rsidR="00D95515">
      <w:rPr>
        <w:noProof/>
      </w:rPr>
      <w:t>1</w:t>
    </w:r>
    <w:r w:rsidRPr="0014748D">
      <w:fldChar w:fldCharType="end"/>
    </w:r>
    <w:r w:rsidRPr="0014748D">
      <w:t xml:space="preserve"> von </w:t>
    </w:r>
    <w:fldSimple w:instr=" NUMPAGES   \* MERGEFORMAT ">
      <w:r w:rsidR="00D95515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756D07" w14:textId="77777777" w:rsidR="00A21885" w:rsidRDefault="00A21885" w:rsidP="00B32714">
      <w:r>
        <w:separator/>
      </w:r>
    </w:p>
    <w:p w14:paraId="14E4957D" w14:textId="77777777" w:rsidR="00A21885" w:rsidRDefault="00A21885" w:rsidP="00B32714"/>
    <w:p w14:paraId="20479E20" w14:textId="77777777" w:rsidR="00A21885" w:rsidRDefault="00A21885" w:rsidP="00B32714"/>
  </w:footnote>
  <w:footnote w:type="continuationSeparator" w:id="0">
    <w:p w14:paraId="24DEB455" w14:textId="77777777" w:rsidR="00A21885" w:rsidRDefault="00A21885" w:rsidP="00B32714">
      <w:r>
        <w:continuationSeparator/>
      </w:r>
    </w:p>
    <w:p w14:paraId="0EB8E9A3" w14:textId="77777777" w:rsidR="00A21885" w:rsidRDefault="00A21885" w:rsidP="00B32714"/>
    <w:p w14:paraId="66E7D400" w14:textId="77777777" w:rsidR="00A21885" w:rsidRDefault="00A21885" w:rsidP="00B3271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3A3473" w14:textId="77777777" w:rsidR="006628F2" w:rsidRPr="002251D7" w:rsidRDefault="006628F2" w:rsidP="002251D7">
    <w:pPr>
      <w:pStyle w:val="Fuzeile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rPr>
        <w:noProof/>
        <w:lang w:val="de-DE"/>
      </w:rPr>
      <w:drawing>
        <wp:anchor distT="0" distB="0" distL="114300" distR="114300" simplePos="0" relativeHeight="251657216" behindDoc="0" locked="0" layoutInCell="1" allowOverlap="1" wp14:anchorId="38530E04" wp14:editId="654D8C23">
          <wp:simplePos x="0" y="0"/>
          <wp:positionH relativeFrom="column">
            <wp:posOffset>-3810</wp:posOffset>
          </wp:positionH>
          <wp:positionV relativeFrom="paragraph">
            <wp:posOffset>-3810</wp:posOffset>
          </wp:positionV>
          <wp:extent cx="829945" cy="330200"/>
          <wp:effectExtent l="0" t="0" r="8255" b="0"/>
          <wp:wrapSquare wrapText="bothSides"/>
          <wp:docPr id="18" name="Bild 8" descr="AquaLytis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quaLytis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330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val="de-DE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B060F00" wp14:editId="627A6F9B">
              <wp:simplePos x="0" y="0"/>
              <wp:positionH relativeFrom="page">
                <wp:posOffset>360045</wp:posOffset>
              </wp:positionH>
              <wp:positionV relativeFrom="page">
                <wp:posOffset>828039</wp:posOffset>
              </wp:positionV>
              <wp:extent cx="6299835" cy="0"/>
              <wp:effectExtent l="0" t="0" r="24765" b="25400"/>
              <wp:wrapNone/>
              <wp:docPr id="2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E0D13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28.35pt;margin-top:65.2pt;width:496.0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" strokecolor="#00a0aa"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FBE069" w14:textId="06F28EB0" w:rsidR="006628F2" w:rsidRPr="00853D48" w:rsidRDefault="006628F2" w:rsidP="004D5E5E">
    <w:pPr>
      <w:pStyle w:val="QMberschrift1Kopf"/>
      <w:tabs>
        <w:tab w:val="clear" w:pos="9923"/>
        <w:tab w:val="right" w:pos="15168"/>
      </w:tabs>
      <w:rPr>
        <w:color w:val="4F81BD" w:themeColor="accent1"/>
      </w:rPr>
    </w:pPr>
    <w:r w:rsidRPr="0040012E">
      <w:rPr>
        <w:b w:val="0"/>
        <w:noProof/>
        <w:color w:val="4F81BD" w:themeColor="accent1"/>
      </w:rPr>
      <w:drawing>
        <wp:anchor distT="0" distB="0" distL="114300" distR="114300" simplePos="0" relativeHeight="251667456" behindDoc="1" locked="0" layoutInCell="1" allowOverlap="1" wp14:anchorId="2B74EF6F" wp14:editId="3E96171C">
          <wp:simplePos x="0" y="0"/>
          <wp:positionH relativeFrom="column">
            <wp:posOffset>8242300</wp:posOffset>
          </wp:positionH>
          <wp:positionV relativeFrom="paragraph">
            <wp:posOffset>-283845</wp:posOffset>
          </wp:positionV>
          <wp:extent cx="1257300" cy="864870"/>
          <wp:effectExtent l="0" t="0" r="12700" b="0"/>
          <wp:wrapNone/>
          <wp:docPr id="4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GL_Logo_RGB_D_eV_30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7300" cy="864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53D48">
      <w:rPr>
        <w:b w:val="0"/>
        <w:noProof/>
        <w:color w:val="4F81BD" w:themeColor="accent1"/>
      </w:rPr>
      <w:drawing>
        <wp:anchor distT="0" distB="0" distL="114300" distR="114300" simplePos="0" relativeHeight="251665408" behindDoc="1" locked="0" layoutInCell="1" allowOverlap="1" wp14:anchorId="0E1869D9" wp14:editId="59A169D2">
          <wp:simplePos x="0" y="0"/>
          <wp:positionH relativeFrom="column">
            <wp:posOffset>8172450</wp:posOffset>
          </wp:positionH>
          <wp:positionV relativeFrom="paragraph">
            <wp:posOffset>-283845</wp:posOffset>
          </wp:positionV>
          <wp:extent cx="1257300" cy="865055"/>
          <wp:effectExtent l="0" t="0" r="0" b="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GL_Logo_RGB_D_eV_30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7300" cy="8650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53D48">
      <w:rPr>
        <w:color w:val="4F81BD" w:themeColor="accent1"/>
      </w:rPr>
      <w:t>Liste</w:t>
    </w:r>
  </w:p>
  <w:p w14:paraId="50DD0F4F" w14:textId="01DE5995" w:rsidR="006628F2" w:rsidRPr="00C6471D" w:rsidRDefault="006628F2" w:rsidP="00C6471D">
    <w:pPr>
      <w:pStyle w:val="QMberschrift2Kopf"/>
    </w:pPr>
    <w:r>
      <w:t>Messgeräte-Überwachung</w:t>
    </w:r>
  </w:p>
  <w:p w14:paraId="4BA12A82" w14:textId="321EE1BD" w:rsidR="006628F2" w:rsidRPr="005A71DC" w:rsidRDefault="006628F2" w:rsidP="0014748D">
    <w:pPr>
      <w:pStyle w:val="QMAblufeFu"/>
    </w:pPr>
    <w:r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20657BC7" wp14:editId="704A36A4">
              <wp:simplePos x="0" y="0"/>
              <wp:positionH relativeFrom="page">
                <wp:posOffset>541655</wp:posOffset>
              </wp:positionH>
              <wp:positionV relativeFrom="page">
                <wp:posOffset>830579</wp:posOffset>
              </wp:positionV>
              <wp:extent cx="9608820" cy="0"/>
              <wp:effectExtent l="0" t="0" r="17780" b="25400"/>
              <wp:wrapNone/>
              <wp:docPr id="1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6088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916FD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42.65pt;margin-top:65.4pt;width:756.6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" strokecolor="#00a0aa">
              <w10:wrap anchorx="page" anchory="page"/>
            </v:shape>
          </w:pict>
        </mc:Fallback>
      </mc:AlternateContent>
    </w:r>
    <w:r>
      <w:t>LI</w:t>
    </w:r>
    <w:r w:rsidRPr="00355499">
      <w:t>-</w:t>
    </w:r>
    <w:r>
      <w:t>Messgeräte-Überwachung-00</w:t>
    </w:r>
    <w:r w:rsidRPr="005A71DC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E112F"/>
    <w:multiLevelType w:val="hybridMultilevel"/>
    <w:tmpl w:val="DF7AE96C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635592"/>
    <w:multiLevelType w:val="hybridMultilevel"/>
    <w:tmpl w:val="D66444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9E609C"/>
    <w:multiLevelType w:val="hybridMultilevel"/>
    <w:tmpl w:val="5544818A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E84DB3"/>
    <w:multiLevelType w:val="hybridMultilevel"/>
    <w:tmpl w:val="CCCC4A4E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5362AC"/>
    <w:multiLevelType w:val="hybridMultilevel"/>
    <w:tmpl w:val="5EDA30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3957B1"/>
    <w:multiLevelType w:val="hybridMultilevel"/>
    <w:tmpl w:val="485A27B6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8F0DE3"/>
    <w:multiLevelType w:val="hybridMultilevel"/>
    <w:tmpl w:val="00CAA2B4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CC7EE4"/>
    <w:multiLevelType w:val="hybridMultilevel"/>
    <w:tmpl w:val="BE8EE79C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AA92033"/>
    <w:multiLevelType w:val="hybridMultilevel"/>
    <w:tmpl w:val="02EA2E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264BC2"/>
    <w:multiLevelType w:val="hybridMultilevel"/>
    <w:tmpl w:val="08EEE0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FC61F7"/>
    <w:multiLevelType w:val="hybridMultilevel"/>
    <w:tmpl w:val="0AC0A634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145F7E"/>
    <w:multiLevelType w:val="hybridMultilevel"/>
    <w:tmpl w:val="4322E7D8"/>
    <w:lvl w:ilvl="0" w:tplc="BC00E4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21C7D86"/>
    <w:multiLevelType w:val="hybridMultilevel"/>
    <w:tmpl w:val="C2CCAE30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44564B"/>
    <w:multiLevelType w:val="hybridMultilevel"/>
    <w:tmpl w:val="A4F2775C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342462"/>
    <w:multiLevelType w:val="hybridMultilevel"/>
    <w:tmpl w:val="1BDC24BC"/>
    <w:lvl w:ilvl="0" w:tplc="BC00E4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B8C00F5"/>
    <w:multiLevelType w:val="hybridMultilevel"/>
    <w:tmpl w:val="B9CC577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B56F44"/>
    <w:multiLevelType w:val="hybridMultilevel"/>
    <w:tmpl w:val="825A359A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9C18D1"/>
    <w:multiLevelType w:val="hybridMultilevel"/>
    <w:tmpl w:val="2788F768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C14B9D"/>
    <w:multiLevelType w:val="hybridMultilevel"/>
    <w:tmpl w:val="39C495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E556AD"/>
    <w:multiLevelType w:val="hybridMultilevel"/>
    <w:tmpl w:val="F45AE55C"/>
    <w:lvl w:ilvl="0" w:tplc="3D6A7222">
      <w:start w:val="3"/>
      <w:numFmt w:val="bullet"/>
      <w:lvlText w:val="–"/>
      <w:lvlJc w:val="left"/>
      <w:pPr>
        <w:ind w:left="990" w:hanging="630"/>
      </w:pPr>
      <w:rPr>
        <w:rFonts w:ascii="Strayhorn MT Regular" w:eastAsia="Calibri" w:hAnsi="Strayhorn MT Regular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A9296B"/>
    <w:multiLevelType w:val="hybridMultilevel"/>
    <w:tmpl w:val="C3144EF2"/>
    <w:lvl w:ilvl="0" w:tplc="06AC6694">
      <w:start w:val="3"/>
      <w:numFmt w:val="bullet"/>
      <w:lvlText w:val="–"/>
      <w:lvlJc w:val="left"/>
      <w:pPr>
        <w:ind w:left="990" w:hanging="630"/>
      </w:pPr>
      <w:rPr>
        <w:rFonts w:ascii="Strayhorn MT Regular" w:eastAsia="Calibri" w:hAnsi="Strayhorn MT Regular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3E3B09"/>
    <w:multiLevelType w:val="hybridMultilevel"/>
    <w:tmpl w:val="4AD642BA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B0408B"/>
    <w:multiLevelType w:val="hybridMultilevel"/>
    <w:tmpl w:val="ADAE8284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D27A5B"/>
    <w:multiLevelType w:val="hybridMultilevel"/>
    <w:tmpl w:val="A3348C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90560F"/>
    <w:multiLevelType w:val="hybridMultilevel"/>
    <w:tmpl w:val="93ACAEF8"/>
    <w:lvl w:ilvl="0" w:tplc="0407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 w15:restartNumberingAfterBreak="0">
    <w:nsid w:val="6ABC6FC7"/>
    <w:multiLevelType w:val="hybridMultilevel"/>
    <w:tmpl w:val="03588AC8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B2D5AD2"/>
    <w:multiLevelType w:val="hybridMultilevel"/>
    <w:tmpl w:val="F8068564"/>
    <w:lvl w:ilvl="0" w:tplc="BC00E4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C007C8A"/>
    <w:multiLevelType w:val="hybridMultilevel"/>
    <w:tmpl w:val="2ABAA5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0A6908"/>
    <w:multiLevelType w:val="hybridMultilevel"/>
    <w:tmpl w:val="90B853BA"/>
    <w:lvl w:ilvl="0" w:tplc="9A703320">
      <w:start w:val="1"/>
      <w:numFmt w:val="bullet"/>
      <w:pStyle w:val="Listenabsatz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95158D2"/>
    <w:multiLevelType w:val="hybridMultilevel"/>
    <w:tmpl w:val="654815A2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981193E"/>
    <w:multiLevelType w:val="hybridMultilevel"/>
    <w:tmpl w:val="619E61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6A180F"/>
    <w:multiLevelType w:val="hybridMultilevel"/>
    <w:tmpl w:val="00203A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9344B1"/>
    <w:multiLevelType w:val="hybridMultilevel"/>
    <w:tmpl w:val="669CEDC2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13"/>
  </w:num>
  <w:num w:numId="4">
    <w:abstractNumId w:val="12"/>
  </w:num>
  <w:num w:numId="5">
    <w:abstractNumId w:val="10"/>
  </w:num>
  <w:num w:numId="6">
    <w:abstractNumId w:val="27"/>
  </w:num>
  <w:num w:numId="7">
    <w:abstractNumId w:val="18"/>
  </w:num>
  <w:num w:numId="8">
    <w:abstractNumId w:val="8"/>
  </w:num>
  <w:num w:numId="9">
    <w:abstractNumId w:val="24"/>
  </w:num>
  <w:num w:numId="10">
    <w:abstractNumId w:val="31"/>
  </w:num>
  <w:num w:numId="11">
    <w:abstractNumId w:val="4"/>
  </w:num>
  <w:num w:numId="12">
    <w:abstractNumId w:val="30"/>
  </w:num>
  <w:num w:numId="13">
    <w:abstractNumId w:val="26"/>
  </w:num>
  <w:num w:numId="14">
    <w:abstractNumId w:val="14"/>
  </w:num>
  <w:num w:numId="15">
    <w:abstractNumId w:val="28"/>
  </w:num>
  <w:num w:numId="16">
    <w:abstractNumId w:val="1"/>
  </w:num>
  <w:num w:numId="17">
    <w:abstractNumId w:val="11"/>
  </w:num>
  <w:num w:numId="18">
    <w:abstractNumId w:val="23"/>
  </w:num>
  <w:num w:numId="19">
    <w:abstractNumId w:val="19"/>
  </w:num>
  <w:num w:numId="20">
    <w:abstractNumId w:val="20"/>
  </w:num>
  <w:num w:numId="2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"/>
  </w:num>
  <w:num w:numId="24">
    <w:abstractNumId w:val="0"/>
  </w:num>
  <w:num w:numId="25">
    <w:abstractNumId w:val="32"/>
  </w:num>
  <w:num w:numId="26">
    <w:abstractNumId w:val="16"/>
  </w:num>
  <w:num w:numId="27">
    <w:abstractNumId w:val="5"/>
  </w:num>
  <w:num w:numId="28">
    <w:abstractNumId w:val="22"/>
  </w:num>
  <w:num w:numId="29">
    <w:abstractNumId w:val="3"/>
  </w:num>
  <w:num w:numId="30">
    <w:abstractNumId w:val="21"/>
  </w:num>
  <w:num w:numId="31">
    <w:abstractNumId w:val="7"/>
  </w:num>
  <w:num w:numId="32">
    <w:abstractNumId w:val="25"/>
  </w:num>
  <w:num w:numId="33">
    <w:abstractNumId w:val="17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00a0aa,#eb6b4a,#ff7171,#88bc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5FE"/>
    <w:rsid w:val="000015C6"/>
    <w:rsid w:val="0000169A"/>
    <w:rsid w:val="00015DDF"/>
    <w:rsid w:val="0001726C"/>
    <w:rsid w:val="00020095"/>
    <w:rsid w:val="00023112"/>
    <w:rsid w:val="0003070B"/>
    <w:rsid w:val="00033B90"/>
    <w:rsid w:val="00036A91"/>
    <w:rsid w:val="00040588"/>
    <w:rsid w:val="00041854"/>
    <w:rsid w:val="00043466"/>
    <w:rsid w:val="00044344"/>
    <w:rsid w:val="00045070"/>
    <w:rsid w:val="00046576"/>
    <w:rsid w:val="00047B2F"/>
    <w:rsid w:val="00052389"/>
    <w:rsid w:val="000526EC"/>
    <w:rsid w:val="000558BF"/>
    <w:rsid w:val="00060198"/>
    <w:rsid w:val="00061C2B"/>
    <w:rsid w:val="00070298"/>
    <w:rsid w:val="00071900"/>
    <w:rsid w:val="00071C91"/>
    <w:rsid w:val="000733FA"/>
    <w:rsid w:val="000740D4"/>
    <w:rsid w:val="00074280"/>
    <w:rsid w:val="00074B5D"/>
    <w:rsid w:val="000761FE"/>
    <w:rsid w:val="000801FF"/>
    <w:rsid w:val="000827B1"/>
    <w:rsid w:val="00082D07"/>
    <w:rsid w:val="000843F7"/>
    <w:rsid w:val="000870BE"/>
    <w:rsid w:val="000908CE"/>
    <w:rsid w:val="000928DC"/>
    <w:rsid w:val="00092FD5"/>
    <w:rsid w:val="000930F1"/>
    <w:rsid w:val="00096EAC"/>
    <w:rsid w:val="00097389"/>
    <w:rsid w:val="000A1D4B"/>
    <w:rsid w:val="000A1EF5"/>
    <w:rsid w:val="000A355E"/>
    <w:rsid w:val="000A6C94"/>
    <w:rsid w:val="000B09DB"/>
    <w:rsid w:val="000B17B9"/>
    <w:rsid w:val="000B2542"/>
    <w:rsid w:val="000B2F48"/>
    <w:rsid w:val="000B398B"/>
    <w:rsid w:val="000B6D1D"/>
    <w:rsid w:val="000C4889"/>
    <w:rsid w:val="000C6A5E"/>
    <w:rsid w:val="000C7DA0"/>
    <w:rsid w:val="000D247D"/>
    <w:rsid w:val="000D4820"/>
    <w:rsid w:val="000D4E1B"/>
    <w:rsid w:val="000D588A"/>
    <w:rsid w:val="000E2238"/>
    <w:rsid w:val="000E2B37"/>
    <w:rsid w:val="000E3327"/>
    <w:rsid w:val="000E470B"/>
    <w:rsid w:val="000E5948"/>
    <w:rsid w:val="000E6817"/>
    <w:rsid w:val="000E6DA3"/>
    <w:rsid w:val="000F0B64"/>
    <w:rsid w:val="000F0E9D"/>
    <w:rsid w:val="000F297B"/>
    <w:rsid w:val="000F6C1A"/>
    <w:rsid w:val="000F7594"/>
    <w:rsid w:val="001024CB"/>
    <w:rsid w:val="00102CF4"/>
    <w:rsid w:val="00106652"/>
    <w:rsid w:val="00111911"/>
    <w:rsid w:val="001123D9"/>
    <w:rsid w:val="0011247C"/>
    <w:rsid w:val="001125B2"/>
    <w:rsid w:val="0011271B"/>
    <w:rsid w:val="00112921"/>
    <w:rsid w:val="00113DF4"/>
    <w:rsid w:val="00114922"/>
    <w:rsid w:val="001206EB"/>
    <w:rsid w:val="0012438E"/>
    <w:rsid w:val="00126A5E"/>
    <w:rsid w:val="001330DE"/>
    <w:rsid w:val="00133AE3"/>
    <w:rsid w:val="00136640"/>
    <w:rsid w:val="00140EDA"/>
    <w:rsid w:val="001412BE"/>
    <w:rsid w:val="001442F2"/>
    <w:rsid w:val="00145214"/>
    <w:rsid w:val="00145F9E"/>
    <w:rsid w:val="00146C82"/>
    <w:rsid w:val="0014748D"/>
    <w:rsid w:val="00155FB7"/>
    <w:rsid w:val="001561B5"/>
    <w:rsid w:val="00160E52"/>
    <w:rsid w:val="00161049"/>
    <w:rsid w:val="0016181F"/>
    <w:rsid w:val="001622BC"/>
    <w:rsid w:val="00162D8E"/>
    <w:rsid w:val="0016442C"/>
    <w:rsid w:val="001674D1"/>
    <w:rsid w:val="00171ED6"/>
    <w:rsid w:val="00181422"/>
    <w:rsid w:val="001815B5"/>
    <w:rsid w:val="001840FB"/>
    <w:rsid w:val="00185616"/>
    <w:rsid w:val="00185828"/>
    <w:rsid w:val="00185DE0"/>
    <w:rsid w:val="0019150A"/>
    <w:rsid w:val="00192DA2"/>
    <w:rsid w:val="00197905"/>
    <w:rsid w:val="001A1D77"/>
    <w:rsid w:val="001A272C"/>
    <w:rsid w:val="001A54A3"/>
    <w:rsid w:val="001A772F"/>
    <w:rsid w:val="001B0DBA"/>
    <w:rsid w:val="001B38DE"/>
    <w:rsid w:val="001B4537"/>
    <w:rsid w:val="001B506D"/>
    <w:rsid w:val="001B51EE"/>
    <w:rsid w:val="001B677D"/>
    <w:rsid w:val="001C378E"/>
    <w:rsid w:val="001C4013"/>
    <w:rsid w:val="001C51DC"/>
    <w:rsid w:val="001D013A"/>
    <w:rsid w:val="001D36E7"/>
    <w:rsid w:val="001D40ED"/>
    <w:rsid w:val="001D58E9"/>
    <w:rsid w:val="001D753C"/>
    <w:rsid w:val="001E167B"/>
    <w:rsid w:val="001E275D"/>
    <w:rsid w:val="001E3C2E"/>
    <w:rsid w:val="001E522B"/>
    <w:rsid w:val="001F4B80"/>
    <w:rsid w:val="0020012E"/>
    <w:rsid w:val="002019BC"/>
    <w:rsid w:val="00201BCC"/>
    <w:rsid w:val="002138B5"/>
    <w:rsid w:val="002139C9"/>
    <w:rsid w:val="00217097"/>
    <w:rsid w:val="002177D0"/>
    <w:rsid w:val="002211F8"/>
    <w:rsid w:val="00221A6D"/>
    <w:rsid w:val="00222134"/>
    <w:rsid w:val="002251D7"/>
    <w:rsid w:val="0022563F"/>
    <w:rsid w:val="00225CE2"/>
    <w:rsid w:val="00231A31"/>
    <w:rsid w:val="00232117"/>
    <w:rsid w:val="0023299A"/>
    <w:rsid w:val="00232C24"/>
    <w:rsid w:val="002344B1"/>
    <w:rsid w:val="00234C69"/>
    <w:rsid w:val="0023569E"/>
    <w:rsid w:val="00235F07"/>
    <w:rsid w:val="00236A3B"/>
    <w:rsid w:val="00242C04"/>
    <w:rsid w:val="00242DA8"/>
    <w:rsid w:val="00244999"/>
    <w:rsid w:val="00245FDF"/>
    <w:rsid w:val="00250053"/>
    <w:rsid w:val="00250DDC"/>
    <w:rsid w:val="002547FB"/>
    <w:rsid w:val="00254C1D"/>
    <w:rsid w:val="002611FC"/>
    <w:rsid w:val="00261470"/>
    <w:rsid w:val="002644BB"/>
    <w:rsid w:val="00264728"/>
    <w:rsid w:val="0026550A"/>
    <w:rsid w:val="002671F0"/>
    <w:rsid w:val="00270297"/>
    <w:rsid w:val="00270684"/>
    <w:rsid w:val="002722C7"/>
    <w:rsid w:val="00273373"/>
    <w:rsid w:val="00273F2B"/>
    <w:rsid w:val="00275B31"/>
    <w:rsid w:val="00280AED"/>
    <w:rsid w:val="00281C4E"/>
    <w:rsid w:val="00281C68"/>
    <w:rsid w:val="0028253F"/>
    <w:rsid w:val="00282BA7"/>
    <w:rsid w:val="00285BA4"/>
    <w:rsid w:val="00291881"/>
    <w:rsid w:val="00291E1E"/>
    <w:rsid w:val="0029780E"/>
    <w:rsid w:val="002A493E"/>
    <w:rsid w:val="002A715B"/>
    <w:rsid w:val="002A7ED3"/>
    <w:rsid w:val="002B241C"/>
    <w:rsid w:val="002B300A"/>
    <w:rsid w:val="002B4517"/>
    <w:rsid w:val="002B7B69"/>
    <w:rsid w:val="002C3959"/>
    <w:rsid w:val="002C7DCF"/>
    <w:rsid w:val="002D420E"/>
    <w:rsid w:val="002D4541"/>
    <w:rsid w:val="002E0051"/>
    <w:rsid w:val="002E006D"/>
    <w:rsid w:val="002E105C"/>
    <w:rsid w:val="002E1206"/>
    <w:rsid w:val="002E419D"/>
    <w:rsid w:val="002F301B"/>
    <w:rsid w:val="002F3B20"/>
    <w:rsid w:val="002F488D"/>
    <w:rsid w:val="002F56A4"/>
    <w:rsid w:val="002F61D6"/>
    <w:rsid w:val="002F623C"/>
    <w:rsid w:val="002F6389"/>
    <w:rsid w:val="002F76E6"/>
    <w:rsid w:val="002F7866"/>
    <w:rsid w:val="003015FE"/>
    <w:rsid w:val="00301ECC"/>
    <w:rsid w:val="003051F7"/>
    <w:rsid w:val="00312864"/>
    <w:rsid w:val="00312CCE"/>
    <w:rsid w:val="0031687B"/>
    <w:rsid w:val="00325792"/>
    <w:rsid w:val="003272F4"/>
    <w:rsid w:val="00330BB4"/>
    <w:rsid w:val="0033148F"/>
    <w:rsid w:val="00331E6F"/>
    <w:rsid w:val="00332F03"/>
    <w:rsid w:val="0033589A"/>
    <w:rsid w:val="003359CC"/>
    <w:rsid w:val="003367A3"/>
    <w:rsid w:val="003405CF"/>
    <w:rsid w:val="003408F9"/>
    <w:rsid w:val="00340A9C"/>
    <w:rsid w:val="0034489E"/>
    <w:rsid w:val="00344C4E"/>
    <w:rsid w:val="003455E2"/>
    <w:rsid w:val="003500A6"/>
    <w:rsid w:val="003503B8"/>
    <w:rsid w:val="00350B17"/>
    <w:rsid w:val="00351E2B"/>
    <w:rsid w:val="00355499"/>
    <w:rsid w:val="0035576A"/>
    <w:rsid w:val="00355856"/>
    <w:rsid w:val="00355D77"/>
    <w:rsid w:val="0036140F"/>
    <w:rsid w:val="00362005"/>
    <w:rsid w:val="0036211A"/>
    <w:rsid w:val="003628FC"/>
    <w:rsid w:val="00364CE5"/>
    <w:rsid w:val="00364FFC"/>
    <w:rsid w:val="00371B26"/>
    <w:rsid w:val="003738EB"/>
    <w:rsid w:val="00374587"/>
    <w:rsid w:val="00375008"/>
    <w:rsid w:val="00377A37"/>
    <w:rsid w:val="0038055B"/>
    <w:rsid w:val="003855FC"/>
    <w:rsid w:val="00386173"/>
    <w:rsid w:val="0039189F"/>
    <w:rsid w:val="003925C8"/>
    <w:rsid w:val="003946E8"/>
    <w:rsid w:val="0039788B"/>
    <w:rsid w:val="003A081E"/>
    <w:rsid w:val="003A1371"/>
    <w:rsid w:val="003A1668"/>
    <w:rsid w:val="003A2F8B"/>
    <w:rsid w:val="003A3F87"/>
    <w:rsid w:val="003A7E5E"/>
    <w:rsid w:val="003B09F7"/>
    <w:rsid w:val="003B18E1"/>
    <w:rsid w:val="003B2C6F"/>
    <w:rsid w:val="003C2AB1"/>
    <w:rsid w:val="003C532F"/>
    <w:rsid w:val="003C5AF6"/>
    <w:rsid w:val="003C62C5"/>
    <w:rsid w:val="003C65C2"/>
    <w:rsid w:val="003C6716"/>
    <w:rsid w:val="003D4614"/>
    <w:rsid w:val="003D5D5F"/>
    <w:rsid w:val="003E3504"/>
    <w:rsid w:val="003E50B9"/>
    <w:rsid w:val="003E6FB1"/>
    <w:rsid w:val="003E7422"/>
    <w:rsid w:val="003F0D1D"/>
    <w:rsid w:val="003F4396"/>
    <w:rsid w:val="003F7625"/>
    <w:rsid w:val="0040036A"/>
    <w:rsid w:val="004027B2"/>
    <w:rsid w:val="0040678F"/>
    <w:rsid w:val="00410338"/>
    <w:rsid w:val="004117B8"/>
    <w:rsid w:val="004126BE"/>
    <w:rsid w:val="00414C98"/>
    <w:rsid w:val="00414FA8"/>
    <w:rsid w:val="00416941"/>
    <w:rsid w:val="0041779B"/>
    <w:rsid w:val="004256A3"/>
    <w:rsid w:val="00444698"/>
    <w:rsid w:val="00446076"/>
    <w:rsid w:val="004501F8"/>
    <w:rsid w:val="004526B1"/>
    <w:rsid w:val="00454624"/>
    <w:rsid w:val="00454ADD"/>
    <w:rsid w:val="00455AE2"/>
    <w:rsid w:val="00456A60"/>
    <w:rsid w:val="00457213"/>
    <w:rsid w:val="00462F5C"/>
    <w:rsid w:val="0046453D"/>
    <w:rsid w:val="00464CA2"/>
    <w:rsid w:val="00465725"/>
    <w:rsid w:val="00467942"/>
    <w:rsid w:val="00472BD9"/>
    <w:rsid w:val="00476674"/>
    <w:rsid w:val="00477396"/>
    <w:rsid w:val="00480B06"/>
    <w:rsid w:val="00482FE1"/>
    <w:rsid w:val="00483ADA"/>
    <w:rsid w:val="004857C9"/>
    <w:rsid w:val="00486893"/>
    <w:rsid w:val="00491006"/>
    <w:rsid w:val="0049127B"/>
    <w:rsid w:val="0049576A"/>
    <w:rsid w:val="004974AC"/>
    <w:rsid w:val="00497B68"/>
    <w:rsid w:val="004A3F3A"/>
    <w:rsid w:val="004B1320"/>
    <w:rsid w:val="004B170F"/>
    <w:rsid w:val="004B1EF3"/>
    <w:rsid w:val="004B513A"/>
    <w:rsid w:val="004B542D"/>
    <w:rsid w:val="004B57B2"/>
    <w:rsid w:val="004B60F5"/>
    <w:rsid w:val="004B6D5C"/>
    <w:rsid w:val="004B7FA4"/>
    <w:rsid w:val="004C1DB6"/>
    <w:rsid w:val="004C3477"/>
    <w:rsid w:val="004C4621"/>
    <w:rsid w:val="004C59DB"/>
    <w:rsid w:val="004C65BC"/>
    <w:rsid w:val="004D1236"/>
    <w:rsid w:val="004D4023"/>
    <w:rsid w:val="004D46D7"/>
    <w:rsid w:val="004D5E5E"/>
    <w:rsid w:val="004D6516"/>
    <w:rsid w:val="004E077C"/>
    <w:rsid w:val="004E18E9"/>
    <w:rsid w:val="004E4235"/>
    <w:rsid w:val="004E5C52"/>
    <w:rsid w:val="004F1324"/>
    <w:rsid w:val="004F2126"/>
    <w:rsid w:val="004F7BC2"/>
    <w:rsid w:val="00500B46"/>
    <w:rsid w:val="005061E0"/>
    <w:rsid w:val="00510311"/>
    <w:rsid w:val="005135DE"/>
    <w:rsid w:val="00514CB8"/>
    <w:rsid w:val="00520E2B"/>
    <w:rsid w:val="005231C5"/>
    <w:rsid w:val="0052576B"/>
    <w:rsid w:val="00526BFE"/>
    <w:rsid w:val="00531322"/>
    <w:rsid w:val="0053402A"/>
    <w:rsid w:val="00535068"/>
    <w:rsid w:val="00542E1C"/>
    <w:rsid w:val="00543FC2"/>
    <w:rsid w:val="00555D32"/>
    <w:rsid w:val="00555F31"/>
    <w:rsid w:val="0056001F"/>
    <w:rsid w:val="005620B9"/>
    <w:rsid w:val="00563B4C"/>
    <w:rsid w:val="00563CC6"/>
    <w:rsid w:val="00564BD1"/>
    <w:rsid w:val="005656C6"/>
    <w:rsid w:val="005661B5"/>
    <w:rsid w:val="0056662A"/>
    <w:rsid w:val="00567E99"/>
    <w:rsid w:val="00570610"/>
    <w:rsid w:val="00572BEB"/>
    <w:rsid w:val="005742C3"/>
    <w:rsid w:val="0058164B"/>
    <w:rsid w:val="0058701E"/>
    <w:rsid w:val="00591C7A"/>
    <w:rsid w:val="0059304C"/>
    <w:rsid w:val="00593662"/>
    <w:rsid w:val="00593CF5"/>
    <w:rsid w:val="00594581"/>
    <w:rsid w:val="00595950"/>
    <w:rsid w:val="005967C1"/>
    <w:rsid w:val="005A2B40"/>
    <w:rsid w:val="005A4ADD"/>
    <w:rsid w:val="005A60F3"/>
    <w:rsid w:val="005A71DC"/>
    <w:rsid w:val="005A74C5"/>
    <w:rsid w:val="005B156C"/>
    <w:rsid w:val="005C0F46"/>
    <w:rsid w:val="005C1F82"/>
    <w:rsid w:val="005C1FCC"/>
    <w:rsid w:val="005C1FF3"/>
    <w:rsid w:val="005C4C0C"/>
    <w:rsid w:val="005C522A"/>
    <w:rsid w:val="005C5AFA"/>
    <w:rsid w:val="005C5F1F"/>
    <w:rsid w:val="005C6413"/>
    <w:rsid w:val="005D12E1"/>
    <w:rsid w:val="005D145C"/>
    <w:rsid w:val="005D3B4A"/>
    <w:rsid w:val="005D51BF"/>
    <w:rsid w:val="005D7EC0"/>
    <w:rsid w:val="005E1C75"/>
    <w:rsid w:val="005E238B"/>
    <w:rsid w:val="005E2A8A"/>
    <w:rsid w:val="005E34B6"/>
    <w:rsid w:val="005E666A"/>
    <w:rsid w:val="005E6D98"/>
    <w:rsid w:val="005E7348"/>
    <w:rsid w:val="005F1E13"/>
    <w:rsid w:val="005F4F55"/>
    <w:rsid w:val="005F50BF"/>
    <w:rsid w:val="005F5788"/>
    <w:rsid w:val="005F5837"/>
    <w:rsid w:val="006011E3"/>
    <w:rsid w:val="0060137C"/>
    <w:rsid w:val="006039D7"/>
    <w:rsid w:val="006075F9"/>
    <w:rsid w:val="0061063C"/>
    <w:rsid w:val="00613A7E"/>
    <w:rsid w:val="006157EB"/>
    <w:rsid w:val="006170F8"/>
    <w:rsid w:val="006176B4"/>
    <w:rsid w:val="00620BD1"/>
    <w:rsid w:val="00621DF4"/>
    <w:rsid w:val="00622C9B"/>
    <w:rsid w:val="0062567A"/>
    <w:rsid w:val="00626C79"/>
    <w:rsid w:val="006272E9"/>
    <w:rsid w:val="0063131E"/>
    <w:rsid w:val="00633972"/>
    <w:rsid w:val="0063686F"/>
    <w:rsid w:val="0064093B"/>
    <w:rsid w:val="006409FC"/>
    <w:rsid w:val="006431A3"/>
    <w:rsid w:val="0065018B"/>
    <w:rsid w:val="006534AF"/>
    <w:rsid w:val="00660780"/>
    <w:rsid w:val="006628F2"/>
    <w:rsid w:val="00662F4C"/>
    <w:rsid w:val="00664986"/>
    <w:rsid w:val="00670A4B"/>
    <w:rsid w:val="00671F6A"/>
    <w:rsid w:val="00674225"/>
    <w:rsid w:val="006745D7"/>
    <w:rsid w:val="00674665"/>
    <w:rsid w:val="00677C47"/>
    <w:rsid w:val="006805B9"/>
    <w:rsid w:val="00682ACE"/>
    <w:rsid w:val="00684B43"/>
    <w:rsid w:val="00687D18"/>
    <w:rsid w:val="006917A9"/>
    <w:rsid w:val="00692147"/>
    <w:rsid w:val="00696EA7"/>
    <w:rsid w:val="006A2762"/>
    <w:rsid w:val="006A50F8"/>
    <w:rsid w:val="006A7F58"/>
    <w:rsid w:val="006B142C"/>
    <w:rsid w:val="006B31CF"/>
    <w:rsid w:val="006C5DEB"/>
    <w:rsid w:val="006D00CC"/>
    <w:rsid w:val="006D3029"/>
    <w:rsid w:val="006D4D80"/>
    <w:rsid w:val="006D6590"/>
    <w:rsid w:val="006D7048"/>
    <w:rsid w:val="006D71AB"/>
    <w:rsid w:val="006D7D67"/>
    <w:rsid w:val="006E247C"/>
    <w:rsid w:val="006E4B64"/>
    <w:rsid w:val="006F1AEC"/>
    <w:rsid w:val="006F4FE7"/>
    <w:rsid w:val="006F5F3E"/>
    <w:rsid w:val="006F65CE"/>
    <w:rsid w:val="006F7B00"/>
    <w:rsid w:val="007036A6"/>
    <w:rsid w:val="007054BB"/>
    <w:rsid w:val="007072F0"/>
    <w:rsid w:val="00713E13"/>
    <w:rsid w:val="00714B2B"/>
    <w:rsid w:val="007151DD"/>
    <w:rsid w:val="007157F6"/>
    <w:rsid w:val="007217F4"/>
    <w:rsid w:val="00721FAD"/>
    <w:rsid w:val="00722907"/>
    <w:rsid w:val="00726315"/>
    <w:rsid w:val="00734F0A"/>
    <w:rsid w:val="00737DF4"/>
    <w:rsid w:val="00742652"/>
    <w:rsid w:val="00745757"/>
    <w:rsid w:val="00745970"/>
    <w:rsid w:val="00745CDB"/>
    <w:rsid w:val="007465DC"/>
    <w:rsid w:val="00750397"/>
    <w:rsid w:val="007577E8"/>
    <w:rsid w:val="007600C8"/>
    <w:rsid w:val="0076142D"/>
    <w:rsid w:val="00763AF1"/>
    <w:rsid w:val="00765410"/>
    <w:rsid w:val="007658F5"/>
    <w:rsid w:val="007662A6"/>
    <w:rsid w:val="00767D1B"/>
    <w:rsid w:val="007701E2"/>
    <w:rsid w:val="007721CB"/>
    <w:rsid w:val="007759BE"/>
    <w:rsid w:val="007770D7"/>
    <w:rsid w:val="007827AC"/>
    <w:rsid w:val="007851D6"/>
    <w:rsid w:val="007901D3"/>
    <w:rsid w:val="00790595"/>
    <w:rsid w:val="00792F91"/>
    <w:rsid w:val="00793BF0"/>
    <w:rsid w:val="00796A03"/>
    <w:rsid w:val="007A3DDC"/>
    <w:rsid w:val="007A5F3D"/>
    <w:rsid w:val="007B0D17"/>
    <w:rsid w:val="007B35EA"/>
    <w:rsid w:val="007B418A"/>
    <w:rsid w:val="007B42CA"/>
    <w:rsid w:val="007B7BCC"/>
    <w:rsid w:val="007B7EDF"/>
    <w:rsid w:val="007C301B"/>
    <w:rsid w:val="007D238A"/>
    <w:rsid w:val="007E0A0F"/>
    <w:rsid w:val="007E22B5"/>
    <w:rsid w:val="007E259B"/>
    <w:rsid w:val="007E265B"/>
    <w:rsid w:val="007E7331"/>
    <w:rsid w:val="007F089A"/>
    <w:rsid w:val="007F65F8"/>
    <w:rsid w:val="007F7998"/>
    <w:rsid w:val="007F7C4E"/>
    <w:rsid w:val="008005BC"/>
    <w:rsid w:val="00801707"/>
    <w:rsid w:val="0080259E"/>
    <w:rsid w:val="0080479B"/>
    <w:rsid w:val="00812639"/>
    <w:rsid w:val="00813647"/>
    <w:rsid w:val="008137AE"/>
    <w:rsid w:val="00816B80"/>
    <w:rsid w:val="00816C54"/>
    <w:rsid w:val="00817BDD"/>
    <w:rsid w:val="008246DF"/>
    <w:rsid w:val="00824E83"/>
    <w:rsid w:val="0082506C"/>
    <w:rsid w:val="00827361"/>
    <w:rsid w:val="008306C1"/>
    <w:rsid w:val="00831E47"/>
    <w:rsid w:val="008345E0"/>
    <w:rsid w:val="00837BD4"/>
    <w:rsid w:val="008403D9"/>
    <w:rsid w:val="00841C4A"/>
    <w:rsid w:val="0084221D"/>
    <w:rsid w:val="00842F90"/>
    <w:rsid w:val="00844822"/>
    <w:rsid w:val="00853D48"/>
    <w:rsid w:val="008563DC"/>
    <w:rsid w:val="00856C66"/>
    <w:rsid w:val="00860110"/>
    <w:rsid w:val="0086173E"/>
    <w:rsid w:val="00862B50"/>
    <w:rsid w:val="00865193"/>
    <w:rsid w:val="00866883"/>
    <w:rsid w:val="00867013"/>
    <w:rsid w:val="00870A09"/>
    <w:rsid w:val="00870B5F"/>
    <w:rsid w:val="00874528"/>
    <w:rsid w:val="0087603C"/>
    <w:rsid w:val="00876125"/>
    <w:rsid w:val="00876C0F"/>
    <w:rsid w:val="00877082"/>
    <w:rsid w:val="00881587"/>
    <w:rsid w:val="008838B5"/>
    <w:rsid w:val="008876FA"/>
    <w:rsid w:val="008947CD"/>
    <w:rsid w:val="00895810"/>
    <w:rsid w:val="00896FCD"/>
    <w:rsid w:val="00897EFA"/>
    <w:rsid w:val="008A0164"/>
    <w:rsid w:val="008A032D"/>
    <w:rsid w:val="008A25BD"/>
    <w:rsid w:val="008A4A9A"/>
    <w:rsid w:val="008A656E"/>
    <w:rsid w:val="008A7BD0"/>
    <w:rsid w:val="008B2A2A"/>
    <w:rsid w:val="008B4DA8"/>
    <w:rsid w:val="008B53D6"/>
    <w:rsid w:val="008B6760"/>
    <w:rsid w:val="008C4325"/>
    <w:rsid w:val="008C55AD"/>
    <w:rsid w:val="008C5E06"/>
    <w:rsid w:val="008C676E"/>
    <w:rsid w:val="008C7948"/>
    <w:rsid w:val="008D24E2"/>
    <w:rsid w:val="008D5642"/>
    <w:rsid w:val="008D5A8B"/>
    <w:rsid w:val="008E057B"/>
    <w:rsid w:val="008E344B"/>
    <w:rsid w:val="008E7CEC"/>
    <w:rsid w:val="008F261D"/>
    <w:rsid w:val="0090103F"/>
    <w:rsid w:val="00904691"/>
    <w:rsid w:val="0090561D"/>
    <w:rsid w:val="00912136"/>
    <w:rsid w:val="00916579"/>
    <w:rsid w:val="00920221"/>
    <w:rsid w:val="009209B4"/>
    <w:rsid w:val="00922EA0"/>
    <w:rsid w:val="009253A6"/>
    <w:rsid w:val="00927112"/>
    <w:rsid w:val="0093110E"/>
    <w:rsid w:val="00940112"/>
    <w:rsid w:val="00942CBD"/>
    <w:rsid w:val="00943A13"/>
    <w:rsid w:val="0095005A"/>
    <w:rsid w:val="00952544"/>
    <w:rsid w:val="00954508"/>
    <w:rsid w:val="0095579C"/>
    <w:rsid w:val="00955C98"/>
    <w:rsid w:val="00961428"/>
    <w:rsid w:val="00963919"/>
    <w:rsid w:val="00963B28"/>
    <w:rsid w:val="009655E1"/>
    <w:rsid w:val="009659CF"/>
    <w:rsid w:val="00966279"/>
    <w:rsid w:val="00966BE3"/>
    <w:rsid w:val="0096758A"/>
    <w:rsid w:val="00967A7F"/>
    <w:rsid w:val="00967E1B"/>
    <w:rsid w:val="00976AD3"/>
    <w:rsid w:val="009801D3"/>
    <w:rsid w:val="00980852"/>
    <w:rsid w:val="00985B84"/>
    <w:rsid w:val="0098729B"/>
    <w:rsid w:val="00991DB4"/>
    <w:rsid w:val="0099342D"/>
    <w:rsid w:val="009963F2"/>
    <w:rsid w:val="00996E43"/>
    <w:rsid w:val="009A3088"/>
    <w:rsid w:val="009A72BD"/>
    <w:rsid w:val="009C0086"/>
    <w:rsid w:val="009C0735"/>
    <w:rsid w:val="009D09B1"/>
    <w:rsid w:val="009D1DF7"/>
    <w:rsid w:val="009D1E08"/>
    <w:rsid w:val="009D2DA8"/>
    <w:rsid w:val="009E1205"/>
    <w:rsid w:val="009E5769"/>
    <w:rsid w:val="009F392C"/>
    <w:rsid w:val="009F47AE"/>
    <w:rsid w:val="009F5642"/>
    <w:rsid w:val="00A026CA"/>
    <w:rsid w:val="00A04459"/>
    <w:rsid w:val="00A11861"/>
    <w:rsid w:val="00A11B1A"/>
    <w:rsid w:val="00A13F7D"/>
    <w:rsid w:val="00A15DA3"/>
    <w:rsid w:val="00A21284"/>
    <w:rsid w:val="00A21885"/>
    <w:rsid w:val="00A21E09"/>
    <w:rsid w:val="00A26243"/>
    <w:rsid w:val="00A26C8D"/>
    <w:rsid w:val="00A31059"/>
    <w:rsid w:val="00A35DBF"/>
    <w:rsid w:val="00A40547"/>
    <w:rsid w:val="00A46C70"/>
    <w:rsid w:val="00A47996"/>
    <w:rsid w:val="00A508EF"/>
    <w:rsid w:val="00A519F3"/>
    <w:rsid w:val="00A53140"/>
    <w:rsid w:val="00A55858"/>
    <w:rsid w:val="00A55C84"/>
    <w:rsid w:val="00A560AB"/>
    <w:rsid w:val="00A61BF6"/>
    <w:rsid w:val="00A62130"/>
    <w:rsid w:val="00A62948"/>
    <w:rsid w:val="00A66E09"/>
    <w:rsid w:val="00A73F0F"/>
    <w:rsid w:val="00A74884"/>
    <w:rsid w:val="00A74C93"/>
    <w:rsid w:val="00A75E99"/>
    <w:rsid w:val="00A77B55"/>
    <w:rsid w:val="00A86F96"/>
    <w:rsid w:val="00A91D3C"/>
    <w:rsid w:val="00A9508F"/>
    <w:rsid w:val="00A97E8B"/>
    <w:rsid w:val="00AA5C89"/>
    <w:rsid w:val="00AA60B7"/>
    <w:rsid w:val="00AA7F52"/>
    <w:rsid w:val="00AB06E9"/>
    <w:rsid w:val="00AB097B"/>
    <w:rsid w:val="00AB1EDC"/>
    <w:rsid w:val="00AB1F67"/>
    <w:rsid w:val="00AB30A6"/>
    <w:rsid w:val="00AB39A4"/>
    <w:rsid w:val="00AB6568"/>
    <w:rsid w:val="00AB76FF"/>
    <w:rsid w:val="00AC035D"/>
    <w:rsid w:val="00AC3A34"/>
    <w:rsid w:val="00AD05B2"/>
    <w:rsid w:val="00AD2FAA"/>
    <w:rsid w:val="00AD51FA"/>
    <w:rsid w:val="00AD5C2D"/>
    <w:rsid w:val="00AD73ED"/>
    <w:rsid w:val="00AE15D3"/>
    <w:rsid w:val="00AE3402"/>
    <w:rsid w:val="00AE6E87"/>
    <w:rsid w:val="00AF49DF"/>
    <w:rsid w:val="00AF6B1F"/>
    <w:rsid w:val="00AF7B70"/>
    <w:rsid w:val="00B00FB4"/>
    <w:rsid w:val="00B013E3"/>
    <w:rsid w:val="00B0410F"/>
    <w:rsid w:val="00B06018"/>
    <w:rsid w:val="00B06783"/>
    <w:rsid w:val="00B0759D"/>
    <w:rsid w:val="00B1038F"/>
    <w:rsid w:val="00B10B11"/>
    <w:rsid w:val="00B12CAB"/>
    <w:rsid w:val="00B23546"/>
    <w:rsid w:val="00B249E5"/>
    <w:rsid w:val="00B24B23"/>
    <w:rsid w:val="00B257D8"/>
    <w:rsid w:val="00B25867"/>
    <w:rsid w:val="00B25A19"/>
    <w:rsid w:val="00B27B9D"/>
    <w:rsid w:val="00B3111F"/>
    <w:rsid w:val="00B31D1E"/>
    <w:rsid w:val="00B31D2A"/>
    <w:rsid w:val="00B32714"/>
    <w:rsid w:val="00B34B72"/>
    <w:rsid w:val="00B3612F"/>
    <w:rsid w:val="00B45300"/>
    <w:rsid w:val="00B454C2"/>
    <w:rsid w:val="00B45A12"/>
    <w:rsid w:val="00B52069"/>
    <w:rsid w:val="00B54DC4"/>
    <w:rsid w:val="00B554EB"/>
    <w:rsid w:val="00B556D1"/>
    <w:rsid w:val="00B566D2"/>
    <w:rsid w:val="00B60F1E"/>
    <w:rsid w:val="00B615B0"/>
    <w:rsid w:val="00B62B54"/>
    <w:rsid w:val="00B64A42"/>
    <w:rsid w:val="00B64B53"/>
    <w:rsid w:val="00B65A43"/>
    <w:rsid w:val="00B678D3"/>
    <w:rsid w:val="00B67FC3"/>
    <w:rsid w:val="00B708FD"/>
    <w:rsid w:val="00B713C0"/>
    <w:rsid w:val="00B72E13"/>
    <w:rsid w:val="00B73AA5"/>
    <w:rsid w:val="00B749EE"/>
    <w:rsid w:val="00B74D91"/>
    <w:rsid w:val="00B82807"/>
    <w:rsid w:val="00B86D3A"/>
    <w:rsid w:val="00B879EC"/>
    <w:rsid w:val="00B87A31"/>
    <w:rsid w:val="00B91ACC"/>
    <w:rsid w:val="00B926B8"/>
    <w:rsid w:val="00BA05AF"/>
    <w:rsid w:val="00BA319A"/>
    <w:rsid w:val="00BA332E"/>
    <w:rsid w:val="00BA3D5D"/>
    <w:rsid w:val="00BA4742"/>
    <w:rsid w:val="00BA4750"/>
    <w:rsid w:val="00BA4FC0"/>
    <w:rsid w:val="00BB0820"/>
    <w:rsid w:val="00BB21C8"/>
    <w:rsid w:val="00BB4668"/>
    <w:rsid w:val="00BB5185"/>
    <w:rsid w:val="00BB646A"/>
    <w:rsid w:val="00BB65A4"/>
    <w:rsid w:val="00BC03B7"/>
    <w:rsid w:val="00BC3033"/>
    <w:rsid w:val="00BC452D"/>
    <w:rsid w:val="00BC4B10"/>
    <w:rsid w:val="00BC6A5A"/>
    <w:rsid w:val="00BC6C50"/>
    <w:rsid w:val="00BC7A33"/>
    <w:rsid w:val="00BD06FF"/>
    <w:rsid w:val="00BD1170"/>
    <w:rsid w:val="00BD32E3"/>
    <w:rsid w:val="00BD4971"/>
    <w:rsid w:val="00BD751E"/>
    <w:rsid w:val="00BE1325"/>
    <w:rsid w:val="00BE6EA3"/>
    <w:rsid w:val="00BE74B3"/>
    <w:rsid w:val="00BE7637"/>
    <w:rsid w:val="00BF2156"/>
    <w:rsid w:val="00BF307B"/>
    <w:rsid w:val="00BF3DA5"/>
    <w:rsid w:val="00BF45AD"/>
    <w:rsid w:val="00BF640F"/>
    <w:rsid w:val="00BF6542"/>
    <w:rsid w:val="00C00384"/>
    <w:rsid w:val="00C0170C"/>
    <w:rsid w:val="00C020EC"/>
    <w:rsid w:val="00C04EA4"/>
    <w:rsid w:val="00C05C56"/>
    <w:rsid w:val="00C0752A"/>
    <w:rsid w:val="00C10187"/>
    <w:rsid w:val="00C10B96"/>
    <w:rsid w:val="00C11F10"/>
    <w:rsid w:val="00C176D2"/>
    <w:rsid w:val="00C177CF"/>
    <w:rsid w:val="00C23AD7"/>
    <w:rsid w:val="00C259FB"/>
    <w:rsid w:val="00C26083"/>
    <w:rsid w:val="00C27E65"/>
    <w:rsid w:val="00C35B58"/>
    <w:rsid w:val="00C368BD"/>
    <w:rsid w:val="00C41DFE"/>
    <w:rsid w:val="00C43392"/>
    <w:rsid w:val="00C43DFD"/>
    <w:rsid w:val="00C44E6B"/>
    <w:rsid w:val="00C4568B"/>
    <w:rsid w:val="00C45E2B"/>
    <w:rsid w:val="00C463B3"/>
    <w:rsid w:val="00C50BE9"/>
    <w:rsid w:val="00C52156"/>
    <w:rsid w:val="00C53E99"/>
    <w:rsid w:val="00C547E1"/>
    <w:rsid w:val="00C548E5"/>
    <w:rsid w:val="00C55D37"/>
    <w:rsid w:val="00C6471D"/>
    <w:rsid w:val="00C65276"/>
    <w:rsid w:val="00C65FD8"/>
    <w:rsid w:val="00C754F3"/>
    <w:rsid w:val="00C765CA"/>
    <w:rsid w:val="00C77180"/>
    <w:rsid w:val="00C80F9F"/>
    <w:rsid w:val="00C812AD"/>
    <w:rsid w:val="00C832BC"/>
    <w:rsid w:val="00C84391"/>
    <w:rsid w:val="00C84412"/>
    <w:rsid w:val="00C845A7"/>
    <w:rsid w:val="00C91D4C"/>
    <w:rsid w:val="00C947DF"/>
    <w:rsid w:val="00C95104"/>
    <w:rsid w:val="00C95706"/>
    <w:rsid w:val="00CA0126"/>
    <w:rsid w:val="00CA303F"/>
    <w:rsid w:val="00CA3776"/>
    <w:rsid w:val="00CA5C5B"/>
    <w:rsid w:val="00CB52B5"/>
    <w:rsid w:val="00CC0413"/>
    <w:rsid w:val="00CC1F7B"/>
    <w:rsid w:val="00CC4E18"/>
    <w:rsid w:val="00CC4E8E"/>
    <w:rsid w:val="00CC56A4"/>
    <w:rsid w:val="00CD18BC"/>
    <w:rsid w:val="00CD242F"/>
    <w:rsid w:val="00CD43BA"/>
    <w:rsid w:val="00CD6058"/>
    <w:rsid w:val="00CD66AD"/>
    <w:rsid w:val="00CD6DFC"/>
    <w:rsid w:val="00CE17ED"/>
    <w:rsid w:val="00CE6608"/>
    <w:rsid w:val="00CF34A1"/>
    <w:rsid w:val="00CF4C54"/>
    <w:rsid w:val="00CF7C95"/>
    <w:rsid w:val="00D043DD"/>
    <w:rsid w:val="00D0483C"/>
    <w:rsid w:val="00D0569B"/>
    <w:rsid w:val="00D05A6D"/>
    <w:rsid w:val="00D065E0"/>
    <w:rsid w:val="00D10F7F"/>
    <w:rsid w:val="00D11DDD"/>
    <w:rsid w:val="00D12924"/>
    <w:rsid w:val="00D12F0F"/>
    <w:rsid w:val="00D14F91"/>
    <w:rsid w:val="00D1701E"/>
    <w:rsid w:val="00D205F9"/>
    <w:rsid w:val="00D21934"/>
    <w:rsid w:val="00D2195A"/>
    <w:rsid w:val="00D230B1"/>
    <w:rsid w:val="00D23F3D"/>
    <w:rsid w:val="00D240D0"/>
    <w:rsid w:val="00D24D73"/>
    <w:rsid w:val="00D26189"/>
    <w:rsid w:val="00D26391"/>
    <w:rsid w:val="00D2717D"/>
    <w:rsid w:val="00D273D3"/>
    <w:rsid w:val="00D356FE"/>
    <w:rsid w:val="00D35B5F"/>
    <w:rsid w:val="00D37F6A"/>
    <w:rsid w:val="00D44228"/>
    <w:rsid w:val="00D44BDE"/>
    <w:rsid w:val="00D50797"/>
    <w:rsid w:val="00D52BBF"/>
    <w:rsid w:val="00D56DA4"/>
    <w:rsid w:val="00D56E8E"/>
    <w:rsid w:val="00D62883"/>
    <w:rsid w:val="00D64EF6"/>
    <w:rsid w:val="00D7369F"/>
    <w:rsid w:val="00D73D23"/>
    <w:rsid w:val="00D8139C"/>
    <w:rsid w:val="00D82CC5"/>
    <w:rsid w:val="00D85388"/>
    <w:rsid w:val="00D85550"/>
    <w:rsid w:val="00D85FDF"/>
    <w:rsid w:val="00D860C5"/>
    <w:rsid w:val="00D86BB4"/>
    <w:rsid w:val="00D9216C"/>
    <w:rsid w:val="00D940C7"/>
    <w:rsid w:val="00D95515"/>
    <w:rsid w:val="00DA0408"/>
    <w:rsid w:val="00DA0A6E"/>
    <w:rsid w:val="00DA0CA4"/>
    <w:rsid w:val="00DA36B6"/>
    <w:rsid w:val="00DA4674"/>
    <w:rsid w:val="00DA4D2D"/>
    <w:rsid w:val="00DA5212"/>
    <w:rsid w:val="00DA56F6"/>
    <w:rsid w:val="00DB01DD"/>
    <w:rsid w:val="00DB02D4"/>
    <w:rsid w:val="00DB34AF"/>
    <w:rsid w:val="00DC136E"/>
    <w:rsid w:val="00DC404F"/>
    <w:rsid w:val="00DC56EF"/>
    <w:rsid w:val="00DD10E6"/>
    <w:rsid w:val="00DD360F"/>
    <w:rsid w:val="00DD45EF"/>
    <w:rsid w:val="00DD47D7"/>
    <w:rsid w:val="00DD5598"/>
    <w:rsid w:val="00DD66B3"/>
    <w:rsid w:val="00DD7612"/>
    <w:rsid w:val="00DD7901"/>
    <w:rsid w:val="00DE21A3"/>
    <w:rsid w:val="00DE3099"/>
    <w:rsid w:val="00DE4F8E"/>
    <w:rsid w:val="00DE6E4C"/>
    <w:rsid w:val="00DF0BF7"/>
    <w:rsid w:val="00DF1645"/>
    <w:rsid w:val="00DF31EE"/>
    <w:rsid w:val="00DF45BF"/>
    <w:rsid w:val="00DF7EAA"/>
    <w:rsid w:val="00E00AF4"/>
    <w:rsid w:val="00E02FAD"/>
    <w:rsid w:val="00E03B99"/>
    <w:rsid w:val="00E03CA1"/>
    <w:rsid w:val="00E0568D"/>
    <w:rsid w:val="00E0686B"/>
    <w:rsid w:val="00E12A84"/>
    <w:rsid w:val="00E1520D"/>
    <w:rsid w:val="00E170D6"/>
    <w:rsid w:val="00E23513"/>
    <w:rsid w:val="00E2483B"/>
    <w:rsid w:val="00E25209"/>
    <w:rsid w:val="00E258C7"/>
    <w:rsid w:val="00E2595E"/>
    <w:rsid w:val="00E302F0"/>
    <w:rsid w:val="00E3288A"/>
    <w:rsid w:val="00E33AB7"/>
    <w:rsid w:val="00E37651"/>
    <w:rsid w:val="00E44891"/>
    <w:rsid w:val="00E5072A"/>
    <w:rsid w:val="00E510B9"/>
    <w:rsid w:val="00E51C01"/>
    <w:rsid w:val="00E52A6A"/>
    <w:rsid w:val="00E536DA"/>
    <w:rsid w:val="00E563AF"/>
    <w:rsid w:val="00E569D1"/>
    <w:rsid w:val="00E6400A"/>
    <w:rsid w:val="00E7131C"/>
    <w:rsid w:val="00E7239C"/>
    <w:rsid w:val="00E80C55"/>
    <w:rsid w:val="00E85B57"/>
    <w:rsid w:val="00E86B83"/>
    <w:rsid w:val="00E912FA"/>
    <w:rsid w:val="00E93896"/>
    <w:rsid w:val="00EA0378"/>
    <w:rsid w:val="00EA38AE"/>
    <w:rsid w:val="00EA7979"/>
    <w:rsid w:val="00EB0DD5"/>
    <w:rsid w:val="00EB0E15"/>
    <w:rsid w:val="00EB18BE"/>
    <w:rsid w:val="00EB469D"/>
    <w:rsid w:val="00EB5A38"/>
    <w:rsid w:val="00EB5C91"/>
    <w:rsid w:val="00EB6F23"/>
    <w:rsid w:val="00EC5C29"/>
    <w:rsid w:val="00EC63A2"/>
    <w:rsid w:val="00ED1724"/>
    <w:rsid w:val="00ED57DA"/>
    <w:rsid w:val="00ED792E"/>
    <w:rsid w:val="00EE0D7B"/>
    <w:rsid w:val="00EE0F4E"/>
    <w:rsid w:val="00EE0FAA"/>
    <w:rsid w:val="00EE2D3D"/>
    <w:rsid w:val="00EE37AC"/>
    <w:rsid w:val="00EE3A7A"/>
    <w:rsid w:val="00EE75C0"/>
    <w:rsid w:val="00EF070C"/>
    <w:rsid w:val="00EF0C8F"/>
    <w:rsid w:val="00EF12CA"/>
    <w:rsid w:val="00EF1F3D"/>
    <w:rsid w:val="00EF335D"/>
    <w:rsid w:val="00EF53B1"/>
    <w:rsid w:val="00EF67C1"/>
    <w:rsid w:val="00EF6CEB"/>
    <w:rsid w:val="00EF770F"/>
    <w:rsid w:val="00F02748"/>
    <w:rsid w:val="00F10401"/>
    <w:rsid w:val="00F10D9B"/>
    <w:rsid w:val="00F12EB5"/>
    <w:rsid w:val="00F14B49"/>
    <w:rsid w:val="00F1648C"/>
    <w:rsid w:val="00F16CB0"/>
    <w:rsid w:val="00F16EAC"/>
    <w:rsid w:val="00F17786"/>
    <w:rsid w:val="00F208FE"/>
    <w:rsid w:val="00F23BA5"/>
    <w:rsid w:val="00F3053F"/>
    <w:rsid w:val="00F326BB"/>
    <w:rsid w:val="00F37FB0"/>
    <w:rsid w:val="00F41CA3"/>
    <w:rsid w:val="00F4295B"/>
    <w:rsid w:val="00F45195"/>
    <w:rsid w:val="00F503F8"/>
    <w:rsid w:val="00F51737"/>
    <w:rsid w:val="00F52E99"/>
    <w:rsid w:val="00F5561E"/>
    <w:rsid w:val="00F57D53"/>
    <w:rsid w:val="00F600A5"/>
    <w:rsid w:val="00F60D1A"/>
    <w:rsid w:val="00F676D6"/>
    <w:rsid w:val="00F71497"/>
    <w:rsid w:val="00F72C34"/>
    <w:rsid w:val="00F730F8"/>
    <w:rsid w:val="00F73362"/>
    <w:rsid w:val="00F7484E"/>
    <w:rsid w:val="00F74B96"/>
    <w:rsid w:val="00F7508E"/>
    <w:rsid w:val="00F75F8E"/>
    <w:rsid w:val="00F80EC3"/>
    <w:rsid w:val="00F81E2C"/>
    <w:rsid w:val="00F849B0"/>
    <w:rsid w:val="00F85CC7"/>
    <w:rsid w:val="00F86F57"/>
    <w:rsid w:val="00F960DC"/>
    <w:rsid w:val="00FA04F5"/>
    <w:rsid w:val="00FA6637"/>
    <w:rsid w:val="00FB00F8"/>
    <w:rsid w:val="00FB039E"/>
    <w:rsid w:val="00FB0F5B"/>
    <w:rsid w:val="00FB7E8B"/>
    <w:rsid w:val="00FC06BC"/>
    <w:rsid w:val="00FC5BC0"/>
    <w:rsid w:val="00FC6904"/>
    <w:rsid w:val="00FD3A15"/>
    <w:rsid w:val="00FD5684"/>
    <w:rsid w:val="00FD65DD"/>
    <w:rsid w:val="00FD7F14"/>
    <w:rsid w:val="00FE4C15"/>
    <w:rsid w:val="00FE586C"/>
    <w:rsid w:val="00FF2A4F"/>
    <w:rsid w:val="00FF6D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0a0aa,#eb6b4a,#ff7171,#88bce2"/>
    </o:shapedefaults>
    <o:shapelayout v:ext="edit">
      <o:idmap v:ext="edit" data="1"/>
    </o:shapelayout>
  </w:shapeDefaults>
  <w:decimalSymbol w:val=","/>
  <w:listSeparator w:val=";"/>
  <w14:docId w14:val="5FF2DAB6"/>
  <w15:docId w15:val="{B7619799-BF21-4088-9F65-23400703C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4295B"/>
    <w:pPr>
      <w:spacing w:line="280" w:lineRule="exact"/>
    </w:pPr>
    <w:rPr>
      <w:rFonts w:ascii="Strayhorn MT Regular" w:hAnsi="Strayhorn MT Regular"/>
      <w:color w:val="404040"/>
      <w:spacing w:val="5"/>
      <w:sz w:val="19"/>
      <w:lang w:eastAsia="en-US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8D24E2"/>
    <w:pPr>
      <w:spacing w:after="280" w:line="480" w:lineRule="exact"/>
      <w:outlineLvl w:val="0"/>
    </w:pPr>
    <w:rPr>
      <w:sz w:val="36"/>
      <w:szCs w:val="36"/>
      <w:lang w:val="en-US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EE37AC"/>
    <w:pPr>
      <w:keepNext/>
      <w:spacing w:before="280"/>
      <w:ind w:left="1418" w:hanging="1418"/>
      <w:outlineLvl w:val="1"/>
    </w:pPr>
    <w:rPr>
      <w:rFonts w:eastAsia="Times New Roman"/>
      <w:bCs/>
      <w:i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90103F"/>
    <w:pPr>
      <w:keepNext/>
      <w:spacing w:before="240" w:after="60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autoRedefine/>
    <w:uiPriority w:val="9"/>
    <w:unhideWhenUsed/>
    <w:qFormat/>
    <w:rsid w:val="00F45195"/>
    <w:pPr>
      <w:keepNext/>
      <w:spacing w:before="240" w:after="60"/>
      <w:outlineLvl w:val="3"/>
    </w:pPr>
    <w:rPr>
      <w:rFonts w:eastAsia="Times New Roman"/>
      <w:b/>
      <w:bCs/>
      <w:i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EE2D3D"/>
    <w:pPr>
      <w:spacing w:after="280"/>
      <w:outlineLvl w:val="4"/>
    </w:pPr>
    <w:rPr>
      <w:rFonts w:eastAsia="Times New Roman"/>
      <w:b/>
      <w:bCs/>
      <w:iCs/>
    </w:rPr>
  </w:style>
  <w:style w:type="paragraph" w:styleId="berschrift6">
    <w:name w:val="heading 6"/>
    <w:basedOn w:val="Anhang"/>
    <w:next w:val="Standard"/>
    <w:link w:val="berschrift6Zchn"/>
    <w:uiPriority w:val="9"/>
    <w:unhideWhenUsed/>
    <w:qFormat/>
    <w:rsid w:val="006A2762"/>
    <w:pPr>
      <w:outlineLvl w:val="5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D2DA8"/>
    <w:pPr>
      <w:numPr>
        <w:numId w:val="15"/>
      </w:numPr>
      <w:ind w:left="227" w:hanging="227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8D24E2"/>
    <w:rPr>
      <w:rFonts w:ascii="Strayhorn MT Regular" w:hAnsi="Strayhorn MT Regular"/>
      <w:color w:val="404040"/>
      <w:spacing w:val="5"/>
      <w:sz w:val="36"/>
      <w:szCs w:val="36"/>
      <w:lang w:val="en-US" w:eastAsia="en-US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DDC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DDC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E37AC"/>
    <w:rPr>
      <w:rFonts w:ascii="Strayhorn MT Regular" w:eastAsia="Times New Roman" w:hAnsi="Strayhorn MT Regular"/>
      <w:bCs/>
      <w:iCs/>
      <w:color w:val="404040"/>
      <w:spacing w:val="5"/>
      <w:sz w:val="26"/>
      <w:szCs w:val="26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0103F"/>
    <w:rPr>
      <w:rFonts w:ascii="Strayhorn MT Regular" w:eastAsia="Times New Roman" w:hAnsi="Strayhorn MT Regular"/>
      <w:b/>
      <w:bCs/>
      <w:color w:val="404040"/>
      <w:spacing w:val="5"/>
      <w:szCs w:val="26"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45195"/>
    <w:rPr>
      <w:rFonts w:ascii="Strayhorn MT Regular" w:eastAsia="Times New Roman" w:hAnsi="Strayhorn MT Regular"/>
      <w:b/>
      <w:bCs/>
      <w:i/>
      <w:color w:val="404040"/>
      <w:spacing w:val="5"/>
      <w:szCs w:val="28"/>
      <w:lang w:eastAsia="en-US"/>
    </w:rPr>
  </w:style>
  <w:style w:type="paragraph" w:styleId="Fuzeile">
    <w:name w:val="footer"/>
    <w:basedOn w:val="Standard"/>
    <w:link w:val="FuzeileZchn"/>
    <w:uiPriority w:val="99"/>
    <w:rsid w:val="002251D7"/>
    <w:pPr>
      <w:widowControl w:val="0"/>
      <w:tabs>
        <w:tab w:val="center" w:pos="4819"/>
        <w:tab w:val="right" w:pos="9071"/>
      </w:tabs>
      <w:spacing w:line="360" w:lineRule="exact"/>
      <w:ind w:left="-3119"/>
    </w:pPr>
    <w:rPr>
      <w:rFonts w:eastAsia="Times New Roman"/>
      <w:color w:val="00A0AA"/>
      <w:sz w:val="36"/>
      <w:szCs w:val="36"/>
      <w:lang w:val="en-US"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2251D7"/>
    <w:rPr>
      <w:rFonts w:ascii="Strayhorn MT Regular" w:eastAsia="Times New Roman" w:hAnsi="Strayhorn MT Regular"/>
      <w:color w:val="00A0AA"/>
      <w:spacing w:val="5"/>
      <w:sz w:val="36"/>
      <w:szCs w:val="36"/>
      <w:lang w:val="en-US"/>
    </w:rPr>
  </w:style>
  <w:style w:type="paragraph" w:styleId="Beschriftung">
    <w:name w:val="caption"/>
    <w:basedOn w:val="Standard"/>
    <w:next w:val="Standard"/>
    <w:link w:val="BeschriftungZchn"/>
    <w:uiPriority w:val="35"/>
    <w:qFormat/>
    <w:rsid w:val="00A97E8B"/>
    <w:pPr>
      <w:spacing w:before="240" w:after="280" w:line="160" w:lineRule="exact"/>
    </w:pPr>
    <w:rPr>
      <w:rFonts w:eastAsia="SimSun"/>
      <w:bCs/>
      <w:i/>
      <w:sz w:val="14"/>
      <w:szCs w:val="14"/>
      <w:lang w:eastAsia="zh-CN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A97E8B"/>
    <w:rPr>
      <w:rFonts w:ascii="Strayhorn MT Regular" w:eastAsia="SimSun" w:hAnsi="Strayhorn MT Regular"/>
      <w:bCs/>
      <w:i/>
      <w:color w:val="404040"/>
      <w:spacing w:val="5"/>
      <w:sz w:val="14"/>
      <w:szCs w:val="14"/>
      <w:lang w:eastAsia="zh-CN"/>
    </w:rPr>
  </w:style>
  <w:style w:type="table" w:styleId="Tabellenraster">
    <w:name w:val="Table Grid"/>
    <w:basedOn w:val="NormaleTabelle"/>
    <w:rsid w:val="00CA3776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semiHidden/>
    <w:unhideWhenUsed/>
    <w:rsid w:val="009E5769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9E5769"/>
    <w:pPr>
      <w:spacing w:line="240" w:lineRule="auto"/>
    </w:pPr>
    <w:rPr>
      <w:rFonts w:ascii="Calibri" w:eastAsia="Times New Roman" w:hAnsi="Calibri"/>
      <w:lang w:eastAsia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E5769"/>
    <w:rPr>
      <w:rFonts w:ascii="Calibri" w:eastAsia="Times New Roman" w:hAnsi="Calibri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E57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E5769"/>
    <w:rPr>
      <w:rFonts w:ascii="Tahoma" w:hAnsi="Tahoma" w:cs="Tahoma"/>
      <w:sz w:val="16"/>
      <w:szCs w:val="16"/>
      <w:lang w:eastAsia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817BDD"/>
    <w:pPr>
      <w:keepNext/>
      <w:keepLines/>
      <w:spacing w:before="480" w:after="0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line="340" w:lineRule="exact"/>
    </w:pPr>
    <w:rPr>
      <w:sz w:val="24"/>
    </w:rPr>
  </w:style>
  <w:style w:type="paragraph" w:styleId="Verzeichnis2">
    <w:name w:val="toc 2"/>
    <w:basedOn w:val="Standard"/>
    <w:next w:val="Standard"/>
    <w:autoRedefine/>
    <w:uiPriority w:val="39"/>
    <w:unhideWhenUsed/>
    <w:rsid w:val="00B678D3"/>
    <w:pPr>
      <w:tabs>
        <w:tab w:val="left" w:pos="737"/>
        <w:tab w:val="right" w:pos="6804"/>
      </w:tabs>
      <w:spacing w:line="340" w:lineRule="exact"/>
    </w:pPr>
    <w:rPr>
      <w:b/>
    </w:rPr>
  </w:style>
  <w:style w:type="paragraph" w:styleId="Verzeichnis3">
    <w:name w:val="toc 3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</w:style>
  <w:style w:type="character" w:styleId="Hyperlink">
    <w:name w:val="Hyperlink"/>
    <w:basedOn w:val="Absatz-Standardschriftart"/>
    <w:uiPriority w:val="99"/>
    <w:unhideWhenUsed/>
    <w:rsid w:val="00817BDD"/>
    <w:rPr>
      <w:color w:val="0000FF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</w:rPr>
  </w:style>
  <w:style w:type="paragraph" w:styleId="Kopfzeile">
    <w:name w:val="header"/>
    <w:basedOn w:val="Standard"/>
    <w:link w:val="KopfzeileZchn"/>
    <w:uiPriority w:val="99"/>
    <w:unhideWhenUsed/>
    <w:rsid w:val="002251D7"/>
    <w:pPr>
      <w:tabs>
        <w:tab w:val="center" w:pos="4536"/>
        <w:tab w:val="right" w:pos="9072"/>
      </w:tabs>
      <w:spacing w:line="360" w:lineRule="exact"/>
    </w:pPr>
    <w:rPr>
      <w:noProof/>
      <w:color w:val="00A0AA"/>
      <w:sz w:val="36"/>
      <w:szCs w:val="36"/>
    </w:rPr>
  </w:style>
  <w:style w:type="character" w:customStyle="1" w:styleId="KopfzeileZchn">
    <w:name w:val="Kopfzeile Zchn"/>
    <w:basedOn w:val="Absatz-Standardschriftart"/>
    <w:link w:val="Kopfzeile"/>
    <w:uiPriority w:val="99"/>
    <w:rsid w:val="002251D7"/>
    <w:rPr>
      <w:rFonts w:ascii="Strayhorn MT Regular" w:hAnsi="Strayhorn MT Regular"/>
      <w:noProof/>
      <w:color w:val="00A0AA"/>
      <w:spacing w:val="5"/>
      <w:sz w:val="36"/>
      <w:szCs w:val="36"/>
      <w:lang w:eastAsia="en-US"/>
    </w:rPr>
  </w:style>
  <w:style w:type="paragraph" w:styleId="Funotentext">
    <w:name w:val="footnote text"/>
    <w:basedOn w:val="Standard"/>
    <w:link w:val="FunotentextZchn"/>
    <w:uiPriority w:val="99"/>
    <w:unhideWhenUsed/>
    <w:rsid w:val="00980852"/>
  </w:style>
  <w:style w:type="character" w:customStyle="1" w:styleId="FunotentextZchn">
    <w:name w:val="Fußnotentext Zchn"/>
    <w:basedOn w:val="Absatz-Standardschriftart"/>
    <w:link w:val="Funotentext"/>
    <w:uiPriority w:val="99"/>
    <w:rsid w:val="00980852"/>
    <w:rPr>
      <w:rFonts w:ascii="Arial" w:hAnsi="Arial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980852"/>
    <w:rPr>
      <w:vertAlign w:val="superscript"/>
    </w:rPr>
  </w:style>
  <w:style w:type="paragraph" w:styleId="Endnotentext">
    <w:name w:val="endnote text"/>
    <w:basedOn w:val="Standard"/>
    <w:link w:val="EndnotentextZchn"/>
    <w:semiHidden/>
    <w:rsid w:val="005D51BF"/>
    <w:pPr>
      <w:spacing w:line="360" w:lineRule="auto"/>
      <w:jc w:val="both"/>
    </w:pPr>
    <w:rPr>
      <w:rFonts w:eastAsia="Times New Roman"/>
      <w:lang w:eastAsia="de-DE"/>
    </w:rPr>
  </w:style>
  <w:style w:type="character" w:customStyle="1" w:styleId="EndnotentextZchn">
    <w:name w:val="Endnotentext Zchn"/>
    <w:basedOn w:val="Absatz-Standardschriftart"/>
    <w:link w:val="Endnotentext"/>
    <w:semiHidden/>
    <w:rsid w:val="005D51BF"/>
    <w:rPr>
      <w:rFonts w:ascii="Arial" w:eastAsia="Times New Roman" w:hAnsi="Arial"/>
    </w:rPr>
  </w:style>
  <w:style w:type="paragraph" w:customStyle="1" w:styleId="Textkrper31">
    <w:name w:val="Textkörper 31"/>
    <w:basedOn w:val="Standard"/>
    <w:rsid w:val="005D51BF"/>
    <w:pPr>
      <w:spacing w:line="360" w:lineRule="auto"/>
      <w:jc w:val="both"/>
    </w:pPr>
    <w:rPr>
      <w:rFonts w:eastAsia="Times New Roman"/>
      <w:lang w:eastAsia="de-DE"/>
    </w:rPr>
  </w:style>
  <w:style w:type="paragraph" w:customStyle="1" w:styleId="berschrift">
    <w:name w:val="Überschrift"/>
    <w:basedOn w:val="Standard"/>
    <w:rsid w:val="005D51BF"/>
    <w:pPr>
      <w:spacing w:before="240" w:line="360" w:lineRule="atLeast"/>
      <w:jc w:val="both"/>
    </w:pPr>
    <w:rPr>
      <w:rFonts w:eastAsia="Times New Roman"/>
      <w:b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139C9"/>
    <w:pPr>
      <w:spacing w:line="276" w:lineRule="auto"/>
    </w:pPr>
    <w:rPr>
      <w:rFonts w:ascii="Arial" w:eastAsia="Calibri" w:hAnsi="Arial"/>
      <w:b/>
      <w:bCs/>
      <w:lang w:eastAsia="en-US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139C9"/>
    <w:rPr>
      <w:rFonts w:ascii="Arial" w:eastAsia="Times New Roman" w:hAnsi="Arial" w:cs="Times New Roman"/>
      <w:b/>
      <w:bCs/>
      <w:lang w:eastAsia="en-US"/>
    </w:rPr>
  </w:style>
  <w:style w:type="paragraph" w:styleId="KeinLeerraum">
    <w:name w:val="No Spacing"/>
    <w:uiPriority w:val="1"/>
    <w:qFormat/>
    <w:rsid w:val="005A74C5"/>
    <w:rPr>
      <w:rFonts w:ascii="Strayhorn MT Regular" w:hAnsi="Strayhorn MT Regular"/>
      <w:color w:val="404040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E2D3D"/>
    <w:rPr>
      <w:rFonts w:ascii="Strayhorn MT Regular" w:eastAsia="Times New Roman" w:hAnsi="Strayhorn MT Regular"/>
      <w:b/>
      <w:bCs/>
      <w:iCs/>
      <w:color w:val="404040"/>
      <w:lang w:eastAsia="en-US"/>
    </w:rPr>
  </w:style>
  <w:style w:type="character" w:styleId="Fett">
    <w:name w:val="Strong"/>
    <w:basedOn w:val="Absatz-Standardschriftart"/>
    <w:uiPriority w:val="22"/>
    <w:qFormat/>
    <w:rsid w:val="00EE2D3D"/>
    <w:rPr>
      <w:b/>
      <w:bCs/>
    </w:rPr>
  </w:style>
  <w:style w:type="character" w:customStyle="1" w:styleId="FettGrn">
    <w:name w:val="Fett Grün"/>
    <w:basedOn w:val="Absatz-Standardschriftart"/>
    <w:uiPriority w:val="1"/>
    <w:rsid w:val="00AB39A4"/>
    <w:rPr>
      <w:b/>
      <w:color w:val="00A0AA"/>
    </w:rPr>
  </w:style>
  <w:style w:type="paragraph" w:customStyle="1" w:styleId="Anhang">
    <w:name w:val="Anhang"/>
    <w:qFormat/>
    <w:rsid w:val="00C50BE9"/>
    <w:pPr>
      <w:spacing w:line="220" w:lineRule="exact"/>
    </w:pPr>
    <w:rPr>
      <w:rFonts w:ascii="Strayhorn MT Regular" w:hAnsi="Strayhorn MT Regular"/>
      <w:color w:val="404040"/>
      <w:spacing w:val="5"/>
      <w:sz w:val="16"/>
      <w:lang w:eastAsia="en-US"/>
    </w:rPr>
  </w:style>
  <w:style w:type="character" w:customStyle="1" w:styleId="KursivGrn">
    <w:name w:val="Kursiv Grün"/>
    <w:basedOn w:val="Absatz-Standardschriftart"/>
    <w:uiPriority w:val="1"/>
    <w:qFormat/>
    <w:rsid w:val="0000169A"/>
    <w:rPr>
      <w:i/>
      <w:color w:val="00A0AA"/>
    </w:rPr>
  </w:style>
  <w:style w:type="paragraph" w:customStyle="1" w:styleId="HintergrundTrkis">
    <w:name w:val="Hintergrund Türkis"/>
    <w:basedOn w:val="Anhang"/>
    <w:qFormat/>
    <w:rsid w:val="00D230B1"/>
  </w:style>
  <w:style w:type="character" w:customStyle="1" w:styleId="berschrift6Zchn">
    <w:name w:val="Überschrift 6 Zchn"/>
    <w:basedOn w:val="Absatz-Standardschriftart"/>
    <w:link w:val="berschrift6"/>
    <w:uiPriority w:val="9"/>
    <w:rsid w:val="006A2762"/>
    <w:rPr>
      <w:rFonts w:ascii="Strayhorn MT Regular" w:hAnsi="Strayhorn MT Regular"/>
      <w:b/>
      <w:color w:val="404040"/>
      <w:spacing w:val="5"/>
      <w:sz w:val="16"/>
      <w:lang w:eastAsia="en-US"/>
    </w:rPr>
  </w:style>
  <w:style w:type="paragraph" w:styleId="Verzeichnis5">
    <w:name w:val="toc 5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</w:rPr>
  </w:style>
  <w:style w:type="paragraph" w:styleId="Verzeichnis6">
    <w:name w:val="toc 6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  <w:sz w:val="16"/>
    </w:rPr>
  </w:style>
  <w:style w:type="paragraph" w:customStyle="1" w:styleId="FDF96B62AE524A5AB20BB5C6AA393FF2">
    <w:name w:val="FDF96B62AE524A5AB20BB5C6AA393FF2"/>
    <w:rsid w:val="00C55D37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paragraph" w:customStyle="1" w:styleId="ExcelDiagramme">
    <w:name w:val="Excel Diagramme"/>
    <w:qFormat/>
    <w:rsid w:val="00B00FB4"/>
    <w:pPr>
      <w:widowControl w:val="0"/>
    </w:pPr>
    <w:rPr>
      <w:rFonts w:ascii="Strayhorn MT Regular" w:hAnsi="Strayhorn MT Regular"/>
      <w:noProof/>
      <w:color w:val="404040"/>
    </w:rPr>
  </w:style>
  <w:style w:type="paragraph" w:customStyle="1" w:styleId="QM">
    <w:name w:val="QM"/>
    <w:basedOn w:val="Standard"/>
    <w:rsid w:val="00102CF4"/>
    <w:pPr>
      <w:spacing w:line="240" w:lineRule="auto"/>
    </w:pPr>
    <w:rPr>
      <w:rFonts w:ascii="Arial" w:eastAsia="Times New Roman" w:hAnsi="Arial" w:cs="Arial"/>
      <w:color w:val="auto"/>
      <w:spacing w:val="0"/>
      <w:sz w:val="20"/>
      <w:lang w:eastAsia="de-DE"/>
    </w:rPr>
  </w:style>
  <w:style w:type="paragraph" w:customStyle="1" w:styleId="QMStandart">
    <w:name w:val="QM Standart"/>
    <w:basedOn w:val="Standard"/>
    <w:qFormat/>
    <w:rsid w:val="004D4023"/>
    <w:rPr>
      <w:rFonts w:ascii="Arial" w:hAnsi="Arial"/>
      <w:color w:val="000000" w:themeColor="text1"/>
      <w:sz w:val="20"/>
    </w:rPr>
  </w:style>
  <w:style w:type="paragraph" w:customStyle="1" w:styleId="QMTabellenText">
    <w:name w:val="QM Tabellen Text"/>
    <w:basedOn w:val="QMStandart"/>
    <w:qFormat/>
    <w:rsid w:val="007F7C4E"/>
    <w:pPr>
      <w:spacing w:before="60" w:line="240" w:lineRule="auto"/>
    </w:pPr>
  </w:style>
  <w:style w:type="paragraph" w:customStyle="1" w:styleId="QMTabellenKopf">
    <w:name w:val="QM Tabellen Kopf"/>
    <w:basedOn w:val="QMStandart"/>
    <w:qFormat/>
    <w:rsid w:val="007F7C4E"/>
    <w:pPr>
      <w:spacing w:before="60" w:line="240" w:lineRule="auto"/>
    </w:pPr>
    <w:rPr>
      <w:b/>
    </w:rPr>
  </w:style>
  <w:style w:type="paragraph" w:customStyle="1" w:styleId="QMAblufeFu">
    <w:name w:val="QM Abläufe + Fuß"/>
    <w:basedOn w:val="QMStandart"/>
    <w:qFormat/>
    <w:rsid w:val="007E259B"/>
    <w:pPr>
      <w:spacing w:line="240" w:lineRule="auto"/>
    </w:pPr>
    <w:rPr>
      <w:sz w:val="16"/>
    </w:rPr>
  </w:style>
  <w:style w:type="paragraph" w:customStyle="1" w:styleId="QMberschrift1Kopf">
    <w:name w:val="QM Überschrift 1 Kopf"/>
    <w:basedOn w:val="QMTabellenKopf"/>
    <w:qFormat/>
    <w:rsid w:val="00C6471D"/>
    <w:pPr>
      <w:tabs>
        <w:tab w:val="right" w:pos="9923"/>
      </w:tabs>
      <w:spacing w:before="120"/>
    </w:pPr>
    <w:rPr>
      <w:rFonts w:cs="Arial"/>
      <w:color w:val="00A0AA"/>
      <w:sz w:val="24"/>
      <w:szCs w:val="24"/>
      <w:lang w:eastAsia="de-DE"/>
    </w:rPr>
  </w:style>
  <w:style w:type="paragraph" w:customStyle="1" w:styleId="QMberschrift2Kopf">
    <w:name w:val="QM Überschrift 2 Kopf"/>
    <w:basedOn w:val="QMStandart"/>
    <w:qFormat/>
    <w:rsid w:val="00C6471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5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59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700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L_SB\Beratung\AquaLytis\QM-Vorgabedokumente\Freigabe\04%20FB\FB-Layout%20quer-00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2413F-E8CF-4C43-ACD1-F8D837F53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FB-Layout quer-00.dotx</Template>
  <TotalTime>0</TotalTime>
  <Pages>3</Pages>
  <Words>173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Aqualytis</Company>
  <LinksUpToDate>false</LinksUpToDate>
  <CharactersWithSpaces>1268</CharactersWithSpaces>
  <SharedDoc>false</SharedDoc>
  <HLinks>
    <vt:vector size="216" baseType="variant"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_Toc217016938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_Toc217016937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_Toc217016936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_Toc217016935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_Toc217016934</vt:lpwstr>
      </vt:variant>
      <vt:variant>
        <vt:i4>1245245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_Toc217016933</vt:lpwstr>
      </vt:variant>
      <vt:variant>
        <vt:i4>1245245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_Toc217016932</vt:lpwstr>
      </vt:variant>
      <vt:variant>
        <vt:i4>1245245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_Toc217016931</vt:lpwstr>
      </vt:variant>
      <vt:variant>
        <vt:i4>1245245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_Toc217016930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_Toc217016929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_Toc217016928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_Toc217016927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_Toc217016926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_Toc217016925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_Toc217016924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_Toc217016923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_Toc217016922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_Toc217016921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_Toc217016920</vt:lpwstr>
      </vt:variant>
      <vt:variant>
        <vt:i4>1114173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_Toc217016919</vt:lpwstr>
      </vt:variant>
      <vt:variant>
        <vt:i4>1114173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_Toc217016918</vt:lpwstr>
      </vt:variant>
      <vt:variant>
        <vt:i4>1114173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_Toc217016917</vt:lpwstr>
      </vt:variant>
      <vt:variant>
        <vt:i4>1114173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_Toc217016916</vt:lpwstr>
      </vt:variant>
      <vt:variant>
        <vt:i4>1114173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_Toc217016915</vt:lpwstr>
      </vt:variant>
      <vt:variant>
        <vt:i4>1114173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_Toc217016914</vt:lpwstr>
      </vt:variant>
      <vt:variant>
        <vt:i4>1114173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_Toc217016913</vt:lpwstr>
      </vt:variant>
      <vt:variant>
        <vt:i4>1114173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_Toc217016912</vt:lpwstr>
      </vt:variant>
      <vt:variant>
        <vt:i4>1114173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_Toc217016911</vt:lpwstr>
      </vt:variant>
      <vt:variant>
        <vt:i4>1114173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_Toc217016910</vt:lpwstr>
      </vt:variant>
      <vt:variant>
        <vt:i4>1048637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_Toc217016909</vt:lpwstr>
      </vt:variant>
      <vt:variant>
        <vt:i4>1048637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_Toc217016908</vt:lpwstr>
      </vt:variant>
      <vt:variant>
        <vt:i4>1048637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_Toc217016907</vt:lpwstr>
      </vt:variant>
      <vt:variant>
        <vt:i4>1048637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_Toc217016906</vt:lpwstr>
      </vt:variant>
      <vt:variant>
        <vt:i4>1048637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_Toc217016905</vt:lpwstr>
      </vt:variant>
      <vt:variant>
        <vt:i4>1048637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_Toc217016904</vt:lpwstr>
      </vt:variant>
      <vt:variant>
        <vt:i4>1048637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_Toc217016903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Annette Lorz</dc:creator>
  <cp:lastModifiedBy>Dr. Jürgen Bäthe</cp:lastModifiedBy>
  <cp:revision>13</cp:revision>
  <cp:lastPrinted>2011-06-15T12:47:00Z</cp:lastPrinted>
  <dcterms:created xsi:type="dcterms:W3CDTF">2015-12-03T17:10:00Z</dcterms:created>
  <dcterms:modified xsi:type="dcterms:W3CDTF">2017-07-05T14:25:00Z</dcterms:modified>
</cp:coreProperties>
</file>