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6A74B" w14:textId="57F710B2" w:rsidR="00745C63" w:rsidRDefault="00745C63" w:rsidP="00745C63">
      <w:pPr>
        <w:pStyle w:val="Beschriftung"/>
        <w:keepNext/>
      </w:pPr>
    </w:p>
    <w:tbl>
      <w:tblPr>
        <w:tblW w:w="1403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9"/>
        <w:gridCol w:w="1435"/>
        <w:gridCol w:w="2844"/>
        <w:gridCol w:w="2844"/>
        <w:gridCol w:w="1660"/>
        <w:gridCol w:w="2252"/>
        <w:gridCol w:w="2489"/>
      </w:tblGrid>
      <w:tr w:rsidR="00745C63" w:rsidRPr="000D1B6F" w14:paraId="732B150C" w14:textId="77777777" w:rsidTr="00371C4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09" w:type="dxa"/>
            <w:tcBorders>
              <w:bottom w:val="single" w:sz="4" w:space="0" w:color="auto"/>
            </w:tcBorders>
            <w:shd w:val="clear" w:color="auto" w:fill="E6E6E6"/>
          </w:tcPr>
          <w:p w14:paraId="11E5E50C" w14:textId="77777777" w:rsidR="00745C63" w:rsidRPr="00745C63" w:rsidRDefault="00745C63" w:rsidP="00371C49">
            <w:pPr>
              <w:tabs>
                <w:tab w:val="left" w:pos="4557"/>
              </w:tabs>
              <w:spacing w:before="120" w:after="120"/>
              <w:rPr>
                <w:rFonts w:ascii="Arial" w:hAnsi="Arial" w:cs="Arial"/>
                <w:b/>
                <w:bCs/>
                <w:sz w:val="22"/>
              </w:rPr>
            </w:pPr>
            <w:r w:rsidRPr="00745C63">
              <w:rPr>
                <w:rFonts w:ascii="Arial" w:hAnsi="Arial" w:cs="Arial"/>
                <w:b/>
                <w:bCs/>
                <w:sz w:val="22"/>
              </w:rPr>
              <w:t>Nr.</w:t>
            </w:r>
          </w:p>
        </w:tc>
        <w:tc>
          <w:tcPr>
            <w:tcW w:w="1435" w:type="dxa"/>
            <w:tcBorders>
              <w:bottom w:val="single" w:sz="4" w:space="0" w:color="auto"/>
            </w:tcBorders>
            <w:shd w:val="clear" w:color="auto" w:fill="E6E6E6"/>
          </w:tcPr>
          <w:p w14:paraId="3B90A526" w14:textId="77777777" w:rsidR="00745C63" w:rsidRPr="00745C63" w:rsidRDefault="00745C63" w:rsidP="00371C49">
            <w:pPr>
              <w:tabs>
                <w:tab w:val="left" w:pos="4557"/>
              </w:tabs>
              <w:spacing w:before="120" w:after="120"/>
              <w:rPr>
                <w:rFonts w:ascii="Arial" w:hAnsi="Arial" w:cs="Arial"/>
                <w:b/>
                <w:bCs/>
                <w:sz w:val="22"/>
              </w:rPr>
            </w:pPr>
            <w:r w:rsidRPr="00745C63">
              <w:rPr>
                <w:rFonts w:ascii="Arial" w:hAnsi="Arial" w:cs="Arial"/>
                <w:b/>
                <w:bCs/>
                <w:sz w:val="22"/>
              </w:rPr>
              <w:t>geplantes Datum</w:t>
            </w:r>
          </w:p>
        </w:tc>
        <w:tc>
          <w:tcPr>
            <w:tcW w:w="2844" w:type="dxa"/>
            <w:shd w:val="clear" w:color="auto" w:fill="E6E6E6"/>
          </w:tcPr>
          <w:p w14:paraId="371C6797" w14:textId="77777777" w:rsidR="00745C63" w:rsidRPr="00745C63" w:rsidRDefault="00745C63" w:rsidP="00371C49">
            <w:pPr>
              <w:tabs>
                <w:tab w:val="left" w:pos="4557"/>
              </w:tabs>
              <w:spacing w:before="120" w:after="120"/>
              <w:rPr>
                <w:rFonts w:ascii="Arial" w:hAnsi="Arial" w:cs="Arial"/>
                <w:b/>
                <w:bCs/>
                <w:sz w:val="22"/>
              </w:rPr>
            </w:pPr>
            <w:r w:rsidRPr="00745C63">
              <w:rPr>
                <w:rFonts w:ascii="Arial" w:hAnsi="Arial" w:cs="Arial"/>
                <w:b/>
                <w:bCs/>
                <w:sz w:val="22"/>
              </w:rPr>
              <w:t>Anbieter</w:t>
            </w:r>
          </w:p>
        </w:tc>
        <w:tc>
          <w:tcPr>
            <w:tcW w:w="2844" w:type="dxa"/>
            <w:shd w:val="clear" w:color="auto" w:fill="E6E6E6"/>
          </w:tcPr>
          <w:p w14:paraId="57BEDBF4" w14:textId="77777777" w:rsidR="00745C63" w:rsidRPr="00745C63" w:rsidRDefault="00745C63" w:rsidP="00371C49">
            <w:pPr>
              <w:tabs>
                <w:tab w:val="left" w:pos="4557"/>
              </w:tabs>
              <w:spacing w:before="120" w:after="120"/>
              <w:rPr>
                <w:rFonts w:ascii="Arial" w:hAnsi="Arial" w:cs="Arial"/>
                <w:b/>
                <w:bCs/>
                <w:sz w:val="22"/>
              </w:rPr>
            </w:pPr>
            <w:r w:rsidRPr="00745C63">
              <w:rPr>
                <w:rFonts w:ascii="Arial" w:hAnsi="Arial" w:cs="Arial"/>
                <w:b/>
                <w:bCs/>
                <w:sz w:val="22"/>
              </w:rPr>
              <w:t>Parameter/Matrix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shd w:val="clear" w:color="auto" w:fill="E6E6E6"/>
          </w:tcPr>
          <w:p w14:paraId="50090026" w14:textId="77777777" w:rsidR="00745C63" w:rsidRPr="00745C63" w:rsidRDefault="00745C63" w:rsidP="00371C49">
            <w:pPr>
              <w:tabs>
                <w:tab w:val="left" w:pos="4557"/>
              </w:tabs>
              <w:spacing w:before="120" w:after="120"/>
              <w:rPr>
                <w:rFonts w:ascii="Arial" w:hAnsi="Arial" w:cs="Arial"/>
                <w:b/>
                <w:bCs/>
                <w:sz w:val="22"/>
              </w:rPr>
            </w:pPr>
            <w:r w:rsidRPr="00745C63">
              <w:rPr>
                <w:rFonts w:ascii="Arial" w:hAnsi="Arial" w:cs="Arial"/>
                <w:b/>
                <w:bCs/>
                <w:sz w:val="22"/>
              </w:rPr>
              <w:t>teilgeno</w:t>
            </w:r>
            <w:r w:rsidRPr="00745C63">
              <w:rPr>
                <w:rFonts w:ascii="Arial" w:hAnsi="Arial" w:cs="Arial"/>
                <w:b/>
                <w:bCs/>
                <w:sz w:val="22"/>
              </w:rPr>
              <w:t>m</w:t>
            </w:r>
            <w:bookmarkStart w:id="0" w:name="_GoBack"/>
            <w:bookmarkEnd w:id="0"/>
            <w:r w:rsidRPr="00745C63">
              <w:rPr>
                <w:rFonts w:ascii="Arial" w:hAnsi="Arial" w:cs="Arial"/>
                <w:b/>
                <w:bCs/>
                <w:sz w:val="22"/>
              </w:rPr>
              <w:t>men (Datum)</w:t>
            </w:r>
          </w:p>
        </w:tc>
        <w:tc>
          <w:tcPr>
            <w:tcW w:w="2252" w:type="dxa"/>
            <w:tcBorders>
              <w:bottom w:val="single" w:sz="4" w:space="0" w:color="auto"/>
            </w:tcBorders>
            <w:shd w:val="clear" w:color="auto" w:fill="E6E6E6"/>
          </w:tcPr>
          <w:p w14:paraId="045789D9" w14:textId="77777777" w:rsidR="00745C63" w:rsidRPr="00745C63" w:rsidRDefault="00745C63" w:rsidP="00371C49">
            <w:pPr>
              <w:tabs>
                <w:tab w:val="left" w:pos="4557"/>
              </w:tabs>
              <w:spacing w:before="120" w:after="120"/>
              <w:rPr>
                <w:rFonts w:ascii="Arial" w:hAnsi="Arial" w:cs="Arial"/>
                <w:b/>
                <w:bCs/>
                <w:sz w:val="22"/>
              </w:rPr>
            </w:pPr>
            <w:r w:rsidRPr="00745C63">
              <w:rPr>
                <w:rFonts w:ascii="Arial" w:hAnsi="Arial" w:cs="Arial"/>
                <w:b/>
                <w:bCs/>
                <w:sz w:val="22"/>
              </w:rPr>
              <w:t>nicht bestandene Parameter</w:t>
            </w:r>
          </w:p>
        </w:tc>
        <w:tc>
          <w:tcPr>
            <w:tcW w:w="2489" w:type="dxa"/>
            <w:tcBorders>
              <w:bottom w:val="single" w:sz="4" w:space="0" w:color="auto"/>
            </w:tcBorders>
            <w:shd w:val="clear" w:color="auto" w:fill="E6E6E6"/>
          </w:tcPr>
          <w:p w14:paraId="2D500DB8" w14:textId="77777777" w:rsidR="00745C63" w:rsidRPr="00745C63" w:rsidRDefault="00745C63" w:rsidP="00371C49">
            <w:pPr>
              <w:tabs>
                <w:tab w:val="left" w:pos="4557"/>
              </w:tabs>
              <w:spacing w:before="120" w:after="120"/>
              <w:rPr>
                <w:rFonts w:ascii="Arial" w:hAnsi="Arial" w:cs="Arial"/>
                <w:b/>
                <w:bCs/>
                <w:sz w:val="22"/>
              </w:rPr>
            </w:pPr>
            <w:r w:rsidRPr="00745C63">
              <w:rPr>
                <w:rFonts w:ascii="Arial" w:hAnsi="Arial" w:cs="Arial"/>
                <w:b/>
                <w:bCs/>
                <w:sz w:val="22"/>
              </w:rPr>
              <w:t>Bemerkungen/ Ko</w:t>
            </w:r>
            <w:r w:rsidRPr="00745C63">
              <w:rPr>
                <w:rFonts w:ascii="Arial" w:hAnsi="Arial" w:cs="Arial"/>
                <w:b/>
                <w:bCs/>
                <w:sz w:val="22"/>
              </w:rPr>
              <w:t>r</w:t>
            </w:r>
            <w:r w:rsidRPr="00745C63">
              <w:rPr>
                <w:rFonts w:ascii="Arial" w:hAnsi="Arial" w:cs="Arial"/>
                <w:b/>
                <w:bCs/>
                <w:sz w:val="22"/>
              </w:rPr>
              <w:t>rekturmaßnahmen</w:t>
            </w:r>
          </w:p>
        </w:tc>
      </w:tr>
      <w:tr w:rsidR="00745C63" w:rsidRPr="000D1B6F" w14:paraId="6E43B83C" w14:textId="77777777" w:rsidTr="00371C49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509" w:type="dxa"/>
            <w:shd w:val="clear" w:color="auto" w:fill="auto"/>
            <w:vAlign w:val="center"/>
          </w:tcPr>
          <w:p w14:paraId="56D358F5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  <w:r w:rsidRPr="00745C63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0508828E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844" w:type="dxa"/>
            <w:vAlign w:val="center"/>
          </w:tcPr>
          <w:p w14:paraId="32852301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844" w:type="dxa"/>
            <w:vAlign w:val="center"/>
          </w:tcPr>
          <w:p w14:paraId="389CB7A7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6F3E56C9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252" w:type="dxa"/>
            <w:shd w:val="clear" w:color="auto" w:fill="auto"/>
            <w:vAlign w:val="center"/>
          </w:tcPr>
          <w:p w14:paraId="4594440C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489" w:type="dxa"/>
            <w:shd w:val="clear" w:color="auto" w:fill="auto"/>
            <w:vAlign w:val="center"/>
          </w:tcPr>
          <w:p w14:paraId="640350E8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</w:tr>
      <w:tr w:rsidR="00745C63" w:rsidRPr="000D1B6F" w14:paraId="7F5E5CC7" w14:textId="77777777" w:rsidTr="00371C49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509" w:type="dxa"/>
            <w:shd w:val="clear" w:color="auto" w:fill="auto"/>
            <w:vAlign w:val="center"/>
          </w:tcPr>
          <w:p w14:paraId="36FFBB7A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  <w:r w:rsidRPr="00745C63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0BC7FD88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844" w:type="dxa"/>
            <w:vAlign w:val="center"/>
          </w:tcPr>
          <w:p w14:paraId="12560574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844" w:type="dxa"/>
            <w:vAlign w:val="center"/>
          </w:tcPr>
          <w:p w14:paraId="091BEBB7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0F2E8448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252" w:type="dxa"/>
            <w:shd w:val="clear" w:color="auto" w:fill="auto"/>
            <w:vAlign w:val="center"/>
          </w:tcPr>
          <w:p w14:paraId="0695657F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489" w:type="dxa"/>
            <w:shd w:val="clear" w:color="auto" w:fill="auto"/>
            <w:vAlign w:val="center"/>
          </w:tcPr>
          <w:p w14:paraId="2C637A7A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</w:tr>
      <w:tr w:rsidR="00745C63" w:rsidRPr="000D1B6F" w14:paraId="58A6D9BF" w14:textId="77777777" w:rsidTr="00371C49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509" w:type="dxa"/>
            <w:shd w:val="clear" w:color="auto" w:fill="auto"/>
            <w:vAlign w:val="center"/>
          </w:tcPr>
          <w:p w14:paraId="621A42EA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  <w:r w:rsidRPr="00745C63"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485F855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844" w:type="dxa"/>
            <w:vAlign w:val="center"/>
          </w:tcPr>
          <w:p w14:paraId="429488E1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844" w:type="dxa"/>
            <w:vAlign w:val="center"/>
          </w:tcPr>
          <w:p w14:paraId="5753FBD3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4BF0B08F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252" w:type="dxa"/>
            <w:shd w:val="clear" w:color="auto" w:fill="auto"/>
            <w:vAlign w:val="center"/>
          </w:tcPr>
          <w:p w14:paraId="6BB22ECB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489" w:type="dxa"/>
            <w:shd w:val="clear" w:color="auto" w:fill="auto"/>
            <w:vAlign w:val="center"/>
          </w:tcPr>
          <w:p w14:paraId="2DBA2193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</w:tr>
      <w:tr w:rsidR="00745C63" w:rsidRPr="000D1B6F" w14:paraId="0A48FD8D" w14:textId="77777777" w:rsidTr="00371C49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509" w:type="dxa"/>
            <w:shd w:val="clear" w:color="auto" w:fill="auto"/>
            <w:vAlign w:val="center"/>
          </w:tcPr>
          <w:p w14:paraId="13FC49F5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  <w:r w:rsidRPr="00745C63"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0AE001D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844" w:type="dxa"/>
            <w:vAlign w:val="center"/>
          </w:tcPr>
          <w:p w14:paraId="3E4736A5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844" w:type="dxa"/>
            <w:vAlign w:val="center"/>
          </w:tcPr>
          <w:p w14:paraId="4D08372D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4F398E04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252" w:type="dxa"/>
            <w:shd w:val="clear" w:color="auto" w:fill="auto"/>
            <w:vAlign w:val="center"/>
          </w:tcPr>
          <w:p w14:paraId="6E0A1308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489" w:type="dxa"/>
            <w:shd w:val="clear" w:color="auto" w:fill="auto"/>
            <w:vAlign w:val="center"/>
          </w:tcPr>
          <w:p w14:paraId="1389031C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</w:tr>
      <w:tr w:rsidR="00745C63" w:rsidRPr="000D1B6F" w14:paraId="0F2E7E66" w14:textId="77777777" w:rsidTr="00371C49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509" w:type="dxa"/>
            <w:shd w:val="clear" w:color="auto" w:fill="auto"/>
            <w:vAlign w:val="center"/>
          </w:tcPr>
          <w:p w14:paraId="2D33BC6D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  <w:r w:rsidRPr="00745C63"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4D06FE6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844" w:type="dxa"/>
            <w:vAlign w:val="center"/>
          </w:tcPr>
          <w:p w14:paraId="3B619D47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844" w:type="dxa"/>
            <w:vAlign w:val="center"/>
          </w:tcPr>
          <w:p w14:paraId="2ADB74A7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4016E590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252" w:type="dxa"/>
            <w:shd w:val="clear" w:color="auto" w:fill="auto"/>
            <w:vAlign w:val="center"/>
          </w:tcPr>
          <w:p w14:paraId="4971964F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489" w:type="dxa"/>
            <w:shd w:val="clear" w:color="auto" w:fill="auto"/>
            <w:vAlign w:val="center"/>
          </w:tcPr>
          <w:p w14:paraId="25A03C1A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</w:tr>
      <w:tr w:rsidR="00745C63" w:rsidRPr="000D1B6F" w14:paraId="44050E4A" w14:textId="77777777" w:rsidTr="00371C49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509" w:type="dxa"/>
            <w:shd w:val="clear" w:color="auto" w:fill="auto"/>
            <w:vAlign w:val="center"/>
          </w:tcPr>
          <w:p w14:paraId="05B3D770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  <w:r w:rsidRPr="00745C63"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F5CA8FF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844" w:type="dxa"/>
            <w:vAlign w:val="center"/>
          </w:tcPr>
          <w:p w14:paraId="00CC1927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844" w:type="dxa"/>
            <w:vAlign w:val="center"/>
          </w:tcPr>
          <w:p w14:paraId="30EDB0D4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14:paraId="29A58FAF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252" w:type="dxa"/>
            <w:shd w:val="clear" w:color="auto" w:fill="auto"/>
            <w:vAlign w:val="center"/>
          </w:tcPr>
          <w:p w14:paraId="4F85E34F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489" w:type="dxa"/>
            <w:shd w:val="clear" w:color="auto" w:fill="auto"/>
            <w:vAlign w:val="center"/>
          </w:tcPr>
          <w:p w14:paraId="5E6E2EC4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</w:tr>
      <w:tr w:rsidR="00745C63" w:rsidRPr="000D1B6F" w14:paraId="7DFBB409" w14:textId="77777777" w:rsidTr="00371C49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1F4BE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  <w:r w:rsidRPr="00745C63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6D7EC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6235E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B48C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6522D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B50BA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4DB3F" w14:textId="77777777" w:rsidR="00745C63" w:rsidRPr="00745C63" w:rsidRDefault="00745C63" w:rsidP="00371C49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</w:tr>
    </w:tbl>
    <w:p w14:paraId="19F711A4" w14:textId="77777777" w:rsidR="004E077C" w:rsidRDefault="004E077C" w:rsidP="005F4F55">
      <w:pPr>
        <w:pStyle w:val="QMStandart"/>
        <w:rPr>
          <w:u w:val="single"/>
        </w:rPr>
      </w:pPr>
    </w:p>
    <w:p w14:paraId="3B86FD21" w14:textId="072A06E0" w:rsidR="00AF6B1F" w:rsidRPr="0082506C" w:rsidRDefault="00AF6B1F" w:rsidP="005F4F55">
      <w:pPr>
        <w:pStyle w:val="QMStandart"/>
      </w:pPr>
    </w:p>
    <w:sectPr w:rsidR="00AF6B1F" w:rsidRPr="0082506C" w:rsidSect="00CD18BC">
      <w:headerReference w:type="even" r:id="rId9"/>
      <w:headerReference w:type="default" r:id="rId10"/>
      <w:footerReference w:type="default" r:id="rId11"/>
      <w:pgSz w:w="16838" w:h="11906" w:orient="landscape" w:code="9"/>
      <w:pgMar w:top="1418" w:right="851" w:bottom="567" w:left="851" w:header="425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6E43A5" w14:textId="77777777" w:rsidR="00853D48" w:rsidRDefault="00853D48" w:rsidP="00B32714">
      <w:r>
        <w:separator/>
      </w:r>
    </w:p>
    <w:p w14:paraId="1825ED55" w14:textId="77777777" w:rsidR="00853D48" w:rsidRDefault="00853D48" w:rsidP="00B32714"/>
    <w:p w14:paraId="020E87EF" w14:textId="77777777" w:rsidR="00853D48" w:rsidRDefault="00853D48" w:rsidP="00B32714"/>
  </w:endnote>
  <w:endnote w:type="continuationSeparator" w:id="0">
    <w:p w14:paraId="4151B867" w14:textId="77777777" w:rsidR="00853D48" w:rsidRDefault="00853D48" w:rsidP="00B32714">
      <w:r>
        <w:continuationSeparator/>
      </w:r>
    </w:p>
    <w:p w14:paraId="771C2585" w14:textId="77777777" w:rsidR="00853D48" w:rsidRDefault="00853D48" w:rsidP="00B32714"/>
    <w:p w14:paraId="0DD85D46" w14:textId="77777777" w:rsidR="00853D48" w:rsidRDefault="00853D48" w:rsidP="00B32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rayhorn MT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20CE0E" w14:textId="35111E26" w:rsidR="00853D48" w:rsidRPr="005F4F55" w:rsidRDefault="00853D48" w:rsidP="00CD242F">
    <w:pPr>
      <w:pStyle w:val="QMAblufeFu"/>
      <w:tabs>
        <w:tab w:val="center" w:pos="7700"/>
      </w:tabs>
    </w:pPr>
    <w:r>
      <w:rPr>
        <w:noProof/>
        <w:szCs w:val="16"/>
        <w:lang w:eastAsia="de-DE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6A1F1801" wp14:editId="45E8C3E4">
              <wp:simplePos x="0" y="0"/>
              <wp:positionH relativeFrom="page">
                <wp:posOffset>540385</wp:posOffset>
              </wp:positionH>
              <wp:positionV relativeFrom="page">
                <wp:posOffset>7216139</wp:posOffset>
              </wp:positionV>
              <wp:extent cx="9608820" cy="0"/>
              <wp:effectExtent l="0" t="0" r="17780" b="25400"/>
              <wp:wrapNone/>
              <wp:docPr id="8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088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2.55pt;margin-top:568.2pt;width:756.6pt;height:0;z-index:25166336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" strokecolor="#00a0aa"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0DAFE064" wp14:editId="2F4018A6">
              <wp:simplePos x="0" y="0"/>
              <wp:positionH relativeFrom="page">
                <wp:posOffset>901065</wp:posOffset>
              </wp:positionH>
              <wp:positionV relativeFrom="page">
                <wp:posOffset>10229214</wp:posOffset>
              </wp:positionV>
              <wp:extent cx="6299835" cy="0"/>
              <wp:effectExtent l="0" t="0" r="24765" b="25400"/>
              <wp:wrapNone/>
              <wp:docPr id="9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" o:spid="_x0000_s1026" type="#_x0000_t32" style="position:absolute;margin-left:70.95pt;margin-top:805.45pt;width:496.05pt;height:0;z-index:251661312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" strokecolor="#00a0aa">
              <w10:wrap anchorx="page" anchory="page"/>
            </v:shape>
          </w:pict>
        </mc:Fallback>
      </mc:AlternateContent>
    </w:r>
    <w:r>
      <w:ptab w:relativeTo="margin" w:alignment="left" w:leader="none"/>
    </w:r>
    <w:r w:rsidR="00745C63">
      <w:fldChar w:fldCharType="begin"/>
    </w:r>
    <w:r w:rsidR="00745C63">
      <w:instrText xml:space="preserve"> FILENAME  \* Lower  \* MERGEFORMAT </w:instrText>
    </w:r>
    <w:r w:rsidR="00745C63">
      <w:fldChar w:fldCharType="separate"/>
    </w:r>
    <w:r w:rsidR="001954D3">
      <w:rPr>
        <w:noProof/>
      </w:rPr>
      <w:t>li-</w:t>
    </w:r>
    <w:r w:rsidR="00745C63">
      <w:rPr>
        <w:noProof/>
      </w:rPr>
      <w:t>ringversuche</w:t>
    </w:r>
    <w:r>
      <w:rPr>
        <w:noProof/>
      </w:rPr>
      <w:t>-00</w:t>
    </w:r>
    <w:r w:rsidR="00745C63">
      <w:rPr>
        <w:noProof/>
      </w:rPr>
      <w:fldChar w:fldCharType="end"/>
    </w:r>
    <w:r w:rsidRPr="00DB01DD">
      <w:ptab w:relativeTo="margin" w:alignment="right" w:leader="none"/>
    </w:r>
    <w:r w:rsidRPr="0014748D">
      <w:fldChar w:fldCharType="begin"/>
    </w:r>
    <w:r w:rsidRPr="0014748D">
      <w:instrText xml:space="preserve"> PAGE   \* MERGEFORMAT </w:instrText>
    </w:r>
    <w:r w:rsidRPr="0014748D">
      <w:fldChar w:fldCharType="separate"/>
    </w:r>
    <w:r w:rsidR="00745C63">
      <w:rPr>
        <w:noProof/>
      </w:rPr>
      <w:t>1</w:t>
    </w:r>
    <w:r w:rsidRPr="0014748D">
      <w:fldChar w:fldCharType="end"/>
    </w:r>
    <w:r w:rsidRPr="0014748D">
      <w:t xml:space="preserve"> von </w:t>
    </w:r>
    <w:r w:rsidR="00745C63">
      <w:fldChar w:fldCharType="begin"/>
    </w:r>
    <w:r w:rsidR="00745C63">
      <w:instrText xml:space="preserve"> NUMPAGES   \* MERGEFORMAT </w:instrText>
    </w:r>
    <w:r w:rsidR="00745C63">
      <w:fldChar w:fldCharType="separate"/>
    </w:r>
    <w:r w:rsidR="00745C63">
      <w:rPr>
        <w:noProof/>
      </w:rPr>
      <w:t>1</w:t>
    </w:r>
    <w:r w:rsidR="00745C6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A9B414" w14:textId="77777777" w:rsidR="00853D48" w:rsidRDefault="00853D48" w:rsidP="00B32714">
      <w:r>
        <w:separator/>
      </w:r>
    </w:p>
    <w:p w14:paraId="3D6E3BFB" w14:textId="77777777" w:rsidR="00853D48" w:rsidRDefault="00853D48" w:rsidP="00B32714"/>
    <w:p w14:paraId="48FFE86C" w14:textId="77777777" w:rsidR="00853D48" w:rsidRDefault="00853D48" w:rsidP="00B32714"/>
  </w:footnote>
  <w:footnote w:type="continuationSeparator" w:id="0">
    <w:p w14:paraId="18D9D217" w14:textId="77777777" w:rsidR="00853D48" w:rsidRDefault="00853D48" w:rsidP="00B32714">
      <w:r>
        <w:continuationSeparator/>
      </w:r>
    </w:p>
    <w:p w14:paraId="775D7034" w14:textId="77777777" w:rsidR="00853D48" w:rsidRDefault="00853D48" w:rsidP="00B32714"/>
    <w:p w14:paraId="56A66F67" w14:textId="77777777" w:rsidR="00853D48" w:rsidRDefault="00853D48" w:rsidP="00B32714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A3473" w14:textId="77777777" w:rsidR="00853D48" w:rsidRPr="002251D7" w:rsidRDefault="00853D48" w:rsidP="002251D7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  <w:lang w:val="de-DE"/>
      </w:rPr>
      <w:drawing>
        <wp:anchor distT="0" distB="0" distL="114300" distR="114300" simplePos="0" relativeHeight="251657216" behindDoc="0" locked="0" layoutInCell="1" allowOverlap="1" wp14:anchorId="38530E04" wp14:editId="654D8C23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829945" cy="330200"/>
          <wp:effectExtent l="0" t="0" r="8255" b="0"/>
          <wp:wrapSquare wrapText="bothSides"/>
          <wp:docPr id="18" name="Bild 8" descr="AquaLyti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quaLyti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330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B060F00" wp14:editId="627A6F9B">
              <wp:simplePos x="0" y="0"/>
              <wp:positionH relativeFrom="page">
                <wp:posOffset>360045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28.35pt;margin-top:65.2pt;width:496.05pt;height:0;z-index:251659264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" strokecolor="#00a0aa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BE069" w14:textId="06F28EB0" w:rsidR="00853D48" w:rsidRPr="00853D48" w:rsidRDefault="008246DF" w:rsidP="004D5E5E">
    <w:pPr>
      <w:pStyle w:val="QMberschrift1Kopf"/>
      <w:tabs>
        <w:tab w:val="clear" w:pos="9923"/>
        <w:tab w:val="right" w:pos="15168"/>
      </w:tabs>
      <w:rPr>
        <w:color w:val="4F81BD" w:themeColor="accent1"/>
      </w:rPr>
    </w:pPr>
    <w:r w:rsidRPr="0040012E">
      <w:rPr>
        <w:b w:val="0"/>
        <w:noProof/>
        <w:color w:val="4F81BD" w:themeColor="accent1"/>
      </w:rPr>
      <w:drawing>
        <wp:anchor distT="0" distB="0" distL="114300" distR="114300" simplePos="0" relativeHeight="251667456" behindDoc="1" locked="0" layoutInCell="1" allowOverlap="1" wp14:anchorId="2B74EF6F" wp14:editId="3E96171C">
          <wp:simplePos x="0" y="0"/>
          <wp:positionH relativeFrom="column">
            <wp:posOffset>8242300</wp:posOffset>
          </wp:positionH>
          <wp:positionV relativeFrom="paragraph">
            <wp:posOffset>-283845</wp:posOffset>
          </wp:positionV>
          <wp:extent cx="1257300" cy="864870"/>
          <wp:effectExtent l="0" t="0" r="1270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864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3D48" w:rsidRPr="00853D48">
      <w:rPr>
        <w:b w:val="0"/>
        <w:noProof/>
        <w:color w:val="4F81BD" w:themeColor="accent1"/>
      </w:rPr>
      <w:drawing>
        <wp:anchor distT="0" distB="0" distL="114300" distR="114300" simplePos="0" relativeHeight="251665408" behindDoc="1" locked="0" layoutInCell="1" allowOverlap="1" wp14:anchorId="0E1869D9" wp14:editId="59A169D2">
          <wp:simplePos x="0" y="0"/>
          <wp:positionH relativeFrom="column">
            <wp:posOffset>8172450</wp:posOffset>
          </wp:positionH>
          <wp:positionV relativeFrom="paragraph">
            <wp:posOffset>-283845</wp:posOffset>
          </wp:positionV>
          <wp:extent cx="1257300" cy="865055"/>
          <wp:effectExtent l="0" t="0" r="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865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3D48" w:rsidRPr="00853D48">
      <w:rPr>
        <w:color w:val="4F81BD" w:themeColor="accent1"/>
      </w:rPr>
      <w:t>Liste</w:t>
    </w:r>
  </w:p>
  <w:p w14:paraId="50DD0F4F" w14:textId="5484CA89" w:rsidR="00853D48" w:rsidRPr="00C6471D" w:rsidRDefault="00745C63" w:rsidP="00C6471D">
    <w:pPr>
      <w:pStyle w:val="QMberschrift2Kopf"/>
    </w:pPr>
    <w:r>
      <w:t>Teilnahmeplan Ringversuche</w:t>
    </w:r>
  </w:p>
  <w:p w14:paraId="4BA12A82" w14:textId="07EF13C0" w:rsidR="00853D48" w:rsidRPr="001954D3" w:rsidRDefault="00853D48" w:rsidP="0014748D">
    <w:pPr>
      <w:pStyle w:val="QMAblufeFu"/>
      <w:rPr>
        <w:sz w:val="20"/>
      </w:rPr>
    </w:pPr>
    <w:r w:rsidRPr="001954D3">
      <w:rPr>
        <w:noProof/>
        <w:sz w:val="20"/>
        <w:lang w:eastAsia="de-DE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0657BC7" wp14:editId="704A36A4">
              <wp:simplePos x="0" y="0"/>
              <wp:positionH relativeFrom="page">
                <wp:posOffset>541655</wp:posOffset>
              </wp:positionH>
              <wp:positionV relativeFrom="page">
                <wp:posOffset>830579</wp:posOffset>
              </wp:positionV>
              <wp:extent cx="9608820" cy="0"/>
              <wp:effectExtent l="0" t="0" r="17780" b="2540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088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2.65pt;margin-top:65.4pt;width:756.6pt;height:0;z-index:25165824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" strokecolor="#00a0aa">
              <w10:wrap anchorx="page" anchory="page"/>
            </v:shape>
          </w:pict>
        </mc:Fallback>
      </mc:AlternateContent>
    </w:r>
    <w:r w:rsidRPr="001954D3">
      <w:rPr>
        <w:sz w:val="20"/>
      </w:rPr>
      <w:t>LI-</w:t>
    </w:r>
    <w:r w:rsidR="00745C63">
      <w:rPr>
        <w:sz w:val="20"/>
      </w:rPr>
      <w:t>Ringversuche</w:t>
    </w:r>
    <w:r w:rsidRPr="001954D3">
      <w:rPr>
        <w:sz w:val="20"/>
      </w:rPr>
      <w:t>-00</w:t>
    </w:r>
    <w:r w:rsidRPr="001954D3">
      <w:rPr>
        <w:sz w:val="20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90C"/>
    <w:multiLevelType w:val="hybridMultilevel"/>
    <w:tmpl w:val="B5AE6F00"/>
    <w:lvl w:ilvl="0" w:tplc="AED00A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5E112F"/>
    <w:multiLevelType w:val="hybridMultilevel"/>
    <w:tmpl w:val="DF7AE96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635592"/>
    <w:multiLevelType w:val="hybridMultilevel"/>
    <w:tmpl w:val="D66444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9E609C"/>
    <w:multiLevelType w:val="hybridMultilevel"/>
    <w:tmpl w:val="5544818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E84DB3"/>
    <w:multiLevelType w:val="hybridMultilevel"/>
    <w:tmpl w:val="CCCC4A4E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5362AC"/>
    <w:multiLevelType w:val="hybridMultilevel"/>
    <w:tmpl w:val="5EDA3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957B1"/>
    <w:multiLevelType w:val="hybridMultilevel"/>
    <w:tmpl w:val="485A27B6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8F0DE3"/>
    <w:multiLevelType w:val="hybridMultilevel"/>
    <w:tmpl w:val="00CAA2B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CC7EE4"/>
    <w:multiLevelType w:val="hybridMultilevel"/>
    <w:tmpl w:val="BE8EE79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A92033"/>
    <w:multiLevelType w:val="hybridMultilevel"/>
    <w:tmpl w:val="02EA2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64BC2"/>
    <w:multiLevelType w:val="hybridMultilevel"/>
    <w:tmpl w:val="08EEE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FC61F7"/>
    <w:multiLevelType w:val="hybridMultilevel"/>
    <w:tmpl w:val="0AC0A63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145F7E"/>
    <w:multiLevelType w:val="hybridMultilevel"/>
    <w:tmpl w:val="4322E7D8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21C7D86"/>
    <w:multiLevelType w:val="hybridMultilevel"/>
    <w:tmpl w:val="C2CCAE30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44564B"/>
    <w:multiLevelType w:val="hybridMultilevel"/>
    <w:tmpl w:val="A4F2775C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342462"/>
    <w:multiLevelType w:val="hybridMultilevel"/>
    <w:tmpl w:val="1BDC24BC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B8C00F5"/>
    <w:multiLevelType w:val="hybridMultilevel"/>
    <w:tmpl w:val="B9CC57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B56F44"/>
    <w:multiLevelType w:val="hybridMultilevel"/>
    <w:tmpl w:val="825A359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9C18D1"/>
    <w:multiLevelType w:val="hybridMultilevel"/>
    <w:tmpl w:val="2788F768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C14B9D"/>
    <w:multiLevelType w:val="hybridMultilevel"/>
    <w:tmpl w:val="39C495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556AD"/>
    <w:multiLevelType w:val="hybridMultilevel"/>
    <w:tmpl w:val="F45AE55C"/>
    <w:lvl w:ilvl="0" w:tplc="3D6A7222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A9296B"/>
    <w:multiLevelType w:val="hybridMultilevel"/>
    <w:tmpl w:val="C3144EF2"/>
    <w:lvl w:ilvl="0" w:tplc="06AC6694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3E3B09"/>
    <w:multiLevelType w:val="hybridMultilevel"/>
    <w:tmpl w:val="4AD642B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B0408B"/>
    <w:multiLevelType w:val="hybridMultilevel"/>
    <w:tmpl w:val="ADAE8284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D27A5B"/>
    <w:multiLevelType w:val="hybridMultilevel"/>
    <w:tmpl w:val="A3348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90560F"/>
    <w:multiLevelType w:val="hybridMultilevel"/>
    <w:tmpl w:val="93ACAEF8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6ABC6FC7"/>
    <w:multiLevelType w:val="hybridMultilevel"/>
    <w:tmpl w:val="03588AC8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2D5AD2"/>
    <w:multiLevelType w:val="hybridMultilevel"/>
    <w:tmpl w:val="F8068564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C007C8A"/>
    <w:multiLevelType w:val="hybridMultilevel"/>
    <w:tmpl w:val="2ABA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0A6908"/>
    <w:multiLevelType w:val="hybridMultilevel"/>
    <w:tmpl w:val="90B853BA"/>
    <w:lvl w:ilvl="0" w:tplc="9A703320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95158D2"/>
    <w:multiLevelType w:val="hybridMultilevel"/>
    <w:tmpl w:val="654815A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981193E"/>
    <w:multiLevelType w:val="hybridMultilevel"/>
    <w:tmpl w:val="619E6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6A180F"/>
    <w:multiLevelType w:val="hybridMultilevel"/>
    <w:tmpl w:val="00203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9344B1"/>
    <w:multiLevelType w:val="hybridMultilevel"/>
    <w:tmpl w:val="669CEDC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4"/>
  </w:num>
  <w:num w:numId="4">
    <w:abstractNumId w:val="13"/>
  </w:num>
  <w:num w:numId="5">
    <w:abstractNumId w:val="11"/>
  </w:num>
  <w:num w:numId="6">
    <w:abstractNumId w:val="28"/>
  </w:num>
  <w:num w:numId="7">
    <w:abstractNumId w:val="19"/>
  </w:num>
  <w:num w:numId="8">
    <w:abstractNumId w:val="9"/>
  </w:num>
  <w:num w:numId="9">
    <w:abstractNumId w:val="25"/>
  </w:num>
  <w:num w:numId="10">
    <w:abstractNumId w:val="32"/>
  </w:num>
  <w:num w:numId="11">
    <w:abstractNumId w:val="5"/>
  </w:num>
  <w:num w:numId="12">
    <w:abstractNumId w:val="31"/>
  </w:num>
  <w:num w:numId="13">
    <w:abstractNumId w:val="27"/>
  </w:num>
  <w:num w:numId="14">
    <w:abstractNumId w:val="15"/>
  </w:num>
  <w:num w:numId="15">
    <w:abstractNumId w:val="29"/>
  </w:num>
  <w:num w:numId="16">
    <w:abstractNumId w:val="2"/>
  </w:num>
  <w:num w:numId="17">
    <w:abstractNumId w:val="12"/>
  </w:num>
  <w:num w:numId="18">
    <w:abstractNumId w:val="24"/>
  </w:num>
  <w:num w:numId="19">
    <w:abstractNumId w:val="20"/>
  </w:num>
  <w:num w:numId="20">
    <w:abstractNumId w:val="21"/>
  </w:num>
  <w:num w:numId="2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3"/>
  </w:num>
  <w:num w:numId="24">
    <w:abstractNumId w:val="1"/>
  </w:num>
  <w:num w:numId="25">
    <w:abstractNumId w:val="33"/>
  </w:num>
  <w:num w:numId="26">
    <w:abstractNumId w:val="17"/>
  </w:num>
  <w:num w:numId="27">
    <w:abstractNumId w:val="6"/>
  </w:num>
  <w:num w:numId="28">
    <w:abstractNumId w:val="23"/>
  </w:num>
  <w:num w:numId="29">
    <w:abstractNumId w:val="4"/>
  </w:num>
  <w:num w:numId="30">
    <w:abstractNumId w:val="22"/>
  </w:num>
  <w:num w:numId="31">
    <w:abstractNumId w:val="8"/>
  </w:num>
  <w:num w:numId="32">
    <w:abstractNumId w:val="26"/>
  </w:num>
  <w:num w:numId="33">
    <w:abstractNumId w:val="18"/>
  </w:num>
  <w:num w:numId="34">
    <w:abstractNumId w:val="16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>
      <o:colormru v:ext="edit" colors="#00a0aa,#eb6b4a,#ff7171,#88bc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5FE"/>
    <w:rsid w:val="000015C6"/>
    <w:rsid w:val="0000169A"/>
    <w:rsid w:val="00015DDF"/>
    <w:rsid w:val="0001726C"/>
    <w:rsid w:val="00020095"/>
    <w:rsid w:val="00023112"/>
    <w:rsid w:val="0003070B"/>
    <w:rsid w:val="00033B90"/>
    <w:rsid w:val="00036A91"/>
    <w:rsid w:val="00040588"/>
    <w:rsid w:val="00041854"/>
    <w:rsid w:val="00043466"/>
    <w:rsid w:val="00044344"/>
    <w:rsid w:val="00045070"/>
    <w:rsid w:val="00046576"/>
    <w:rsid w:val="00047B2F"/>
    <w:rsid w:val="00052389"/>
    <w:rsid w:val="000526EC"/>
    <w:rsid w:val="000558BF"/>
    <w:rsid w:val="00060198"/>
    <w:rsid w:val="00061C2B"/>
    <w:rsid w:val="00070298"/>
    <w:rsid w:val="00071900"/>
    <w:rsid w:val="00071C91"/>
    <w:rsid w:val="000733FA"/>
    <w:rsid w:val="000740D4"/>
    <w:rsid w:val="00074280"/>
    <w:rsid w:val="00074B5D"/>
    <w:rsid w:val="000761FE"/>
    <w:rsid w:val="000801FF"/>
    <w:rsid w:val="000827B1"/>
    <w:rsid w:val="00082D07"/>
    <w:rsid w:val="000843F7"/>
    <w:rsid w:val="000870BE"/>
    <w:rsid w:val="000908CE"/>
    <w:rsid w:val="000928DC"/>
    <w:rsid w:val="00092FD5"/>
    <w:rsid w:val="000930F1"/>
    <w:rsid w:val="00096EAC"/>
    <w:rsid w:val="00097389"/>
    <w:rsid w:val="000A1D4B"/>
    <w:rsid w:val="000A1EF5"/>
    <w:rsid w:val="000A355E"/>
    <w:rsid w:val="000A6C94"/>
    <w:rsid w:val="000B09DB"/>
    <w:rsid w:val="000B17B9"/>
    <w:rsid w:val="000B2542"/>
    <w:rsid w:val="000B2F48"/>
    <w:rsid w:val="000B398B"/>
    <w:rsid w:val="000B6D1D"/>
    <w:rsid w:val="000C4889"/>
    <w:rsid w:val="000C6A5E"/>
    <w:rsid w:val="000C7DA0"/>
    <w:rsid w:val="000D247D"/>
    <w:rsid w:val="000D4820"/>
    <w:rsid w:val="000D4E1B"/>
    <w:rsid w:val="000D588A"/>
    <w:rsid w:val="000E2238"/>
    <w:rsid w:val="000E2B37"/>
    <w:rsid w:val="000E3327"/>
    <w:rsid w:val="000E470B"/>
    <w:rsid w:val="000E5948"/>
    <w:rsid w:val="000E6817"/>
    <w:rsid w:val="000E6DA3"/>
    <w:rsid w:val="000F0B64"/>
    <w:rsid w:val="000F0E9D"/>
    <w:rsid w:val="000F297B"/>
    <w:rsid w:val="000F6C1A"/>
    <w:rsid w:val="000F7594"/>
    <w:rsid w:val="001024CB"/>
    <w:rsid w:val="00102CF4"/>
    <w:rsid w:val="00106652"/>
    <w:rsid w:val="00111911"/>
    <w:rsid w:val="001123D9"/>
    <w:rsid w:val="0011247C"/>
    <w:rsid w:val="001125B2"/>
    <w:rsid w:val="0011271B"/>
    <w:rsid w:val="00112921"/>
    <w:rsid w:val="00113DF4"/>
    <w:rsid w:val="00114922"/>
    <w:rsid w:val="001206EB"/>
    <w:rsid w:val="0012438E"/>
    <w:rsid w:val="00126A5E"/>
    <w:rsid w:val="001330DE"/>
    <w:rsid w:val="00133AE3"/>
    <w:rsid w:val="00136640"/>
    <w:rsid w:val="00140EDA"/>
    <w:rsid w:val="001412BE"/>
    <w:rsid w:val="001442F2"/>
    <w:rsid w:val="00145214"/>
    <w:rsid w:val="00145F9E"/>
    <w:rsid w:val="00146C82"/>
    <w:rsid w:val="0014748D"/>
    <w:rsid w:val="00155FB7"/>
    <w:rsid w:val="001561B5"/>
    <w:rsid w:val="00160E52"/>
    <w:rsid w:val="00161049"/>
    <w:rsid w:val="0016181F"/>
    <w:rsid w:val="001622BC"/>
    <w:rsid w:val="00162D8E"/>
    <w:rsid w:val="0016442C"/>
    <w:rsid w:val="001674D1"/>
    <w:rsid w:val="00171ED6"/>
    <w:rsid w:val="00181422"/>
    <w:rsid w:val="001815B5"/>
    <w:rsid w:val="001840FB"/>
    <w:rsid w:val="00185616"/>
    <w:rsid w:val="00185828"/>
    <w:rsid w:val="00185DE0"/>
    <w:rsid w:val="0019150A"/>
    <w:rsid w:val="00192DA2"/>
    <w:rsid w:val="001954D3"/>
    <w:rsid w:val="00197905"/>
    <w:rsid w:val="001A1D77"/>
    <w:rsid w:val="001A272C"/>
    <w:rsid w:val="001A54A3"/>
    <w:rsid w:val="001A772F"/>
    <w:rsid w:val="001B0DBA"/>
    <w:rsid w:val="001B38DE"/>
    <w:rsid w:val="001B4537"/>
    <w:rsid w:val="001B506D"/>
    <w:rsid w:val="001B51EE"/>
    <w:rsid w:val="001B677D"/>
    <w:rsid w:val="001C378E"/>
    <w:rsid w:val="001C4013"/>
    <w:rsid w:val="001C51DC"/>
    <w:rsid w:val="001D013A"/>
    <w:rsid w:val="001D36E7"/>
    <w:rsid w:val="001D40ED"/>
    <w:rsid w:val="001D58E9"/>
    <w:rsid w:val="001D753C"/>
    <w:rsid w:val="001E275D"/>
    <w:rsid w:val="001E3C2E"/>
    <w:rsid w:val="001E522B"/>
    <w:rsid w:val="001F4B80"/>
    <w:rsid w:val="0020012E"/>
    <w:rsid w:val="002019BC"/>
    <w:rsid w:val="00201BCC"/>
    <w:rsid w:val="002138B5"/>
    <w:rsid w:val="002139C9"/>
    <w:rsid w:val="00217097"/>
    <w:rsid w:val="002177D0"/>
    <w:rsid w:val="002211F8"/>
    <w:rsid w:val="00221A6D"/>
    <w:rsid w:val="00222134"/>
    <w:rsid w:val="002251D7"/>
    <w:rsid w:val="0022563F"/>
    <w:rsid w:val="00225CE2"/>
    <w:rsid w:val="00231A31"/>
    <w:rsid w:val="00232117"/>
    <w:rsid w:val="0023299A"/>
    <w:rsid w:val="00232C24"/>
    <w:rsid w:val="002344B1"/>
    <w:rsid w:val="00234C69"/>
    <w:rsid w:val="0023569E"/>
    <w:rsid w:val="00235F07"/>
    <w:rsid w:val="00236A3B"/>
    <w:rsid w:val="00242C04"/>
    <w:rsid w:val="00242DA8"/>
    <w:rsid w:val="00244999"/>
    <w:rsid w:val="00245FDF"/>
    <w:rsid w:val="00250053"/>
    <w:rsid w:val="00250DDC"/>
    <w:rsid w:val="002547FB"/>
    <w:rsid w:val="00254C1D"/>
    <w:rsid w:val="00256F30"/>
    <w:rsid w:val="002611FC"/>
    <w:rsid w:val="00261470"/>
    <w:rsid w:val="002644BB"/>
    <w:rsid w:val="00264728"/>
    <w:rsid w:val="0026550A"/>
    <w:rsid w:val="002671F0"/>
    <w:rsid w:val="00270297"/>
    <w:rsid w:val="00270684"/>
    <w:rsid w:val="002722C7"/>
    <w:rsid w:val="00273373"/>
    <w:rsid w:val="00273F2B"/>
    <w:rsid w:val="00275B31"/>
    <w:rsid w:val="00280AED"/>
    <w:rsid w:val="00281C4E"/>
    <w:rsid w:val="00281C68"/>
    <w:rsid w:val="0028253F"/>
    <w:rsid w:val="00282BA7"/>
    <w:rsid w:val="00285BA4"/>
    <w:rsid w:val="00291881"/>
    <w:rsid w:val="00291E1E"/>
    <w:rsid w:val="0029780E"/>
    <w:rsid w:val="002A493E"/>
    <w:rsid w:val="002A715B"/>
    <w:rsid w:val="002A7ED3"/>
    <w:rsid w:val="002B241C"/>
    <w:rsid w:val="002B300A"/>
    <w:rsid w:val="002B4517"/>
    <w:rsid w:val="002B7B69"/>
    <w:rsid w:val="002C3959"/>
    <w:rsid w:val="002C7DCF"/>
    <w:rsid w:val="002D420E"/>
    <w:rsid w:val="002D4541"/>
    <w:rsid w:val="002E0051"/>
    <w:rsid w:val="002E006D"/>
    <w:rsid w:val="002E105C"/>
    <w:rsid w:val="002E1206"/>
    <w:rsid w:val="002E419D"/>
    <w:rsid w:val="002F301B"/>
    <w:rsid w:val="002F488D"/>
    <w:rsid w:val="002F56A4"/>
    <w:rsid w:val="002F61D6"/>
    <w:rsid w:val="002F623C"/>
    <w:rsid w:val="002F6389"/>
    <w:rsid w:val="002F76E6"/>
    <w:rsid w:val="002F7866"/>
    <w:rsid w:val="003015FE"/>
    <w:rsid w:val="00301ECC"/>
    <w:rsid w:val="003051F7"/>
    <w:rsid w:val="00312864"/>
    <w:rsid w:val="00312CCE"/>
    <w:rsid w:val="0031687B"/>
    <w:rsid w:val="00325792"/>
    <w:rsid w:val="003272F4"/>
    <w:rsid w:val="00330BB4"/>
    <w:rsid w:val="0033148F"/>
    <w:rsid w:val="00331E6F"/>
    <w:rsid w:val="00332F03"/>
    <w:rsid w:val="0033589A"/>
    <w:rsid w:val="003359CC"/>
    <w:rsid w:val="003367A3"/>
    <w:rsid w:val="003405CF"/>
    <w:rsid w:val="003408F9"/>
    <w:rsid w:val="00340A9C"/>
    <w:rsid w:val="0034489E"/>
    <w:rsid w:val="00344C4E"/>
    <w:rsid w:val="003455E2"/>
    <w:rsid w:val="003500A6"/>
    <w:rsid w:val="003503B8"/>
    <w:rsid w:val="00350B17"/>
    <w:rsid w:val="00351E2B"/>
    <w:rsid w:val="00355499"/>
    <w:rsid w:val="0035576A"/>
    <w:rsid w:val="00355856"/>
    <w:rsid w:val="00355D77"/>
    <w:rsid w:val="0036140F"/>
    <w:rsid w:val="00362005"/>
    <w:rsid w:val="0036211A"/>
    <w:rsid w:val="003628FC"/>
    <w:rsid w:val="00364CE5"/>
    <w:rsid w:val="00364FFC"/>
    <w:rsid w:val="00371B26"/>
    <w:rsid w:val="003738EB"/>
    <w:rsid w:val="00374587"/>
    <w:rsid w:val="00375008"/>
    <w:rsid w:val="00377A37"/>
    <w:rsid w:val="0038055B"/>
    <w:rsid w:val="003855FC"/>
    <w:rsid w:val="00386173"/>
    <w:rsid w:val="0039189F"/>
    <w:rsid w:val="003925C8"/>
    <w:rsid w:val="003946E8"/>
    <w:rsid w:val="0039788B"/>
    <w:rsid w:val="003A081E"/>
    <w:rsid w:val="003A1371"/>
    <w:rsid w:val="003A1668"/>
    <w:rsid w:val="003A2F8B"/>
    <w:rsid w:val="003A3F87"/>
    <w:rsid w:val="003A7E5E"/>
    <w:rsid w:val="003B09F7"/>
    <w:rsid w:val="003B18E1"/>
    <w:rsid w:val="003B2C6F"/>
    <w:rsid w:val="003C2AB1"/>
    <w:rsid w:val="003C532F"/>
    <w:rsid w:val="003C5AF6"/>
    <w:rsid w:val="003C62C5"/>
    <w:rsid w:val="003C65C2"/>
    <w:rsid w:val="003C6716"/>
    <w:rsid w:val="003D4614"/>
    <w:rsid w:val="003D5D5F"/>
    <w:rsid w:val="003E3504"/>
    <w:rsid w:val="003E50B9"/>
    <w:rsid w:val="003E6FB1"/>
    <w:rsid w:val="003E7422"/>
    <w:rsid w:val="003F0D1D"/>
    <w:rsid w:val="003F4396"/>
    <w:rsid w:val="003F7625"/>
    <w:rsid w:val="0040036A"/>
    <w:rsid w:val="004027B2"/>
    <w:rsid w:val="0040678F"/>
    <w:rsid w:val="00410338"/>
    <w:rsid w:val="004117B8"/>
    <w:rsid w:val="004126BE"/>
    <w:rsid w:val="00414C98"/>
    <w:rsid w:val="00414FA8"/>
    <w:rsid w:val="00416941"/>
    <w:rsid w:val="0041779B"/>
    <w:rsid w:val="004256A3"/>
    <w:rsid w:val="00444698"/>
    <w:rsid w:val="00446076"/>
    <w:rsid w:val="004501F8"/>
    <w:rsid w:val="004526B1"/>
    <w:rsid w:val="00454624"/>
    <w:rsid w:val="00454ADD"/>
    <w:rsid w:val="00455AE2"/>
    <w:rsid w:val="00456A60"/>
    <w:rsid w:val="00457213"/>
    <w:rsid w:val="00462F5C"/>
    <w:rsid w:val="0046453D"/>
    <w:rsid w:val="00464CA2"/>
    <w:rsid w:val="00465725"/>
    <w:rsid w:val="00467942"/>
    <w:rsid w:val="00472BD9"/>
    <w:rsid w:val="00477396"/>
    <w:rsid w:val="00480B06"/>
    <w:rsid w:val="00482FE1"/>
    <w:rsid w:val="00483ADA"/>
    <w:rsid w:val="004857C9"/>
    <w:rsid w:val="00486893"/>
    <w:rsid w:val="00491006"/>
    <w:rsid w:val="0049127B"/>
    <w:rsid w:val="0049576A"/>
    <w:rsid w:val="004974AC"/>
    <w:rsid w:val="00497B68"/>
    <w:rsid w:val="004A3F3A"/>
    <w:rsid w:val="004B1320"/>
    <w:rsid w:val="004B170F"/>
    <w:rsid w:val="004B1EF3"/>
    <w:rsid w:val="004B513A"/>
    <w:rsid w:val="004B542D"/>
    <w:rsid w:val="004B57B2"/>
    <w:rsid w:val="004B60F5"/>
    <w:rsid w:val="004B6D5C"/>
    <w:rsid w:val="004B7FA4"/>
    <w:rsid w:val="004C1DB6"/>
    <w:rsid w:val="004C3477"/>
    <w:rsid w:val="004C4621"/>
    <w:rsid w:val="004C59DB"/>
    <w:rsid w:val="004C65BC"/>
    <w:rsid w:val="004D1236"/>
    <w:rsid w:val="004D4023"/>
    <w:rsid w:val="004D46D7"/>
    <w:rsid w:val="004D5E5E"/>
    <w:rsid w:val="004D6516"/>
    <w:rsid w:val="004E077C"/>
    <w:rsid w:val="004E18E9"/>
    <w:rsid w:val="004E296E"/>
    <w:rsid w:val="004E4235"/>
    <w:rsid w:val="004E5C52"/>
    <w:rsid w:val="004F1324"/>
    <w:rsid w:val="004F2126"/>
    <w:rsid w:val="004F7BC2"/>
    <w:rsid w:val="00500B46"/>
    <w:rsid w:val="005061E0"/>
    <w:rsid w:val="00510311"/>
    <w:rsid w:val="005135DE"/>
    <w:rsid w:val="00514CB8"/>
    <w:rsid w:val="005231C5"/>
    <w:rsid w:val="0052576B"/>
    <w:rsid w:val="00526BFE"/>
    <w:rsid w:val="00531322"/>
    <w:rsid w:val="0053402A"/>
    <w:rsid w:val="00535068"/>
    <w:rsid w:val="00542E1C"/>
    <w:rsid w:val="00543FC2"/>
    <w:rsid w:val="00555D32"/>
    <w:rsid w:val="00555F31"/>
    <w:rsid w:val="0056001F"/>
    <w:rsid w:val="005620B9"/>
    <w:rsid w:val="00563B4C"/>
    <w:rsid w:val="00563CC6"/>
    <w:rsid w:val="00564BD1"/>
    <w:rsid w:val="005656C6"/>
    <w:rsid w:val="005661B5"/>
    <w:rsid w:val="0056662A"/>
    <w:rsid w:val="00567E99"/>
    <w:rsid w:val="00570610"/>
    <w:rsid w:val="00572BEB"/>
    <w:rsid w:val="005742C3"/>
    <w:rsid w:val="0058164B"/>
    <w:rsid w:val="0058701E"/>
    <w:rsid w:val="00591C7A"/>
    <w:rsid w:val="0059304C"/>
    <w:rsid w:val="00593662"/>
    <w:rsid w:val="00594581"/>
    <w:rsid w:val="00595950"/>
    <w:rsid w:val="005967C1"/>
    <w:rsid w:val="005A2B40"/>
    <w:rsid w:val="005A4ADD"/>
    <w:rsid w:val="005A60F3"/>
    <w:rsid w:val="005A71DC"/>
    <w:rsid w:val="005A74C5"/>
    <w:rsid w:val="005B156C"/>
    <w:rsid w:val="005C0F46"/>
    <w:rsid w:val="005C1F82"/>
    <w:rsid w:val="005C1FCC"/>
    <w:rsid w:val="005C1FF3"/>
    <w:rsid w:val="005C4C0C"/>
    <w:rsid w:val="005C522A"/>
    <w:rsid w:val="005C5AFA"/>
    <w:rsid w:val="005C5F1F"/>
    <w:rsid w:val="005C6413"/>
    <w:rsid w:val="005D12E1"/>
    <w:rsid w:val="005D145C"/>
    <w:rsid w:val="005D3B4A"/>
    <w:rsid w:val="005D51BF"/>
    <w:rsid w:val="005D7EC0"/>
    <w:rsid w:val="005E1C75"/>
    <w:rsid w:val="005E238B"/>
    <w:rsid w:val="005E2A8A"/>
    <w:rsid w:val="005E34B6"/>
    <w:rsid w:val="005E666A"/>
    <w:rsid w:val="005E6D98"/>
    <w:rsid w:val="005E7348"/>
    <w:rsid w:val="005F1E13"/>
    <w:rsid w:val="005F4F55"/>
    <w:rsid w:val="005F50BF"/>
    <w:rsid w:val="005F5788"/>
    <w:rsid w:val="005F5837"/>
    <w:rsid w:val="006011E3"/>
    <w:rsid w:val="0060137C"/>
    <w:rsid w:val="006039D7"/>
    <w:rsid w:val="006075F9"/>
    <w:rsid w:val="0061063C"/>
    <w:rsid w:val="00613A7E"/>
    <w:rsid w:val="006157EB"/>
    <w:rsid w:val="006170F8"/>
    <w:rsid w:val="006176B4"/>
    <w:rsid w:val="00620BD1"/>
    <w:rsid w:val="00621DF4"/>
    <w:rsid w:val="00622C9B"/>
    <w:rsid w:val="0062567A"/>
    <w:rsid w:val="00626C79"/>
    <w:rsid w:val="006272E9"/>
    <w:rsid w:val="0063131E"/>
    <w:rsid w:val="00633972"/>
    <w:rsid w:val="0063686F"/>
    <w:rsid w:val="0064093B"/>
    <w:rsid w:val="006409FC"/>
    <w:rsid w:val="006431A3"/>
    <w:rsid w:val="0065018B"/>
    <w:rsid w:val="006534AF"/>
    <w:rsid w:val="00660780"/>
    <w:rsid w:val="00662F4C"/>
    <w:rsid w:val="00664986"/>
    <w:rsid w:val="00670A4B"/>
    <w:rsid w:val="00671F6A"/>
    <w:rsid w:val="00674225"/>
    <w:rsid w:val="006745D7"/>
    <w:rsid w:val="00674665"/>
    <w:rsid w:val="00677C47"/>
    <w:rsid w:val="006805B9"/>
    <w:rsid w:val="00682ACE"/>
    <w:rsid w:val="00684B43"/>
    <w:rsid w:val="00687D18"/>
    <w:rsid w:val="006917A9"/>
    <w:rsid w:val="00692147"/>
    <w:rsid w:val="00696EA7"/>
    <w:rsid w:val="006A2762"/>
    <w:rsid w:val="006A50F8"/>
    <w:rsid w:val="006A7F58"/>
    <w:rsid w:val="006B142C"/>
    <w:rsid w:val="006B31CF"/>
    <w:rsid w:val="006C5DEB"/>
    <w:rsid w:val="006D00CC"/>
    <w:rsid w:val="006D3029"/>
    <w:rsid w:val="006D4D80"/>
    <w:rsid w:val="006D6590"/>
    <w:rsid w:val="006D7048"/>
    <w:rsid w:val="006D71AB"/>
    <w:rsid w:val="006D7D67"/>
    <w:rsid w:val="006E247C"/>
    <w:rsid w:val="006E4B64"/>
    <w:rsid w:val="006F1AEC"/>
    <w:rsid w:val="006F4FE7"/>
    <w:rsid w:val="006F5F3E"/>
    <w:rsid w:val="006F65CE"/>
    <w:rsid w:val="006F7B00"/>
    <w:rsid w:val="007036A6"/>
    <w:rsid w:val="007054BB"/>
    <w:rsid w:val="007072F0"/>
    <w:rsid w:val="00713E13"/>
    <w:rsid w:val="00714B2B"/>
    <w:rsid w:val="007151DD"/>
    <w:rsid w:val="007157F6"/>
    <w:rsid w:val="007217F4"/>
    <w:rsid w:val="00721FAD"/>
    <w:rsid w:val="00722907"/>
    <w:rsid w:val="00726315"/>
    <w:rsid w:val="00734F0A"/>
    <w:rsid w:val="00737DF4"/>
    <w:rsid w:val="00742652"/>
    <w:rsid w:val="00745757"/>
    <w:rsid w:val="00745970"/>
    <w:rsid w:val="00745C63"/>
    <w:rsid w:val="00745CDB"/>
    <w:rsid w:val="007465DC"/>
    <w:rsid w:val="00750397"/>
    <w:rsid w:val="007577E8"/>
    <w:rsid w:val="007600C8"/>
    <w:rsid w:val="0076142D"/>
    <w:rsid w:val="00763AF1"/>
    <w:rsid w:val="00765410"/>
    <w:rsid w:val="007658F5"/>
    <w:rsid w:val="007662A6"/>
    <w:rsid w:val="00767D1B"/>
    <w:rsid w:val="007701E2"/>
    <w:rsid w:val="007721CB"/>
    <w:rsid w:val="007759BE"/>
    <w:rsid w:val="007770D7"/>
    <w:rsid w:val="007827AC"/>
    <w:rsid w:val="007851D6"/>
    <w:rsid w:val="007901D3"/>
    <w:rsid w:val="00790595"/>
    <w:rsid w:val="00792F91"/>
    <w:rsid w:val="00793BF0"/>
    <w:rsid w:val="00796A03"/>
    <w:rsid w:val="007A3DDC"/>
    <w:rsid w:val="007A5F3D"/>
    <w:rsid w:val="007B0D17"/>
    <w:rsid w:val="007B35EA"/>
    <w:rsid w:val="007B418A"/>
    <w:rsid w:val="007B42CA"/>
    <w:rsid w:val="007B7BCC"/>
    <w:rsid w:val="007B7EDF"/>
    <w:rsid w:val="007C301B"/>
    <w:rsid w:val="007D238A"/>
    <w:rsid w:val="007E0A0F"/>
    <w:rsid w:val="007E22B5"/>
    <w:rsid w:val="007E259B"/>
    <w:rsid w:val="007E265B"/>
    <w:rsid w:val="007E7331"/>
    <w:rsid w:val="007F089A"/>
    <w:rsid w:val="007F65F8"/>
    <w:rsid w:val="007F7998"/>
    <w:rsid w:val="007F7C4E"/>
    <w:rsid w:val="008005BC"/>
    <w:rsid w:val="00801707"/>
    <w:rsid w:val="0080479B"/>
    <w:rsid w:val="00812639"/>
    <w:rsid w:val="00813647"/>
    <w:rsid w:val="008137AE"/>
    <w:rsid w:val="00816B80"/>
    <w:rsid w:val="00816C54"/>
    <w:rsid w:val="00817BDD"/>
    <w:rsid w:val="008246DF"/>
    <w:rsid w:val="00824E83"/>
    <w:rsid w:val="0082506C"/>
    <w:rsid w:val="00827361"/>
    <w:rsid w:val="008306C1"/>
    <w:rsid w:val="00831E47"/>
    <w:rsid w:val="008345E0"/>
    <w:rsid w:val="00837BD4"/>
    <w:rsid w:val="008403D9"/>
    <w:rsid w:val="00841C4A"/>
    <w:rsid w:val="0084221D"/>
    <w:rsid w:val="00842F90"/>
    <w:rsid w:val="00844822"/>
    <w:rsid w:val="00853D48"/>
    <w:rsid w:val="008563DC"/>
    <w:rsid w:val="00860110"/>
    <w:rsid w:val="0086173E"/>
    <w:rsid w:val="00862B50"/>
    <w:rsid w:val="00865193"/>
    <w:rsid w:val="00866883"/>
    <w:rsid w:val="00867013"/>
    <w:rsid w:val="00870A09"/>
    <w:rsid w:val="00870B5F"/>
    <w:rsid w:val="00874528"/>
    <w:rsid w:val="00876125"/>
    <w:rsid w:val="00876C0F"/>
    <w:rsid w:val="00877082"/>
    <w:rsid w:val="00881587"/>
    <w:rsid w:val="008838B5"/>
    <w:rsid w:val="008876FA"/>
    <w:rsid w:val="008947CD"/>
    <w:rsid w:val="00896FCD"/>
    <w:rsid w:val="00897EFA"/>
    <w:rsid w:val="008A0164"/>
    <w:rsid w:val="008A032D"/>
    <w:rsid w:val="008A4A9A"/>
    <w:rsid w:val="008A656E"/>
    <w:rsid w:val="008A7BD0"/>
    <w:rsid w:val="008B2A2A"/>
    <w:rsid w:val="008B4DA8"/>
    <w:rsid w:val="008B53D6"/>
    <w:rsid w:val="008B6760"/>
    <w:rsid w:val="008C4325"/>
    <w:rsid w:val="008C55AD"/>
    <w:rsid w:val="008C5E06"/>
    <w:rsid w:val="008C676E"/>
    <w:rsid w:val="008C7948"/>
    <w:rsid w:val="008D24E2"/>
    <w:rsid w:val="008D5642"/>
    <w:rsid w:val="008D5A8B"/>
    <w:rsid w:val="008E057B"/>
    <w:rsid w:val="008E344B"/>
    <w:rsid w:val="008E7CEC"/>
    <w:rsid w:val="008F261D"/>
    <w:rsid w:val="0090103F"/>
    <w:rsid w:val="00904691"/>
    <w:rsid w:val="0090561D"/>
    <w:rsid w:val="00912136"/>
    <w:rsid w:val="00916579"/>
    <w:rsid w:val="00920221"/>
    <w:rsid w:val="009209B4"/>
    <w:rsid w:val="00922EA0"/>
    <w:rsid w:val="009253A6"/>
    <w:rsid w:val="00927112"/>
    <w:rsid w:val="0093110E"/>
    <w:rsid w:val="00940112"/>
    <w:rsid w:val="00942CBD"/>
    <w:rsid w:val="00943A13"/>
    <w:rsid w:val="0095005A"/>
    <w:rsid w:val="00952544"/>
    <w:rsid w:val="00954508"/>
    <w:rsid w:val="0095579C"/>
    <w:rsid w:val="00955C98"/>
    <w:rsid w:val="00961428"/>
    <w:rsid w:val="00963919"/>
    <w:rsid w:val="00963B28"/>
    <w:rsid w:val="009655E1"/>
    <w:rsid w:val="009659CF"/>
    <w:rsid w:val="00966279"/>
    <w:rsid w:val="00966BE3"/>
    <w:rsid w:val="0096758A"/>
    <w:rsid w:val="00967A7F"/>
    <w:rsid w:val="00967E1B"/>
    <w:rsid w:val="00976AD3"/>
    <w:rsid w:val="009801D3"/>
    <w:rsid w:val="00980852"/>
    <w:rsid w:val="00985B84"/>
    <w:rsid w:val="0098729B"/>
    <w:rsid w:val="00991DB4"/>
    <w:rsid w:val="0099342D"/>
    <w:rsid w:val="009963F2"/>
    <w:rsid w:val="00996E43"/>
    <w:rsid w:val="009A3088"/>
    <w:rsid w:val="009A72BD"/>
    <w:rsid w:val="009C0086"/>
    <w:rsid w:val="009C0735"/>
    <w:rsid w:val="009D09B1"/>
    <w:rsid w:val="009D1DF7"/>
    <w:rsid w:val="009D1E08"/>
    <w:rsid w:val="009D2DA8"/>
    <w:rsid w:val="009E1205"/>
    <w:rsid w:val="009E5769"/>
    <w:rsid w:val="009F392C"/>
    <w:rsid w:val="009F47AE"/>
    <w:rsid w:val="009F5642"/>
    <w:rsid w:val="00A026CA"/>
    <w:rsid w:val="00A04459"/>
    <w:rsid w:val="00A11861"/>
    <w:rsid w:val="00A11B1A"/>
    <w:rsid w:val="00A13F7D"/>
    <w:rsid w:val="00A15DA3"/>
    <w:rsid w:val="00A21284"/>
    <w:rsid w:val="00A21E09"/>
    <w:rsid w:val="00A26243"/>
    <w:rsid w:val="00A26C8D"/>
    <w:rsid w:val="00A31059"/>
    <w:rsid w:val="00A35DBF"/>
    <w:rsid w:val="00A40547"/>
    <w:rsid w:val="00A46C70"/>
    <w:rsid w:val="00A47996"/>
    <w:rsid w:val="00A508EF"/>
    <w:rsid w:val="00A519F3"/>
    <w:rsid w:val="00A53140"/>
    <w:rsid w:val="00A55858"/>
    <w:rsid w:val="00A55C84"/>
    <w:rsid w:val="00A560AB"/>
    <w:rsid w:val="00A61BF6"/>
    <w:rsid w:val="00A62130"/>
    <w:rsid w:val="00A62948"/>
    <w:rsid w:val="00A66E09"/>
    <w:rsid w:val="00A73F0F"/>
    <w:rsid w:val="00A74884"/>
    <w:rsid w:val="00A74C93"/>
    <w:rsid w:val="00A75E99"/>
    <w:rsid w:val="00A77B55"/>
    <w:rsid w:val="00A86F96"/>
    <w:rsid w:val="00A91D3C"/>
    <w:rsid w:val="00A9508F"/>
    <w:rsid w:val="00A97E8B"/>
    <w:rsid w:val="00AA5C89"/>
    <w:rsid w:val="00AA60B7"/>
    <w:rsid w:val="00AA7F52"/>
    <w:rsid w:val="00AB06E9"/>
    <w:rsid w:val="00AB097B"/>
    <w:rsid w:val="00AB1EDC"/>
    <w:rsid w:val="00AB1F67"/>
    <w:rsid w:val="00AB30A6"/>
    <w:rsid w:val="00AB39A4"/>
    <w:rsid w:val="00AB6568"/>
    <w:rsid w:val="00AB76FF"/>
    <w:rsid w:val="00AC035D"/>
    <w:rsid w:val="00AC3A34"/>
    <w:rsid w:val="00AD05B2"/>
    <w:rsid w:val="00AD2FAA"/>
    <w:rsid w:val="00AD51FA"/>
    <w:rsid w:val="00AD5C2D"/>
    <w:rsid w:val="00AD73ED"/>
    <w:rsid w:val="00AE15D3"/>
    <w:rsid w:val="00AE3402"/>
    <w:rsid w:val="00AE6E87"/>
    <w:rsid w:val="00AF49DF"/>
    <w:rsid w:val="00AF6B1F"/>
    <w:rsid w:val="00AF7B70"/>
    <w:rsid w:val="00B00FB4"/>
    <w:rsid w:val="00B013E3"/>
    <w:rsid w:val="00B0410F"/>
    <w:rsid w:val="00B06018"/>
    <w:rsid w:val="00B06783"/>
    <w:rsid w:val="00B0759D"/>
    <w:rsid w:val="00B1038F"/>
    <w:rsid w:val="00B10B11"/>
    <w:rsid w:val="00B12CAB"/>
    <w:rsid w:val="00B23546"/>
    <w:rsid w:val="00B249E5"/>
    <w:rsid w:val="00B24B23"/>
    <w:rsid w:val="00B257D8"/>
    <w:rsid w:val="00B25867"/>
    <w:rsid w:val="00B25A19"/>
    <w:rsid w:val="00B27B9D"/>
    <w:rsid w:val="00B3111F"/>
    <w:rsid w:val="00B31D1E"/>
    <w:rsid w:val="00B31D2A"/>
    <w:rsid w:val="00B32714"/>
    <w:rsid w:val="00B34B72"/>
    <w:rsid w:val="00B3612F"/>
    <w:rsid w:val="00B45300"/>
    <w:rsid w:val="00B454C2"/>
    <w:rsid w:val="00B45A12"/>
    <w:rsid w:val="00B52069"/>
    <w:rsid w:val="00B54DC4"/>
    <w:rsid w:val="00B554EB"/>
    <w:rsid w:val="00B556D1"/>
    <w:rsid w:val="00B566D2"/>
    <w:rsid w:val="00B60F1E"/>
    <w:rsid w:val="00B615B0"/>
    <w:rsid w:val="00B62B54"/>
    <w:rsid w:val="00B64A42"/>
    <w:rsid w:val="00B64B53"/>
    <w:rsid w:val="00B65A43"/>
    <w:rsid w:val="00B678D3"/>
    <w:rsid w:val="00B67FC3"/>
    <w:rsid w:val="00B708FD"/>
    <w:rsid w:val="00B713C0"/>
    <w:rsid w:val="00B72E13"/>
    <w:rsid w:val="00B73AA5"/>
    <w:rsid w:val="00B749EE"/>
    <w:rsid w:val="00B74D91"/>
    <w:rsid w:val="00B86D3A"/>
    <w:rsid w:val="00B879EC"/>
    <w:rsid w:val="00B87A31"/>
    <w:rsid w:val="00B91ACC"/>
    <w:rsid w:val="00B926B8"/>
    <w:rsid w:val="00BA05AF"/>
    <w:rsid w:val="00BA319A"/>
    <w:rsid w:val="00BA332E"/>
    <w:rsid w:val="00BA3D5D"/>
    <w:rsid w:val="00BA4742"/>
    <w:rsid w:val="00BA4750"/>
    <w:rsid w:val="00BA4FC0"/>
    <w:rsid w:val="00BB0820"/>
    <w:rsid w:val="00BB21C8"/>
    <w:rsid w:val="00BB4668"/>
    <w:rsid w:val="00BB5185"/>
    <w:rsid w:val="00BB646A"/>
    <w:rsid w:val="00BB65A4"/>
    <w:rsid w:val="00BC03B7"/>
    <w:rsid w:val="00BC3033"/>
    <w:rsid w:val="00BC452D"/>
    <w:rsid w:val="00BC4B10"/>
    <w:rsid w:val="00BC6A5A"/>
    <w:rsid w:val="00BC6C50"/>
    <w:rsid w:val="00BC7A33"/>
    <w:rsid w:val="00BD06FF"/>
    <w:rsid w:val="00BD1170"/>
    <w:rsid w:val="00BD32E3"/>
    <w:rsid w:val="00BD4971"/>
    <w:rsid w:val="00BD751E"/>
    <w:rsid w:val="00BE1325"/>
    <w:rsid w:val="00BE6EA3"/>
    <w:rsid w:val="00BE74B3"/>
    <w:rsid w:val="00BE7637"/>
    <w:rsid w:val="00BF2156"/>
    <w:rsid w:val="00BF307B"/>
    <w:rsid w:val="00BF3DA5"/>
    <w:rsid w:val="00BF45AD"/>
    <w:rsid w:val="00BF640F"/>
    <w:rsid w:val="00BF6542"/>
    <w:rsid w:val="00C00384"/>
    <w:rsid w:val="00C0170C"/>
    <w:rsid w:val="00C020EC"/>
    <w:rsid w:val="00C04EA4"/>
    <w:rsid w:val="00C05C56"/>
    <w:rsid w:val="00C0752A"/>
    <w:rsid w:val="00C10187"/>
    <w:rsid w:val="00C10B96"/>
    <w:rsid w:val="00C11F10"/>
    <w:rsid w:val="00C176D2"/>
    <w:rsid w:val="00C177CF"/>
    <w:rsid w:val="00C23AD7"/>
    <w:rsid w:val="00C259FB"/>
    <w:rsid w:val="00C26083"/>
    <w:rsid w:val="00C27E65"/>
    <w:rsid w:val="00C35B58"/>
    <w:rsid w:val="00C368BD"/>
    <w:rsid w:val="00C41DFE"/>
    <w:rsid w:val="00C43392"/>
    <w:rsid w:val="00C43DFD"/>
    <w:rsid w:val="00C44E6B"/>
    <w:rsid w:val="00C4568B"/>
    <w:rsid w:val="00C45E2B"/>
    <w:rsid w:val="00C463B3"/>
    <w:rsid w:val="00C50BE9"/>
    <w:rsid w:val="00C52156"/>
    <w:rsid w:val="00C53E99"/>
    <w:rsid w:val="00C547E1"/>
    <w:rsid w:val="00C548E5"/>
    <w:rsid w:val="00C55D37"/>
    <w:rsid w:val="00C6471D"/>
    <w:rsid w:val="00C65276"/>
    <w:rsid w:val="00C65FD8"/>
    <w:rsid w:val="00C754F3"/>
    <w:rsid w:val="00C765CA"/>
    <w:rsid w:val="00C77180"/>
    <w:rsid w:val="00C80F9F"/>
    <w:rsid w:val="00C812AD"/>
    <w:rsid w:val="00C832BC"/>
    <w:rsid w:val="00C84391"/>
    <w:rsid w:val="00C84412"/>
    <w:rsid w:val="00C845A7"/>
    <w:rsid w:val="00C91D4C"/>
    <w:rsid w:val="00C947DF"/>
    <w:rsid w:val="00C95104"/>
    <w:rsid w:val="00C95706"/>
    <w:rsid w:val="00CA0126"/>
    <w:rsid w:val="00CA303F"/>
    <w:rsid w:val="00CA3776"/>
    <w:rsid w:val="00CA5C5B"/>
    <w:rsid w:val="00CB52B5"/>
    <w:rsid w:val="00CC0413"/>
    <w:rsid w:val="00CC1F7B"/>
    <w:rsid w:val="00CC4E18"/>
    <w:rsid w:val="00CC4E8E"/>
    <w:rsid w:val="00CC56A4"/>
    <w:rsid w:val="00CD18BC"/>
    <w:rsid w:val="00CD242F"/>
    <w:rsid w:val="00CD43BA"/>
    <w:rsid w:val="00CD6058"/>
    <w:rsid w:val="00CD66AD"/>
    <w:rsid w:val="00CD6DFC"/>
    <w:rsid w:val="00CE17ED"/>
    <w:rsid w:val="00CE6608"/>
    <w:rsid w:val="00CF34A1"/>
    <w:rsid w:val="00CF4C54"/>
    <w:rsid w:val="00CF7C95"/>
    <w:rsid w:val="00D043DD"/>
    <w:rsid w:val="00D0483C"/>
    <w:rsid w:val="00D0569B"/>
    <w:rsid w:val="00D05A6D"/>
    <w:rsid w:val="00D065E0"/>
    <w:rsid w:val="00D10F7F"/>
    <w:rsid w:val="00D11DDD"/>
    <w:rsid w:val="00D12924"/>
    <w:rsid w:val="00D12F0F"/>
    <w:rsid w:val="00D14F91"/>
    <w:rsid w:val="00D1701E"/>
    <w:rsid w:val="00D205F9"/>
    <w:rsid w:val="00D21934"/>
    <w:rsid w:val="00D2195A"/>
    <w:rsid w:val="00D230B1"/>
    <w:rsid w:val="00D23F3D"/>
    <w:rsid w:val="00D240D0"/>
    <w:rsid w:val="00D24D73"/>
    <w:rsid w:val="00D26189"/>
    <w:rsid w:val="00D26391"/>
    <w:rsid w:val="00D2717D"/>
    <w:rsid w:val="00D273D3"/>
    <w:rsid w:val="00D34E02"/>
    <w:rsid w:val="00D356FE"/>
    <w:rsid w:val="00D35B5F"/>
    <w:rsid w:val="00D37F6A"/>
    <w:rsid w:val="00D44228"/>
    <w:rsid w:val="00D44BDE"/>
    <w:rsid w:val="00D50797"/>
    <w:rsid w:val="00D52BBF"/>
    <w:rsid w:val="00D56DA4"/>
    <w:rsid w:val="00D56E8E"/>
    <w:rsid w:val="00D62883"/>
    <w:rsid w:val="00D64EF6"/>
    <w:rsid w:val="00D7369F"/>
    <w:rsid w:val="00D73D23"/>
    <w:rsid w:val="00D8139C"/>
    <w:rsid w:val="00D82CC5"/>
    <w:rsid w:val="00D85388"/>
    <w:rsid w:val="00D85550"/>
    <w:rsid w:val="00D85FDF"/>
    <w:rsid w:val="00D860C5"/>
    <w:rsid w:val="00D86BB4"/>
    <w:rsid w:val="00D9216C"/>
    <w:rsid w:val="00D940C7"/>
    <w:rsid w:val="00DA0408"/>
    <w:rsid w:val="00DA0A6E"/>
    <w:rsid w:val="00DA0CA4"/>
    <w:rsid w:val="00DA36B6"/>
    <w:rsid w:val="00DA4674"/>
    <w:rsid w:val="00DA4D2D"/>
    <w:rsid w:val="00DA5212"/>
    <w:rsid w:val="00DA56F6"/>
    <w:rsid w:val="00DB01DD"/>
    <w:rsid w:val="00DB02D4"/>
    <w:rsid w:val="00DB34AF"/>
    <w:rsid w:val="00DC136E"/>
    <w:rsid w:val="00DC404F"/>
    <w:rsid w:val="00DC56EF"/>
    <w:rsid w:val="00DD10E6"/>
    <w:rsid w:val="00DD360F"/>
    <w:rsid w:val="00DD45EF"/>
    <w:rsid w:val="00DD47D7"/>
    <w:rsid w:val="00DD5598"/>
    <w:rsid w:val="00DD66B3"/>
    <w:rsid w:val="00DD7612"/>
    <w:rsid w:val="00DD7901"/>
    <w:rsid w:val="00DE21A3"/>
    <w:rsid w:val="00DE4F8E"/>
    <w:rsid w:val="00DE6E4C"/>
    <w:rsid w:val="00DF0BF7"/>
    <w:rsid w:val="00DF1645"/>
    <w:rsid w:val="00DF31EE"/>
    <w:rsid w:val="00DF45BF"/>
    <w:rsid w:val="00DF7EAA"/>
    <w:rsid w:val="00E00AF4"/>
    <w:rsid w:val="00E02FAD"/>
    <w:rsid w:val="00E03B99"/>
    <w:rsid w:val="00E03CA1"/>
    <w:rsid w:val="00E0568D"/>
    <w:rsid w:val="00E0686B"/>
    <w:rsid w:val="00E12A84"/>
    <w:rsid w:val="00E1520D"/>
    <w:rsid w:val="00E170D6"/>
    <w:rsid w:val="00E23513"/>
    <w:rsid w:val="00E2483B"/>
    <w:rsid w:val="00E25209"/>
    <w:rsid w:val="00E258C7"/>
    <w:rsid w:val="00E2595E"/>
    <w:rsid w:val="00E302F0"/>
    <w:rsid w:val="00E3288A"/>
    <w:rsid w:val="00E33AB7"/>
    <w:rsid w:val="00E37651"/>
    <w:rsid w:val="00E44891"/>
    <w:rsid w:val="00E5072A"/>
    <w:rsid w:val="00E510B9"/>
    <w:rsid w:val="00E51C01"/>
    <w:rsid w:val="00E52A6A"/>
    <w:rsid w:val="00E536DA"/>
    <w:rsid w:val="00E563AF"/>
    <w:rsid w:val="00E569D1"/>
    <w:rsid w:val="00E6400A"/>
    <w:rsid w:val="00E7131C"/>
    <w:rsid w:val="00E7239C"/>
    <w:rsid w:val="00E80C55"/>
    <w:rsid w:val="00E85B57"/>
    <w:rsid w:val="00E86B83"/>
    <w:rsid w:val="00E912FA"/>
    <w:rsid w:val="00E93896"/>
    <w:rsid w:val="00EA0378"/>
    <w:rsid w:val="00EA38AE"/>
    <w:rsid w:val="00EA7979"/>
    <w:rsid w:val="00EB0DD5"/>
    <w:rsid w:val="00EB0E15"/>
    <w:rsid w:val="00EB18BE"/>
    <w:rsid w:val="00EB469D"/>
    <w:rsid w:val="00EB5A38"/>
    <w:rsid w:val="00EB5C91"/>
    <w:rsid w:val="00EB6F23"/>
    <w:rsid w:val="00EC5C29"/>
    <w:rsid w:val="00EC63A2"/>
    <w:rsid w:val="00ED1724"/>
    <w:rsid w:val="00ED57DA"/>
    <w:rsid w:val="00ED792E"/>
    <w:rsid w:val="00EE0D7B"/>
    <w:rsid w:val="00EE0F4E"/>
    <w:rsid w:val="00EE0FAA"/>
    <w:rsid w:val="00EE2D3D"/>
    <w:rsid w:val="00EE37AC"/>
    <w:rsid w:val="00EE3A7A"/>
    <w:rsid w:val="00EE75C0"/>
    <w:rsid w:val="00EF070C"/>
    <w:rsid w:val="00EF0C8F"/>
    <w:rsid w:val="00EF12CA"/>
    <w:rsid w:val="00EF1F3D"/>
    <w:rsid w:val="00EF335D"/>
    <w:rsid w:val="00EF53B1"/>
    <w:rsid w:val="00EF67C1"/>
    <w:rsid w:val="00EF6CEB"/>
    <w:rsid w:val="00EF770F"/>
    <w:rsid w:val="00F02748"/>
    <w:rsid w:val="00F10401"/>
    <w:rsid w:val="00F10D9B"/>
    <w:rsid w:val="00F12EB5"/>
    <w:rsid w:val="00F14B49"/>
    <w:rsid w:val="00F1648C"/>
    <w:rsid w:val="00F16CB0"/>
    <w:rsid w:val="00F16EAC"/>
    <w:rsid w:val="00F17786"/>
    <w:rsid w:val="00F208FE"/>
    <w:rsid w:val="00F23BA5"/>
    <w:rsid w:val="00F3053F"/>
    <w:rsid w:val="00F326BB"/>
    <w:rsid w:val="00F37FB0"/>
    <w:rsid w:val="00F41CA3"/>
    <w:rsid w:val="00F4295B"/>
    <w:rsid w:val="00F45195"/>
    <w:rsid w:val="00F503F8"/>
    <w:rsid w:val="00F51737"/>
    <w:rsid w:val="00F52E99"/>
    <w:rsid w:val="00F5561E"/>
    <w:rsid w:val="00F57D53"/>
    <w:rsid w:val="00F600A5"/>
    <w:rsid w:val="00F60D1A"/>
    <w:rsid w:val="00F676D6"/>
    <w:rsid w:val="00F71497"/>
    <w:rsid w:val="00F72C34"/>
    <w:rsid w:val="00F730F8"/>
    <w:rsid w:val="00F73362"/>
    <w:rsid w:val="00F7484E"/>
    <w:rsid w:val="00F74B96"/>
    <w:rsid w:val="00F7508E"/>
    <w:rsid w:val="00F75F8E"/>
    <w:rsid w:val="00F80EC3"/>
    <w:rsid w:val="00F81E2C"/>
    <w:rsid w:val="00F849B0"/>
    <w:rsid w:val="00F85CC7"/>
    <w:rsid w:val="00F86F57"/>
    <w:rsid w:val="00F960DC"/>
    <w:rsid w:val="00FA04F5"/>
    <w:rsid w:val="00FA6637"/>
    <w:rsid w:val="00FB00F8"/>
    <w:rsid w:val="00FB039E"/>
    <w:rsid w:val="00FB0F5B"/>
    <w:rsid w:val="00FB1FC2"/>
    <w:rsid w:val="00FB7E8B"/>
    <w:rsid w:val="00FC06BC"/>
    <w:rsid w:val="00FC5BC0"/>
    <w:rsid w:val="00FC6904"/>
    <w:rsid w:val="00FD3A15"/>
    <w:rsid w:val="00FD5684"/>
    <w:rsid w:val="00FD65DD"/>
    <w:rsid w:val="00FD7F14"/>
    <w:rsid w:val="00FE4C15"/>
    <w:rsid w:val="00FE586C"/>
    <w:rsid w:val="00FF2A4F"/>
    <w:rsid w:val="00FF6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a0aa,#eb6b4a,#ff7171,#88bce2"/>
    </o:shapedefaults>
    <o:shapelayout v:ext="edit">
      <o:idmap v:ext="edit" data="1"/>
    </o:shapelayout>
  </w:shapeDefaults>
  <w:decimalSymbol w:val=","/>
  <w:listSeparator w:val=";"/>
  <w14:docId w14:val="5FF2DA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295B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295B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5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L_SB\Beratung\AquaLytis\QM-Vorgabedokumente\Freigabe\04%20FB\FB-Layout%20quer-00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176FB-D103-E74A-9861-9A6862C93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\AL_SB\Beratung\AquaLytis\QM-Vorgabedokumente\Freigabe\04 FB\FB-Layout quer-00.dotx</Template>
  <TotalTime>0</TotalTime>
  <Pages>1</Pages>
  <Words>26</Words>
  <Characters>167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Aqualytis</Company>
  <LinksUpToDate>false</LinksUpToDate>
  <CharactersWithSpaces>192</CharactersWithSpaces>
  <SharedDoc>false</SharedDoc>
  <HLinks>
    <vt:vector size="216" baseType="variant"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_Toc217016938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_Toc217016937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_Toc217016936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_Toc217016935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_Toc217016934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_Toc217016933</vt:lpwstr>
      </vt:variant>
      <vt:variant>
        <vt:i4>1245245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_Toc217016932</vt:lpwstr>
      </vt:variant>
      <vt:variant>
        <vt:i4>1245245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_Toc217016931</vt:lpwstr>
      </vt:variant>
      <vt:variant>
        <vt:i4>1245245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_Toc217016930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_Toc217016929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_Toc217016928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_Toc217016927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_Toc217016926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_Toc217016925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_Toc217016924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_Toc217016923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_Toc217016922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_Toc217016921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_Toc217016920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_Toc217016919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_Toc217016918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_Toc217016917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_Toc217016916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_Toc217016915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_Toc217016914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_Toc217016913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_Toc217016912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_Toc217016911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_Toc217016910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_Toc217016909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_Toc217016908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_Toc217016907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_Toc217016906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_Toc217016905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_Toc217016904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_Toc217016903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 Lorz</dc:creator>
  <cp:lastModifiedBy>Ariane</cp:lastModifiedBy>
  <cp:revision>3</cp:revision>
  <cp:lastPrinted>2011-06-15T12:47:00Z</cp:lastPrinted>
  <dcterms:created xsi:type="dcterms:W3CDTF">2015-12-07T08:43:00Z</dcterms:created>
  <dcterms:modified xsi:type="dcterms:W3CDTF">2015-12-07T08:45:00Z</dcterms:modified>
</cp:coreProperties>
</file>