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84214" w14:textId="77777777" w:rsidR="006B6342" w:rsidRDefault="006B6342" w:rsidP="000663D6">
      <w:pPr>
        <w:pStyle w:val="Anhang"/>
        <w:jc w:val="both"/>
      </w:pPr>
    </w:p>
    <w:p w14:paraId="02EBA6E7" w14:textId="77777777" w:rsidR="00817218" w:rsidRPr="00817218" w:rsidRDefault="00817218" w:rsidP="00817218">
      <w:pPr>
        <w:rPr>
          <w:rStyle w:val="KursivGrn"/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1"/>
        <w:gridCol w:w="2668"/>
        <w:gridCol w:w="3290"/>
        <w:gridCol w:w="2209"/>
      </w:tblGrid>
      <w:tr w:rsidR="00817218" w14:paraId="7AD302A2" w14:textId="77777777" w:rsidTr="00C323A4">
        <w:tc>
          <w:tcPr>
            <w:tcW w:w="1121" w:type="dxa"/>
            <w:shd w:val="clear" w:color="auto" w:fill="E0E0E0"/>
          </w:tcPr>
          <w:p w14:paraId="256E90C9" w14:textId="77777777" w:rsidR="00817218" w:rsidRPr="00294BEB" w:rsidRDefault="00817218" w:rsidP="00332763">
            <w:pPr>
              <w:rPr>
                <w:rFonts w:ascii="Arial" w:hAnsi="Arial" w:cs="Arial"/>
              </w:rPr>
            </w:pPr>
            <w:r w:rsidRPr="00294BEB">
              <w:rPr>
                <w:rFonts w:ascii="Arial" w:hAnsi="Arial" w:cs="Arial"/>
              </w:rPr>
              <w:t>Datum</w:t>
            </w:r>
          </w:p>
        </w:tc>
        <w:tc>
          <w:tcPr>
            <w:tcW w:w="2668" w:type="dxa"/>
            <w:shd w:val="clear" w:color="auto" w:fill="E0E0E0"/>
          </w:tcPr>
          <w:p w14:paraId="1DB53096" w14:textId="77777777" w:rsidR="00817218" w:rsidRPr="00294BEB" w:rsidRDefault="00817218" w:rsidP="00332763">
            <w:pPr>
              <w:rPr>
                <w:rFonts w:ascii="Arial" w:hAnsi="Arial" w:cs="Arial"/>
              </w:rPr>
            </w:pPr>
            <w:r w:rsidRPr="00294BEB">
              <w:rPr>
                <w:rFonts w:ascii="Arial" w:hAnsi="Arial" w:cs="Arial"/>
              </w:rPr>
              <w:t>Beteiligte Unternehmen / Einrichtungen</w:t>
            </w:r>
          </w:p>
        </w:tc>
        <w:tc>
          <w:tcPr>
            <w:tcW w:w="3290" w:type="dxa"/>
            <w:shd w:val="clear" w:color="auto" w:fill="E0E0E0"/>
          </w:tcPr>
          <w:p w14:paraId="4B15B27F" w14:textId="77777777" w:rsidR="00817218" w:rsidRPr="00294BEB" w:rsidRDefault="00817218" w:rsidP="00332763">
            <w:pPr>
              <w:rPr>
                <w:rFonts w:ascii="Arial" w:hAnsi="Arial" w:cs="Arial"/>
              </w:rPr>
            </w:pPr>
            <w:r w:rsidRPr="00294BEB">
              <w:rPr>
                <w:rFonts w:ascii="Arial" w:hAnsi="Arial" w:cs="Arial"/>
              </w:rPr>
              <w:t>Gegenstand der Untersuchung</w:t>
            </w:r>
          </w:p>
        </w:tc>
        <w:tc>
          <w:tcPr>
            <w:tcW w:w="2209" w:type="dxa"/>
            <w:shd w:val="clear" w:color="auto" w:fill="E0E0E0"/>
          </w:tcPr>
          <w:p w14:paraId="1A6DA155" w14:textId="77777777" w:rsidR="00817218" w:rsidRPr="00294BEB" w:rsidRDefault="00817218" w:rsidP="00332763">
            <w:pPr>
              <w:rPr>
                <w:rFonts w:ascii="Arial" w:hAnsi="Arial" w:cs="Arial"/>
              </w:rPr>
            </w:pPr>
            <w:r w:rsidRPr="00294BEB">
              <w:rPr>
                <w:rFonts w:ascii="Arial" w:hAnsi="Arial" w:cs="Arial"/>
              </w:rPr>
              <w:t>Gewässer / Ort</w:t>
            </w:r>
          </w:p>
        </w:tc>
      </w:tr>
      <w:tr w:rsidR="00817218" w14:paraId="3FD56016" w14:textId="77777777" w:rsidTr="00C323A4">
        <w:tc>
          <w:tcPr>
            <w:tcW w:w="1121" w:type="dxa"/>
          </w:tcPr>
          <w:p w14:paraId="0C18E901" w14:textId="77777777" w:rsidR="00817218" w:rsidRDefault="00817218" w:rsidP="00332763"/>
        </w:tc>
        <w:tc>
          <w:tcPr>
            <w:tcW w:w="2668" w:type="dxa"/>
          </w:tcPr>
          <w:p w14:paraId="32AF916C" w14:textId="77777777" w:rsidR="00817218" w:rsidRDefault="00817218" w:rsidP="00332763"/>
        </w:tc>
        <w:tc>
          <w:tcPr>
            <w:tcW w:w="3290" w:type="dxa"/>
          </w:tcPr>
          <w:p w14:paraId="146AAFB5" w14:textId="77777777" w:rsidR="00817218" w:rsidRDefault="00817218" w:rsidP="00332763"/>
        </w:tc>
        <w:tc>
          <w:tcPr>
            <w:tcW w:w="2209" w:type="dxa"/>
          </w:tcPr>
          <w:p w14:paraId="5BE37391" w14:textId="77777777" w:rsidR="00817218" w:rsidRDefault="00817218" w:rsidP="00332763"/>
        </w:tc>
      </w:tr>
      <w:tr w:rsidR="00817218" w:rsidRPr="00B27FD7" w14:paraId="79B96347" w14:textId="77777777" w:rsidTr="00C323A4">
        <w:tc>
          <w:tcPr>
            <w:tcW w:w="1121" w:type="dxa"/>
          </w:tcPr>
          <w:p w14:paraId="77D400BC" w14:textId="77777777" w:rsidR="00817218" w:rsidRDefault="00817218" w:rsidP="00332763"/>
        </w:tc>
        <w:tc>
          <w:tcPr>
            <w:tcW w:w="2668" w:type="dxa"/>
          </w:tcPr>
          <w:p w14:paraId="1B2D16D9" w14:textId="77777777" w:rsidR="00817218" w:rsidRPr="00B27FD7" w:rsidRDefault="00817218" w:rsidP="00332763">
            <w:pPr>
              <w:rPr>
                <w:lang w:val="en-US"/>
              </w:rPr>
            </w:pPr>
          </w:p>
        </w:tc>
        <w:tc>
          <w:tcPr>
            <w:tcW w:w="3290" w:type="dxa"/>
          </w:tcPr>
          <w:p w14:paraId="2BD241B3" w14:textId="77777777" w:rsidR="00817218" w:rsidRDefault="00817218" w:rsidP="00332763"/>
        </w:tc>
        <w:tc>
          <w:tcPr>
            <w:tcW w:w="2209" w:type="dxa"/>
          </w:tcPr>
          <w:p w14:paraId="3C2F32B7" w14:textId="77777777" w:rsidR="00817218" w:rsidRPr="00B27FD7" w:rsidRDefault="00817218" w:rsidP="00332763"/>
        </w:tc>
      </w:tr>
      <w:tr w:rsidR="00817218" w:rsidRPr="00B27FD7" w14:paraId="30BFAF33" w14:textId="77777777" w:rsidTr="00C323A4">
        <w:tc>
          <w:tcPr>
            <w:tcW w:w="1121" w:type="dxa"/>
          </w:tcPr>
          <w:p w14:paraId="5822A1F6" w14:textId="77777777" w:rsidR="00817218" w:rsidRPr="00B27FD7" w:rsidRDefault="00817218" w:rsidP="00332763"/>
        </w:tc>
        <w:tc>
          <w:tcPr>
            <w:tcW w:w="2668" w:type="dxa"/>
          </w:tcPr>
          <w:p w14:paraId="43AC4E48" w14:textId="77777777" w:rsidR="00817218" w:rsidRPr="00B27FD7" w:rsidRDefault="00817218" w:rsidP="00332763"/>
        </w:tc>
        <w:tc>
          <w:tcPr>
            <w:tcW w:w="3290" w:type="dxa"/>
          </w:tcPr>
          <w:p w14:paraId="4443F9EC" w14:textId="77777777" w:rsidR="00817218" w:rsidRDefault="00817218" w:rsidP="00332763"/>
        </w:tc>
        <w:tc>
          <w:tcPr>
            <w:tcW w:w="2209" w:type="dxa"/>
          </w:tcPr>
          <w:p w14:paraId="7ED79D6F" w14:textId="77777777" w:rsidR="00817218" w:rsidRPr="00B27FD7" w:rsidRDefault="00817218" w:rsidP="00332763"/>
        </w:tc>
      </w:tr>
      <w:tr w:rsidR="00294BEB" w:rsidRPr="00B27FD7" w14:paraId="7919B366" w14:textId="77777777" w:rsidTr="00C323A4">
        <w:tc>
          <w:tcPr>
            <w:tcW w:w="1121" w:type="dxa"/>
          </w:tcPr>
          <w:p w14:paraId="44B10561" w14:textId="77777777" w:rsidR="00294BEB" w:rsidRPr="00B27FD7" w:rsidRDefault="00294BEB" w:rsidP="00332763"/>
        </w:tc>
        <w:tc>
          <w:tcPr>
            <w:tcW w:w="2668" w:type="dxa"/>
          </w:tcPr>
          <w:p w14:paraId="56282983" w14:textId="77777777" w:rsidR="00294BEB" w:rsidRPr="00B27FD7" w:rsidRDefault="00294BEB" w:rsidP="00332763"/>
        </w:tc>
        <w:tc>
          <w:tcPr>
            <w:tcW w:w="3290" w:type="dxa"/>
          </w:tcPr>
          <w:p w14:paraId="5DCD672C" w14:textId="77777777" w:rsidR="00294BEB" w:rsidRDefault="00294BEB" w:rsidP="00332763"/>
        </w:tc>
        <w:tc>
          <w:tcPr>
            <w:tcW w:w="2209" w:type="dxa"/>
          </w:tcPr>
          <w:p w14:paraId="2BFBE1FF" w14:textId="77777777" w:rsidR="00294BEB" w:rsidRPr="00B27FD7" w:rsidRDefault="00294BEB" w:rsidP="00332763"/>
        </w:tc>
      </w:tr>
      <w:tr w:rsidR="00294BEB" w:rsidRPr="00B27FD7" w14:paraId="2BA673FE" w14:textId="77777777" w:rsidTr="00C323A4">
        <w:tc>
          <w:tcPr>
            <w:tcW w:w="1121" w:type="dxa"/>
          </w:tcPr>
          <w:p w14:paraId="6A043FFF" w14:textId="77777777" w:rsidR="00294BEB" w:rsidRPr="00B27FD7" w:rsidRDefault="00294BEB" w:rsidP="00332763"/>
        </w:tc>
        <w:tc>
          <w:tcPr>
            <w:tcW w:w="2668" w:type="dxa"/>
          </w:tcPr>
          <w:p w14:paraId="401801DD" w14:textId="77777777" w:rsidR="00294BEB" w:rsidRPr="00B27FD7" w:rsidRDefault="00294BEB" w:rsidP="00332763"/>
        </w:tc>
        <w:tc>
          <w:tcPr>
            <w:tcW w:w="3290" w:type="dxa"/>
          </w:tcPr>
          <w:p w14:paraId="740C4829" w14:textId="77777777" w:rsidR="00294BEB" w:rsidRDefault="00294BEB" w:rsidP="00332763"/>
        </w:tc>
        <w:tc>
          <w:tcPr>
            <w:tcW w:w="2209" w:type="dxa"/>
          </w:tcPr>
          <w:p w14:paraId="163934AC" w14:textId="77777777" w:rsidR="00294BEB" w:rsidRPr="00B27FD7" w:rsidRDefault="00294BEB" w:rsidP="00332763"/>
        </w:tc>
      </w:tr>
      <w:tr w:rsidR="00294BEB" w:rsidRPr="00B27FD7" w14:paraId="6C0C300E" w14:textId="77777777" w:rsidTr="00C323A4">
        <w:tc>
          <w:tcPr>
            <w:tcW w:w="1121" w:type="dxa"/>
          </w:tcPr>
          <w:p w14:paraId="2BBC9205" w14:textId="77777777" w:rsidR="00294BEB" w:rsidRPr="00B27FD7" w:rsidRDefault="00294BEB" w:rsidP="00332763"/>
        </w:tc>
        <w:tc>
          <w:tcPr>
            <w:tcW w:w="2668" w:type="dxa"/>
          </w:tcPr>
          <w:p w14:paraId="7C3A8CE0" w14:textId="77777777" w:rsidR="00294BEB" w:rsidRPr="00B27FD7" w:rsidRDefault="00294BEB" w:rsidP="00332763"/>
        </w:tc>
        <w:tc>
          <w:tcPr>
            <w:tcW w:w="3290" w:type="dxa"/>
          </w:tcPr>
          <w:p w14:paraId="6D3B5D04" w14:textId="77777777" w:rsidR="00294BEB" w:rsidRDefault="00294BEB" w:rsidP="00332763"/>
        </w:tc>
        <w:tc>
          <w:tcPr>
            <w:tcW w:w="2209" w:type="dxa"/>
          </w:tcPr>
          <w:p w14:paraId="196C552C" w14:textId="77777777" w:rsidR="00294BEB" w:rsidRPr="00B27FD7" w:rsidRDefault="00294BEB" w:rsidP="00332763"/>
        </w:tc>
      </w:tr>
    </w:tbl>
    <w:p w14:paraId="2A9C7655" w14:textId="77777777" w:rsidR="00817218" w:rsidRPr="00B27FD7" w:rsidRDefault="00817218" w:rsidP="00817218"/>
    <w:p w14:paraId="4F746E6C" w14:textId="77777777" w:rsidR="000663D6" w:rsidRPr="00271FD4" w:rsidRDefault="000663D6" w:rsidP="000663D6">
      <w:bookmarkStart w:id="0" w:name="_GoBack"/>
      <w:bookmarkEnd w:id="0"/>
    </w:p>
    <w:p w14:paraId="40BD1361" w14:textId="77777777" w:rsidR="00EE3A7A" w:rsidRPr="0082506C" w:rsidRDefault="00EE3A7A" w:rsidP="005F4F55">
      <w:pPr>
        <w:pStyle w:val="QMStandart"/>
      </w:pPr>
    </w:p>
    <w:sectPr w:rsidR="00EE3A7A" w:rsidRPr="0082506C" w:rsidSect="00EE0F4E">
      <w:headerReference w:type="even" r:id="rId8"/>
      <w:headerReference w:type="default" r:id="rId9"/>
      <w:footerReference w:type="default" r:id="rId10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E396C" w14:textId="77777777" w:rsidR="001C451D" w:rsidRDefault="001C451D" w:rsidP="00B32714">
      <w:r>
        <w:separator/>
      </w:r>
    </w:p>
    <w:p w14:paraId="58CD9C81" w14:textId="77777777" w:rsidR="001C451D" w:rsidRDefault="001C451D" w:rsidP="00B32714"/>
    <w:p w14:paraId="62F9EA83" w14:textId="77777777" w:rsidR="001C451D" w:rsidRDefault="001C451D" w:rsidP="00B32714"/>
  </w:endnote>
  <w:endnote w:type="continuationSeparator" w:id="0">
    <w:p w14:paraId="16CD6F22" w14:textId="77777777" w:rsidR="001C451D" w:rsidRDefault="001C451D" w:rsidP="00B32714">
      <w:r>
        <w:continuationSeparator/>
      </w:r>
    </w:p>
    <w:p w14:paraId="622D3BE6" w14:textId="77777777" w:rsidR="001C451D" w:rsidRDefault="001C451D" w:rsidP="00B32714"/>
    <w:p w14:paraId="7C5FCA81" w14:textId="77777777" w:rsidR="001C451D" w:rsidRDefault="001C451D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A3258" w14:textId="7F284FA7" w:rsidR="00103A83" w:rsidRPr="005F4F55" w:rsidRDefault="007136D0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D3D98A6" wp14:editId="421A9A8D">
              <wp:simplePos x="0" y="0"/>
              <wp:positionH relativeFrom="page">
                <wp:posOffset>862965</wp:posOffset>
              </wp:positionH>
              <wp:positionV relativeFrom="page">
                <wp:posOffset>10120629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C3B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67.95pt;margin-top:796.9pt;width:496.05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" strokecolor="#00a0aa">
              <w10:wrap anchorx="page" anchory="page"/>
            </v:shape>
          </w:pict>
        </mc:Fallback>
      </mc:AlternateContent>
    </w:r>
    <w:r w:rsidR="00103A83">
      <w:ptab w:relativeTo="margin" w:alignment="left" w:leader="none"/>
    </w:r>
    <w:r w:rsidR="001C451D">
      <w:fldChar w:fldCharType="begin"/>
    </w:r>
    <w:r w:rsidR="001C451D">
      <w:instrText xml:space="preserve"> FILENAME  \* Lower  \* MERGEFORMAT </w:instrText>
    </w:r>
    <w:r w:rsidR="001C451D">
      <w:fldChar w:fldCharType="separate"/>
    </w:r>
    <w:r w:rsidR="00C323A4">
      <w:rPr>
        <w:noProof/>
      </w:rPr>
      <w:t>li-vergleichsuntersuchungen-00.docx</w:t>
    </w:r>
    <w:r w:rsidR="001C451D">
      <w:rPr>
        <w:noProof/>
      </w:rPr>
      <w:fldChar w:fldCharType="end"/>
    </w:r>
    <w:r w:rsidR="00103A83" w:rsidRPr="00DB01DD">
      <w:ptab w:relativeTo="margin" w:alignment="center" w:leader="none"/>
    </w:r>
    <w:r w:rsidR="00103A83" w:rsidRPr="00DB01DD">
      <w:ptab w:relativeTo="margin" w:alignment="right" w:leader="none"/>
    </w:r>
    <w:r w:rsidR="009F7814">
      <w:fldChar w:fldCharType="begin"/>
    </w:r>
    <w:r w:rsidR="009F7814">
      <w:instrText xml:space="preserve"> PAGE   \* MERGEFORMAT </w:instrText>
    </w:r>
    <w:r w:rsidR="009F7814">
      <w:fldChar w:fldCharType="separate"/>
    </w:r>
    <w:r w:rsidR="00C323A4">
      <w:rPr>
        <w:noProof/>
      </w:rPr>
      <w:t>1</w:t>
    </w:r>
    <w:r w:rsidR="009F7814">
      <w:rPr>
        <w:noProof/>
      </w:rPr>
      <w:fldChar w:fldCharType="end"/>
    </w:r>
    <w:r w:rsidR="00103A83" w:rsidRPr="0014748D">
      <w:t xml:space="preserve"> von </w:t>
    </w:r>
    <w:r w:rsidR="001C451D">
      <w:fldChar w:fldCharType="begin"/>
    </w:r>
    <w:r w:rsidR="001C451D">
      <w:instrText xml:space="preserve"> NUMPAGES   \* MERGEFORMAT </w:instrText>
    </w:r>
    <w:r w:rsidR="001C451D">
      <w:fldChar w:fldCharType="separate"/>
    </w:r>
    <w:r w:rsidR="00C323A4">
      <w:rPr>
        <w:noProof/>
      </w:rPr>
      <w:t>1</w:t>
    </w:r>
    <w:r w:rsidR="001C451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4830B" w14:textId="77777777" w:rsidR="001C451D" w:rsidRDefault="001C451D" w:rsidP="00B32714">
      <w:r>
        <w:separator/>
      </w:r>
    </w:p>
    <w:p w14:paraId="1FE40CA6" w14:textId="77777777" w:rsidR="001C451D" w:rsidRDefault="001C451D" w:rsidP="00B32714"/>
    <w:p w14:paraId="0AC5F302" w14:textId="77777777" w:rsidR="001C451D" w:rsidRDefault="001C451D" w:rsidP="00B32714"/>
  </w:footnote>
  <w:footnote w:type="continuationSeparator" w:id="0">
    <w:p w14:paraId="41504234" w14:textId="77777777" w:rsidR="001C451D" w:rsidRDefault="001C451D" w:rsidP="00B32714">
      <w:r>
        <w:continuationSeparator/>
      </w:r>
    </w:p>
    <w:p w14:paraId="3F08A33A" w14:textId="77777777" w:rsidR="001C451D" w:rsidRDefault="001C451D" w:rsidP="00B32714"/>
    <w:p w14:paraId="496AB5D8" w14:textId="77777777" w:rsidR="001C451D" w:rsidRDefault="001C451D" w:rsidP="00B32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AA7529" w14:textId="77777777" w:rsidR="00103A83" w:rsidRPr="002251D7" w:rsidRDefault="009F7814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103A83">
      <w:rPr>
        <w:noProof/>
      </w:rPr>
      <w:t>2</w:t>
    </w:r>
    <w:r>
      <w:rPr>
        <w:noProof/>
      </w:rPr>
      <w:fldChar w:fldCharType="end"/>
    </w:r>
    <w:r w:rsidR="00103A83">
      <w:rPr>
        <w:noProof/>
        <w:lang w:val="de-DE"/>
      </w:rPr>
      <w:drawing>
        <wp:anchor distT="0" distB="0" distL="114300" distR="114300" simplePos="0" relativeHeight="251655680" behindDoc="0" locked="0" layoutInCell="1" allowOverlap="1" wp14:anchorId="42E87FC3" wp14:editId="61228AD6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136D0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27FF9F29" wp14:editId="05350EB6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1A04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E612C" w14:textId="77777777" w:rsidR="00103A83" w:rsidRPr="00294BEB" w:rsidRDefault="00294BEB" w:rsidP="00C6471D">
    <w:pPr>
      <w:pStyle w:val="QMberschrift1Kopf"/>
      <w:rPr>
        <w:color w:val="4F81BD" w:themeColor="accent1"/>
      </w:rPr>
    </w:pPr>
    <w:r w:rsidRPr="00294BEB">
      <w:rPr>
        <w:b w:val="0"/>
        <w:noProof/>
        <w:color w:val="4F81BD" w:themeColor="accent1"/>
      </w:rPr>
      <w:drawing>
        <wp:anchor distT="0" distB="0" distL="114300" distR="114300" simplePos="0" relativeHeight="251659776" behindDoc="1" locked="0" layoutInCell="1" allowOverlap="1" wp14:anchorId="0070424A" wp14:editId="5F81FCDC">
          <wp:simplePos x="0" y="0"/>
          <wp:positionH relativeFrom="column">
            <wp:posOffset>5029200</wp:posOffset>
          </wp:positionH>
          <wp:positionV relativeFrom="paragraph">
            <wp:posOffset>-284480</wp:posOffset>
          </wp:positionV>
          <wp:extent cx="1143000" cy="786414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3A83" w:rsidRPr="00294BEB">
      <w:rPr>
        <w:color w:val="4F81BD" w:themeColor="accent1"/>
      </w:rPr>
      <w:t>Liste</w:t>
    </w:r>
  </w:p>
  <w:p w14:paraId="5B52A4B5" w14:textId="2D5A29DA" w:rsidR="00103A83" w:rsidRPr="00C6471D" w:rsidRDefault="00B02B3E" w:rsidP="00C6471D">
    <w:pPr>
      <w:pStyle w:val="QMberschrift2Kopf"/>
    </w:pPr>
    <w:r>
      <w:t>V</w:t>
    </w:r>
    <w:r w:rsidR="00817218">
      <w:t>ergleic</w:t>
    </w:r>
    <w:r w:rsidR="00294BEB">
      <w:t>hsuntersuchungen</w:t>
    </w:r>
  </w:p>
  <w:p w14:paraId="0C8597C9" w14:textId="77046875" w:rsidR="00103A83" w:rsidRPr="005A71DC" w:rsidRDefault="00103A83" w:rsidP="0014748D">
    <w:pPr>
      <w:pStyle w:val="QMAblufeFu"/>
    </w:pPr>
    <w:r w:rsidRPr="00355499">
      <w:t>FB-</w:t>
    </w:r>
    <w:r w:rsidR="007136D0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6F8DA6A1" wp14:editId="18CE6C3A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3B88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" strokecolor="#00a0aa">
              <w10:wrap anchorx="page" anchory="page"/>
            </v:shape>
          </w:pict>
        </mc:Fallback>
      </mc:AlternateContent>
    </w:r>
    <w:r w:rsidR="00294BEB">
      <w:t>Vergleichsuntersuchungen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D6"/>
    <w:rsid w:val="0000169A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663D6"/>
    <w:rsid w:val="00071900"/>
    <w:rsid w:val="00071C91"/>
    <w:rsid w:val="000733FA"/>
    <w:rsid w:val="000740D4"/>
    <w:rsid w:val="00074280"/>
    <w:rsid w:val="00074B5D"/>
    <w:rsid w:val="000761FE"/>
    <w:rsid w:val="00077131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09EB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3A83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9A7"/>
    <w:rsid w:val="00133AE3"/>
    <w:rsid w:val="00136640"/>
    <w:rsid w:val="00140DC7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A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451D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E6C13"/>
    <w:rsid w:val="001F4B80"/>
    <w:rsid w:val="0020012E"/>
    <w:rsid w:val="002019BC"/>
    <w:rsid w:val="00201BCC"/>
    <w:rsid w:val="002138B5"/>
    <w:rsid w:val="002139C9"/>
    <w:rsid w:val="00215983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4BEB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253E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1B5"/>
    <w:rsid w:val="003738EB"/>
    <w:rsid w:val="00374587"/>
    <w:rsid w:val="00375008"/>
    <w:rsid w:val="00377A37"/>
    <w:rsid w:val="0038055B"/>
    <w:rsid w:val="00383B0E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06D1A"/>
    <w:rsid w:val="00510311"/>
    <w:rsid w:val="005135DE"/>
    <w:rsid w:val="00514CB8"/>
    <w:rsid w:val="005231C5"/>
    <w:rsid w:val="00526BFE"/>
    <w:rsid w:val="00531322"/>
    <w:rsid w:val="0053402A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0846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B7891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B6342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6D0"/>
    <w:rsid w:val="00713E13"/>
    <w:rsid w:val="00714B2B"/>
    <w:rsid w:val="007151DD"/>
    <w:rsid w:val="007157F6"/>
    <w:rsid w:val="007217F4"/>
    <w:rsid w:val="00721FAD"/>
    <w:rsid w:val="00722907"/>
    <w:rsid w:val="007257D9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218"/>
    <w:rsid w:val="00817BDD"/>
    <w:rsid w:val="00824E83"/>
    <w:rsid w:val="0082506C"/>
    <w:rsid w:val="00827361"/>
    <w:rsid w:val="008306C1"/>
    <w:rsid w:val="00831E47"/>
    <w:rsid w:val="008345E0"/>
    <w:rsid w:val="00834A62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D7CBC"/>
    <w:rsid w:val="009E1205"/>
    <w:rsid w:val="009E5769"/>
    <w:rsid w:val="009F392C"/>
    <w:rsid w:val="009F47AE"/>
    <w:rsid w:val="009F5642"/>
    <w:rsid w:val="009F7814"/>
    <w:rsid w:val="00A026CA"/>
    <w:rsid w:val="00A11861"/>
    <w:rsid w:val="00A11B1A"/>
    <w:rsid w:val="00A13F7D"/>
    <w:rsid w:val="00A15DA3"/>
    <w:rsid w:val="00A21284"/>
    <w:rsid w:val="00A21E09"/>
    <w:rsid w:val="00A26243"/>
    <w:rsid w:val="00A26C8D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075E"/>
    <w:rsid w:val="00A73F0F"/>
    <w:rsid w:val="00A74884"/>
    <w:rsid w:val="00A74C93"/>
    <w:rsid w:val="00A75E99"/>
    <w:rsid w:val="00A77B55"/>
    <w:rsid w:val="00A86F96"/>
    <w:rsid w:val="00A91D3C"/>
    <w:rsid w:val="00A9508F"/>
    <w:rsid w:val="00A96DD5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7B70"/>
    <w:rsid w:val="00B00FB4"/>
    <w:rsid w:val="00B013E3"/>
    <w:rsid w:val="00B02B3E"/>
    <w:rsid w:val="00B0410F"/>
    <w:rsid w:val="00B06018"/>
    <w:rsid w:val="00B0759D"/>
    <w:rsid w:val="00B1038F"/>
    <w:rsid w:val="00B10B11"/>
    <w:rsid w:val="00B12CA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23A4"/>
    <w:rsid w:val="00C34BCF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3B24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302D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239C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3CE0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443D3826"/>
  <w15:docId w15:val="{771FBDAE-0CCF-46E9-8F97-4C0FA728A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721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8D24E2"/>
    <w:pPr>
      <w:spacing w:after="280" w:line="480" w:lineRule="exact"/>
      <w:outlineLvl w:val="0"/>
    </w:pPr>
    <w:rPr>
      <w:rFonts w:ascii="Strayhorn MT Regular" w:eastAsia="Calibri" w:hAnsi="Strayhorn MT Regular" w:cs="Times New Roman"/>
      <w:color w:val="404040"/>
      <w:spacing w:val="5"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E37AC"/>
    <w:pPr>
      <w:keepNext/>
      <w:spacing w:before="280" w:after="0" w:line="280" w:lineRule="exact"/>
      <w:ind w:left="1418" w:hanging="1418"/>
      <w:outlineLvl w:val="1"/>
    </w:pPr>
    <w:rPr>
      <w:rFonts w:ascii="Strayhorn MT Regular" w:eastAsia="Times New Roman" w:hAnsi="Strayhorn MT Regular" w:cs="Times New Roman"/>
      <w:bCs/>
      <w:iCs/>
      <w:color w:val="404040"/>
      <w:spacing w:val="5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0103F"/>
    <w:pPr>
      <w:keepNext/>
      <w:spacing w:before="240" w:after="60" w:line="280" w:lineRule="exact"/>
      <w:outlineLvl w:val="2"/>
    </w:pPr>
    <w:rPr>
      <w:rFonts w:ascii="Strayhorn MT Regular" w:eastAsia="Times New Roman" w:hAnsi="Strayhorn MT Regular" w:cs="Times New Roman"/>
      <w:b/>
      <w:bCs/>
      <w:color w:val="404040"/>
      <w:spacing w:val="5"/>
      <w:sz w:val="19"/>
      <w:szCs w:val="26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F45195"/>
    <w:pPr>
      <w:keepNext/>
      <w:spacing w:before="240" w:after="60" w:line="280" w:lineRule="exact"/>
      <w:outlineLvl w:val="3"/>
    </w:pPr>
    <w:rPr>
      <w:rFonts w:ascii="Strayhorn MT Regular" w:eastAsia="Times New Roman" w:hAnsi="Strayhorn MT Regular" w:cs="Times New Roman"/>
      <w:b/>
      <w:bCs/>
      <w:i/>
      <w:color w:val="404040"/>
      <w:spacing w:val="5"/>
      <w:sz w:val="19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E2D3D"/>
    <w:pPr>
      <w:spacing w:after="280" w:line="280" w:lineRule="exact"/>
      <w:outlineLvl w:val="4"/>
    </w:pPr>
    <w:rPr>
      <w:rFonts w:ascii="Strayhorn MT Regular" w:eastAsia="Times New Roman" w:hAnsi="Strayhorn MT Regular" w:cs="Times New Roman"/>
      <w:b/>
      <w:bCs/>
      <w:iCs/>
      <w:color w:val="404040"/>
      <w:spacing w:val="5"/>
      <w:sz w:val="19"/>
      <w:szCs w:val="20"/>
    </w:rPr>
  </w:style>
  <w:style w:type="paragraph" w:styleId="berschrift6">
    <w:name w:val="heading 6"/>
    <w:basedOn w:val="Anhang"/>
    <w:next w:val="Standard"/>
    <w:link w:val="berschrift6Zchn"/>
    <w:uiPriority w:val="9"/>
    <w:unhideWhenUsed/>
    <w:qFormat/>
    <w:rsid w:val="006A2762"/>
    <w:pPr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spacing w:after="0" w:line="280" w:lineRule="exact"/>
      <w:ind w:left="227" w:hanging="227"/>
      <w:contextualSpacing/>
    </w:pPr>
    <w:rPr>
      <w:rFonts w:ascii="Strayhorn MT Regular" w:eastAsia="Calibri" w:hAnsi="Strayhorn MT Regular" w:cs="Times New Roman"/>
      <w:color w:val="404040"/>
      <w:spacing w:val="5"/>
      <w:sz w:val="19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DDC"/>
    <w:pPr>
      <w:spacing w:after="60" w:line="280" w:lineRule="exact"/>
      <w:jc w:val="center"/>
      <w:outlineLvl w:val="1"/>
    </w:pPr>
    <w:rPr>
      <w:rFonts w:ascii="Cambria" w:eastAsia="Times New Roman" w:hAnsi="Cambria" w:cs="Times New Roman"/>
      <w:color w:val="404040"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chn"/>
    <w:uiPriority w:val="99"/>
    <w:rsid w:val="002251D7"/>
    <w:pPr>
      <w:widowControl w:val="0"/>
      <w:tabs>
        <w:tab w:val="center" w:pos="4819"/>
        <w:tab w:val="right" w:pos="9071"/>
      </w:tabs>
      <w:spacing w:after="0" w:line="360" w:lineRule="exact"/>
      <w:ind w:left="-3119"/>
    </w:pPr>
    <w:rPr>
      <w:rFonts w:ascii="Strayhorn MT Regular" w:eastAsia="Times New Roman" w:hAnsi="Strayhorn MT Regular" w:cs="Times New Roman"/>
      <w:color w:val="00A0AA"/>
      <w:spacing w:val="5"/>
      <w:sz w:val="36"/>
      <w:szCs w:val="36"/>
      <w:lang w:val="en-US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chn"/>
    <w:uiPriority w:val="35"/>
    <w:qFormat/>
    <w:rsid w:val="00A97E8B"/>
    <w:pPr>
      <w:spacing w:before="240" w:after="280" w:line="160" w:lineRule="exact"/>
    </w:pPr>
    <w:rPr>
      <w:rFonts w:ascii="Strayhorn MT Regular" w:eastAsia="SimSun" w:hAnsi="Strayhorn MT Regular" w:cs="Times New Roman"/>
      <w:bCs/>
      <w:i/>
      <w:color w:val="404040"/>
      <w:spacing w:val="5"/>
      <w:sz w:val="14"/>
      <w:szCs w:val="14"/>
      <w:lang w:eastAsia="zh-CN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E5769"/>
    <w:pPr>
      <w:spacing w:after="0" w:line="240" w:lineRule="auto"/>
    </w:pPr>
    <w:rPr>
      <w:rFonts w:ascii="Calibri" w:eastAsia="Times New Roman" w:hAnsi="Calibri" w:cs="Times New Roman"/>
      <w:color w:val="404040"/>
      <w:spacing w:val="5"/>
      <w:sz w:val="19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after="0" w:line="340" w:lineRule="exact"/>
    </w:pPr>
    <w:rPr>
      <w:rFonts w:ascii="Strayhorn MT Regular" w:eastAsia="Calibri" w:hAnsi="Strayhorn MT Regular" w:cs="Times New Roman"/>
      <w:color w:val="404040"/>
      <w:spacing w:val="5"/>
      <w:sz w:val="24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after="0" w:line="340" w:lineRule="exact"/>
    </w:pPr>
    <w:rPr>
      <w:rFonts w:ascii="Strayhorn MT Regular" w:eastAsia="Calibri" w:hAnsi="Strayhorn MT Regular" w:cs="Times New Roman"/>
      <w:b/>
      <w:color w:val="404040"/>
      <w:spacing w:val="5"/>
      <w:sz w:val="19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after="0" w:line="280" w:lineRule="exact"/>
    </w:pPr>
    <w:rPr>
      <w:rFonts w:ascii="Strayhorn MT Regular" w:eastAsia="Calibri" w:hAnsi="Strayhorn MT Regular" w:cs="Times New Roman"/>
      <w:color w:val="404040"/>
      <w:spacing w:val="5"/>
      <w:sz w:val="19"/>
      <w:szCs w:val="20"/>
    </w:rPr>
  </w:style>
  <w:style w:type="character" w:styleId="Hyperlink">
    <w:name w:val="Hyperlink"/>
    <w:basedOn w:val="Absatz-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after="0" w:line="280" w:lineRule="exact"/>
    </w:pPr>
    <w:rPr>
      <w:rFonts w:ascii="Strayhorn MT Regular" w:eastAsia="Calibri" w:hAnsi="Strayhorn MT Regular" w:cs="Times New Roman"/>
      <w:i/>
      <w:color w:val="404040"/>
      <w:spacing w:val="5"/>
      <w:sz w:val="19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251D7"/>
    <w:pPr>
      <w:tabs>
        <w:tab w:val="center" w:pos="4536"/>
        <w:tab w:val="right" w:pos="9072"/>
      </w:tabs>
      <w:spacing w:after="0" w:line="360" w:lineRule="exact"/>
    </w:pPr>
    <w:rPr>
      <w:rFonts w:ascii="Strayhorn MT Regular" w:eastAsia="Calibri" w:hAnsi="Strayhorn MT Regular" w:cs="Times New Roman"/>
      <w:noProof/>
      <w:color w:val="00A0AA"/>
      <w:spacing w:val="5"/>
      <w:sz w:val="36"/>
      <w:szCs w:val="36"/>
    </w:rPr>
  </w:style>
  <w:style w:type="character" w:customStyle="1" w:styleId="KopfzeileZchn">
    <w:name w:val="Kopfzeile Zchn"/>
    <w:basedOn w:val="Absatz-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980852"/>
    <w:pPr>
      <w:spacing w:after="0" w:line="280" w:lineRule="exact"/>
    </w:pPr>
    <w:rPr>
      <w:rFonts w:ascii="Strayhorn MT Regular" w:eastAsia="Calibri" w:hAnsi="Strayhorn MT Regular" w:cs="Times New Roman"/>
      <w:color w:val="404040"/>
      <w:spacing w:val="5"/>
      <w:sz w:val="19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ch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after="0" w:line="360" w:lineRule="auto"/>
      <w:jc w:val="both"/>
    </w:pPr>
    <w:rPr>
      <w:rFonts w:ascii="Strayhorn MT Regular" w:eastAsia="Times New Roman" w:hAnsi="Strayhorn MT Regular" w:cs="Times New Roman"/>
      <w:color w:val="404040"/>
      <w:spacing w:val="5"/>
      <w:sz w:val="19"/>
      <w:szCs w:val="20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after="0" w:line="360" w:lineRule="atLeast"/>
      <w:jc w:val="both"/>
    </w:pPr>
    <w:rPr>
      <w:rFonts w:ascii="Strayhorn MT Regular" w:eastAsia="Times New Roman" w:hAnsi="Strayhorn MT Regular" w:cs="Times New Roman"/>
      <w:b/>
      <w:color w:val="404040"/>
      <w:spacing w:val="5"/>
      <w:sz w:val="19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Fett">
    <w:name w:val="Strong"/>
    <w:basedOn w:val="Absatz-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-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-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chn">
    <w:name w:val="Überschrift 6 Zchn"/>
    <w:basedOn w:val="Absatz-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after="0" w:line="280" w:lineRule="exact"/>
    </w:pPr>
    <w:rPr>
      <w:rFonts w:ascii="Strayhorn MT Regular" w:eastAsia="Calibri" w:hAnsi="Strayhorn MT Regular" w:cs="Times New Roman"/>
      <w:i/>
      <w:color w:val="404040"/>
      <w:spacing w:val="5"/>
      <w:sz w:val="19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after="0" w:line="280" w:lineRule="exact"/>
    </w:pPr>
    <w:rPr>
      <w:rFonts w:ascii="Strayhorn MT Regular" w:eastAsia="Calibri" w:hAnsi="Strayhorn MT Regular" w:cs="Times New Roman"/>
      <w:i/>
      <w:color w:val="404040"/>
      <w:spacing w:val="5"/>
      <w:sz w:val="16"/>
      <w:szCs w:val="20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after="0" w:line="240" w:lineRule="auto"/>
    </w:pPr>
    <w:rPr>
      <w:rFonts w:ascii="Arial" w:eastAsia="Times New Roman" w:hAnsi="Arial" w:cs="Arial"/>
      <w:sz w:val="20"/>
      <w:szCs w:val="20"/>
      <w:lang w:eastAsia="de-DE"/>
    </w:rPr>
  </w:style>
  <w:style w:type="paragraph" w:customStyle="1" w:styleId="QMStandart">
    <w:name w:val="QM Standart"/>
    <w:basedOn w:val="Standard"/>
    <w:qFormat/>
    <w:rsid w:val="004D4023"/>
    <w:pPr>
      <w:spacing w:after="0" w:line="280" w:lineRule="exact"/>
    </w:pPr>
    <w:rPr>
      <w:rFonts w:ascii="Arial" w:eastAsia="Calibri" w:hAnsi="Arial" w:cs="Times New Roman"/>
      <w:color w:val="000000" w:themeColor="text1"/>
      <w:spacing w:val="5"/>
      <w:sz w:val="20"/>
      <w:szCs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QMS\QM-Vorgabedokumente\Freigabe\04%20FB\FB-Layout+hoch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FC0E1-AE07-45B4-B927-98A6A5586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FB-Layout+hoch-00.dotx</Template>
  <TotalTime>0</TotalTime>
  <Pages>1</Pages>
  <Words>16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123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Jürgen Bäthe</cp:lastModifiedBy>
  <cp:revision>6</cp:revision>
  <cp:lastPrinted>2017-09-18T20:21:00Z</cp:lastPrinted>
  <dcterms:created xsi:type="dcterms:W3CDTF">2015-12-03T08:14:00Z</dcterms:created>
  <dcterms:modified xsi:type="dcterms:W3CDTF">2017-09-18T20:21:00Z</dcterms:modified>
</cp:coreProperties>
</file>